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proofErr w:type="spellStart"/>
      <w:r w:rsidR="005551ED" w:rsidRPr="005551ED">
        <w:rPr>
          <w:rFonts w:ascii="Times New Roman" w:hAnsi="Times New Roman" w:cs="Times New Roman"/>
          <w:b/>
          <w:iCs/>
        </w:rPr>
        <w:t>Проектиране</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доставка</w:t>
      </w:r>
      <w:proofErr w:type="spellEnd"/>
      <w:r w:rsidR="005551ED" w:rsidRPr="005551ED">
        <w:rPr>
          <w:rFonts w:ascii="Times New Roman" w:hAnsi="Times New Roman" w:cs="Times New Roman"/>
          <w:b/>
          <w:iCs/>
        </w:rPr>
        <w:t xml:space="preserve"> и </w:t>
      </w:r>
      <w:proofErr w:type="spellStart"/>
      <w:r w:rsidR="005551ED" w:rsidRPr="005551ED">
        <w:rPr>
          <w:rFonts w:ascii="Times New Roman" w:hAnsi="Times New Roman" w:cs="Times New Roman"/>
          <w:b/>
          <w:iCs/>
        </w:rPr>
        <w:t>монтаж</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на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дъговидно</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метално</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хале</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на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територията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на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база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Валя</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към</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цех</w:t>
      </w:r>
      <w:proofErr w:type="spellEnd"/>
      <w:r w:rsidR="005551ED" w:rsidRPr="005551ED">
        <w:rPr>
          <w:rFonts w:ascii="Times New Roman" w:hAnsi="Times New Roman" w:cs="Times New Roman"/>
          <w:b/>
          <w:iCs/>
        </w:rPr>
        <w:t xml:space="preserve"> ХТС и СК</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2740D7" w:rsidRDefault="003F5CA4" w:rsidP="003F5CA4">
      <w:pPr>
        <w:jc w:val="both"/>
        <w:rPr>
          <w:rFonts w:ascii="Times New Roman" w:hAnsi="Times New Roman" w:cs="Times New Roman"/>
          <w:lang w:val="en-US"/>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2740D7"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740D7"/>
    <w:rsid w:val="00281910"/>
    <w:rsid w:val="002D40C9"/>
    <w:rsid w:val="002F57AD"/>
    <w:rsid w:val="003451EA"/>
    <w:rsid w:val="00366021"/>
    <w:rsid w:val="00392073"/>
    <w:rsid w:val="003A0A9B"/>
    <w:rsid w:val="003C71DE"/>
    <w:rsid w:val="003D698F"/>
    <w:rsid w:val="003F5CA4"/>
    <w:rsid w:val="004135EF"/>
    <w:rsid w:val="0050063A"/>
    <w:rsid w:val="00532A96"/>
    <w:rsid w:val="005551ED"/>
    <w:rsid w:val="00556CB2"/>
    <w:rsid w:val="00571526"/>
    <w:rsid w:val="005C7C9F"/>
    <w:rsid w:val="005F26A8"/>
    <w:rsid w:val="005F4A0F"/>
    <w:rsid w:val="0067177F"/>
    <w:rsid w:val="006A2ADF"/>
    <w:rsid w:val="006C36F1"/>
    <w:rsid w:val="006F30B6"/>
    <w:rsid w:val="00711169"/>
    <w:rsid w:val="0072390C"/>
    <w:rsid w:val="0072429C"/>
    <w:rsid w:val="00756AFF"/>
    <w:rsid w:val="0077073C"/>
    <w:rsid w:val="0078359C"/>
    <w:rsid w:val="0078528D"/>
    <w:rsid w:val="007A2C3D"/>
    <w:rsid w:val="007C5802"/>
    <w:rsid w:val="00813B5E"/>
    <w:rsid w:val="00864CC5"/>
    <w:rsid w:val="008E281B"/>
    <w:rsid w:val="00900CE8"/>
    <w:rsid w:val="00902CF1"/>
    <w:rsid w:val="00947028"/>
    <w:rsid w:val="00981ADC"/>
    <w:rsid w:val="00985B6C"/>
    <w:rsid w:val="009D44CE"/>
    <w:rsid w:val="009D6266"/>
    <w:rsid w:val="009E69E0"/>
    <w:rsid w:val="00A06E7A"/>
    <w:rsid w:val="00A16720"/>
    <w:rsid w:val="00A24B43"/>
    <w:rsid w:val="00A352B1"/>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CE4E3A"/>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4</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14</cp:revision>
  <cp:lastPrinted>2017-12-08T05:58:00Z</cp:lastPrinted>
  <dcterms:created xsi:type="dcterms:W3CDTF">2016-05-10T11:36:00Z</dcterms:created>
  <dcterms:modified xsi:type="dcterms:W3CDTF">2017-12-08T05:59:00Z</dcterms:modified>
</cp:coreProperties>
</file>