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75" w:rsidRPr="002D209B" w:rsidRDefault="002D209B" w:rsidP="002D209B">
      <w:pPr>
        <w:pStyle w:val="Title"/>
        <w:jc w:val="right"/>
        <w:rPr>
          <w:sz w:val="24"/>
          <w:lang w:val="ru-RU"/>
        </w:rPr>
      </w:pPr>
      <w:r w:rsidRPr="002D209B">
        <w:rPr>
          <w:bCs w:val="0"/>
          <w:sz w:val="24"/>
          <w:lang w:val="bg-BG"/>
        </w:rPr>
        <w:t>ОБРАЗЕЦ</w:t>
      </w:r>
      <w:r w:rsidRPr="002D209B">
        <w:rPr>
          <w:bCs w:val="0"/>
          <w:sz w:val="24"/>
          <w:lang w:val="ru-RU"/>
        </w:rPr>
        <w:t xml:space="preserve"> </w:t>
      </w:r>
      <w:r w:rsidRPr="002D209B">
        <w:rPr>
          <w:bCs w:val="0"/>
          <w:sz w:val="24"/>
          <w:lang w:val="bg-BG"/>
        </w:rPr>
        <w:t>по т.</w:t>
      </w:r>
      <w:r w:rsidRPr="002D209B">
        <w:rPr>
          <w:bCs w:val="0"/>
          <w:color w:val="000000"/>
          <w:sz w:val="24"/>
          <w:lang w:val="bg-BG"/>
        </w:rPr>
        <w:t xml:space="preserve"> </w:t>
      </w:r>
      <w:r w:rsidRPr="002D209B">
        <w:rPr>
          <w:sz w:val="24"/>
          <w:lang w:val="bg-BG" w:eastAsia="bg-BG"/>
        </w:rPr>
        <w:t>II.</w:t>
      </w:r>
      <w:r>
        <w:rPr>
          <w:sz w:val="24"/>
          <w:lang w:val="bg-BG" w:eastAsia="bg-BG"/>
        </w:rPr>
        <w:t>6</w:t>
      </w:r>
      <w:r w:rsidRPr="002D209B">
        <w:rPr>
          <w:bCs w:val="0"/>
          <w:color w:val="000000"/>
          <w:sz w:val="24"/>
          <w:lang w:val="bg-BG"/>
        </w:rPr>
        <w:t>. към офертата</w:t>
      </w: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3A04F5" w:rsidRDefault="008D22C3" w:rsidP="00CD1996">
      <w:pPr>
        <w:tabs>
          <w:tab w:val="left" w:pos="0"/>
        </w:tabs>
        <w:spacing w:line="360" w:lineRule="auto"/>
        <w:jc w:val="center"/>
        <w:rPr>
          <w:rFonts w:ascii="Times New Roman" w:hAnsi="Times New Roman"/>
          <w:b/>
          <w:lang w:val="bg-BG"/>
        </w:rPr>
      </w:pPr>
      <w:r w:rsidRPr="003A04F5">
        <w:rPr>
          <w:rFonts w:ascii="Times New Roman" w:hAnsi="Times New Roman"/>
          <w:b/>
          <w:lang w:val="bg-BG"/>
        </w:rPr>
        <w:t>“</w:t>
      </w:r>
      <w:bookmarkStart w:id="0" w:name="OLE_LINK2"/>
      <w:bookmarkStart w:id="1" w:name="OLE_LINK3"/>
      <w:r w:rsidRPr="003A04F5">
        <w:rPr>
          <w:rFonts w:ascii="Times New Roman" w:hAnsi="Times New Roman"/>
          <w:b/>
          <w:bCs/>
          <w:lang w:val="bg-BG"/>
        </w:rPr>
        <w:t>Антитерористично съоръжение „</w:t>
      </w:r>
      <w:proofErr w:type="spellStart"/>
      <w:r w:rsidRPr="003A04F5">
        <w:rPr>
          <w:rFonts w:ascii="Times New Roman" w:hAnsi="Times New Roman"/>
          <w:b/>
          <w:bCs/>
          <w:lang w:val="bg-BG"/>
        </w:rPr>
        <w:t>Блокери</w:t>
      </w:r>
      <w:proofErr w:type="spellEnd"/>
      <w:r w:rsidRPr="003A04F5">
        <w:rPr>
          <w:rFonts w:ascii="Times New Roman" w:hAnsi="Times New Roman"/>
          <w:b/>
          <w:bCs/>
          <w:lang w:val="bg-BG"/>
        </w:rPr>
        <w:t xml:space="preserve"> с шипове” за принудително спиране на леки и товарни автомобили източно от КПП „Запад</w:t>
      </w:r>
      <w:bookmarkEnd w:id="0"/>
      <w:bookmarkEnd w:id="1"/>
      <w:r w:rsidRPr="003A04F5">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A33BDA">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8E52B0" w:rsidRPr="00587E23"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587E23">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587E23">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587E23"/>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4232"/>
    <w:rsid w:val="00165008"/>
    <w:rsid w:val="00183ECA"/>
    <w:rsid w:val="00185976"/>
    <w:rsid w:val="001A2581"/>
    <w:rsid w:val="001A7E2F"/>
    <w:rsid w:val="001C465D"/>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D209B"/>
    <w:rsid w:val="002E01BB"/>
    <w:rsid w:val="002F0875"/>
    <w:rsid w:val="003074E9"/>
    <w:rsid w:val="00315D34"/>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04F5"/>
    <w:rsid w:val="003B2902"/>
    <w:rsid w:val="003E2874"/>
    <w:rsid w:val="004008F5"/>
    <w:rsid w:val="004211B9"/>
    <w:rsid w:val="0042185F"/>
    <w:rsid w:val="0043009F"/>
    <w:rsid w:val="00433CD5"/>
    <w:rsid w:val="004345E6"/>
    <w:rsid w:val="00442B1E"/>
    <w:rsid w:val="004513E4"/>
    <w:rsid w:val="0045163C"/>
    <w:rsid w:val="00451C7E"/>
    <w:rsid w:val="00455B98"/>
    <w:rsid w:val="00457AF0"/>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23"/>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3EB6"/>
    <w:rsid w:val="00807B85"/>
    <w:rsid w:val="0081734A"/>
    <w:rsid w:val="0082063C"/>
    <w:rsid w:val="00821E7C"/>
    <w:rsid w:val="008223D7"/>
    <w:rsid w:val="00824918"/>
    <w:rsid w:val="0082753C"/>
    <w:rsid w:val="008303FE"/>
    <w:rsid w:val="008408ED"/>
    <w:rsid w:val="0085020F"/>
    <w:rsid w:val="00851761"/>
    <w:rsid w:val="00892DEB"/>
    <w:rsid w:val="00893EF2"/>
    <w:rsid w:val="008A2301"/>
    <w:rsid w:val="008A2ABC"/>
    <w:rsid w:val="008A2CAD"/>
    <w:rsid w:val="008A3385"/>
    <w:rsid w:val="008A533F"/>
    <w:rsid w:val="008D22C3"/>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33BDA"/>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749F0"/>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egolemanov\&#1044;&#1086;&#1082;&#1091;&#1084;&#1077;&#1085;&#1090;&#1072;&#1094;&#1080;&#1103;\&#1055;&#1091;&#1073;&#1083;&#1080;&#1095;&#1085;&#1086;%20&#1089;&#1098;&#1089;&#1090;&#1077;&#1079;&#1072;&#1085;&#1080;&#1077;\&#1057;&#1052;&#1056;-&#1055;&#1086;&#1076;&#1084;&#1103;&#1085;&#1072;%20&#1085;&#1072;%20&#1091;&#1095;&#1072;&#1089;&#1090;&#1098;&#1082;%20&#1086;&#1090;%20&#1090;&#1088;&#1098;&#1073;&#1086;&#1087;&#1088;&#1086;&#1074;&#1086;&#1076;%20VB%20&#1086;&#1090;%20CK%20&#1082;&#1098;&#1084;%20&#1062;&#1055;&#1057;%20&#1089;%20&#1076;&#1098;&#1083;&#1078;&#1080;&#1085;&#1072;%20216%20&#1084;\&#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4</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aegolemanov</dc:creator>
  <cp:lastModifiedBy>pahaidutov</cp:lastModifiedBy>
  <cp:revision>8</cp:revision>
  <cp:lastPrinted>2016-08-23T05:32:00Z</cp:lastPrinted>
  <dcterms:created xsi:type="dcterms:W3CDTF">2016-11-25T10:02:00Z</dcterms:created>
  <dcterms:modified xsi:type="dcterms:W3CDTF">2017-10-04T07:36:00Z</dcterms:modified>
</cp:coreProperties>
</file>