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121571">
        <w:rPr>
          <w:rFonts w:ascii="Times New Roman" w:hAnsi="Times New Roman"/>
          <w:b/>
          <w:bCs/>
          <w:lang w:val="bg-BG"/>
        </w:rPr>
        <w:t>Проектиране, доставка и монтаж на обзавеждане в Лоби бар в ХК “</w:t>
      </w:r>
      <w:proofErr w:type="spellStart"/>
      <w:r w:rsidR="00121571">
        <w:rPr>
          <w:rFonts w:ascii="Times New Roman" w:hAnsi="Times New Roman"/>
          <w:b/>
          <w:bCs/>
          <w:lang w:val="bg-BG"/>
        </w:rPr>
        <w:t>Истър</w:t>
      </w:r>
      <w:proofErr w:type="spellEnd"/>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7211B9" w:rsidRDefault="005C7C01" w:rsidP="005F1179">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427118" w:rsidRPr="00427118">
        <w:rPr>
          <w:rFonts w:ascii="Times New Roman" w:hAnsi="Times New Roman" w:cs="Times New Roman"/>
          <w:lang w:val="bg-BG"/>
        </w:rPr>
        <w:t>Декларацията се подава от едно от лицата, които могат самостоятелно да</w:t>
      </w:r>
      <w:r w:rsidR="00427118" w:rsidRPr="005F1179">
        <w:rPr>
          <w:rFonts w:ascii="Times New Roman" w:hAnsi="Times New Roman" w:cs="Times New Roman"/>
          <w:lang w:val="bg-BG"/>
        </w:rPr>
        <w:t xml:space="preserve"> представляват Участника</w:t>
      </w:r>
      <w:r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21571"/>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90526"/>
    <w:rsid w:val="002F57AD"/>
    <w:rsid w:val="00315FE6"/>
    <w:rsid w:val="003451EA"/>
    <w:rsid w:val="003A0A9B"/>
    <w:rsid w:val="003A3570"/>
    <w:rsid w:val="003A7258"/>
    <w:rsid w:val="003C71DE"/>
    <w:rsid w:val="003D103F"/>
    <w:rsid w:val="00407D8F"/>
    <w:rsid w:val="00427118"/>
    <w:rsid w:val="004D53F8"/>
    <w:rsid w:val="004F18E8"/>
    <w:rsid w:val="00544BBD"/>
    <w:rsid w:val="005C7C01"/>
    <w:rsid w:val="005F1179"/>
    <w:rsid w:val="005F26A8"/>
    <w:rsid w:val="00613A2D"/>
    <w:rsid w:val="00647665"/>
    <w:rsid w:val="00666598"/>
    <w:rsid w:val="006770FE"/>
    <w:rsid w:val="006831D4"/>
    <w:rsid w:val="006A2ADF"/>
    <w:rsid w:val="006C469F"/>
    <w:rsid w:val="006F30B6"/>
    <w:rsid w:val="007211B9"/>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2464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mvmarinova1</cp:lastModifiedBy>
  <cp:revision>25</cp:revision>
  <cp:lastPrinted>2016-05-10T05:00:00Z</cp:lastPrinted>
  <dcterms:created xsi:type="dcterms:W3CDTF">2016-07-20T07:46:00Z</dcterms:created>
  <dcterms:modified xsi:type="dcterms:W3CDTF">2017-06-05T09:00:00Z</dcterms:modified>
</cp:coreProperties>
</file>