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192</w:t>
      </w:r>
      <w:r w:rsidRPr="003451EA">
        <w:rPr>
          <w:rFonts w:ascii="Times New Roman" w:hAnsi="Times New Roman" w:cs="Times New Roman"/>
          <w:b/>
          <w:bCs/>
          <w:lang w:val="bg-BG"/>
        </w:rPr>
        <w:t>, ал.</w:t>
      </w:r>
      <w:r w:rsidR="001F30A5">
        <w:rPr>
          <w:rFonts w:ascii="Times New Roman" w:hAnsi="Times New Roman" w:cs="Times New Roman"/>
          <w:b/>
          <w:bCs/>
          <w:lang w:val="bg-BG"/>
        </w:rPr>
        <w:t xml:space="preserve"> </w:t>
      </w:r>
      <w:r w:rsidR="00D945A6">
        <w:rPr>
          <w:rFonts w:ascii="Times New Roman" w:hAnsi="Times New Roman" w:cs="Times New Roman"/>
          <w:b/>
          <w:bCs/>
          <w:lang w:val="bg-BG"/>
        </w:rPr>
        <w:t>3</w:t>
      </w:r>
      <w:r w:rsidRPr="003451EA">
        <w:rPr>
          <w:rFonts w:ascii="Times New Roman" w:hAnsi="Times New Roman" w:cs="Times New Roman"/>
          <w:b/>
          <w:bCs/>
          <w:lang w:val="bg-BG"/>
        </w:rPr>
        <w:t xml:space="preserve"> от 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w:t>
      </w:r>
      <w:r w:rsidR="001F30A5">
        <w:rPr>
          <w:rFonts w:ascii="Times New Roman" w:hAnsi="Times New Roman" w:cs="Times New Roman"/>
          <w:lang w:val="bg-BG"/>
        </w:rPr>
        <w:t xml:space="preserve"> </w:t>
      </w:r>
      <w:r w:rsidRPr="00141E82">
        <w:rPr>
          <w:rFonts w:ascii="Times New Roman" w:hAnsi="Times New Roman" w:cs="Times New Roman"/>
          <w:lang w:val="bg-BG"/>
        </w:rPr>
        <w:t>54, ал.</w:t>
      </w:r>
      <w:r w:rsidR="001F30A5">
        <w:rPr>
          <w:rFonts w:ascii="Times New Roman" w:hAnsi="Times New Roman" w:cs="Times New Roman"/>
          <w:lang w:val="bg-BG"/>
        </w:rPr>
        <w:t xml:space="preserve"> </w:t>
      </w:r>
      <w:r w:rsidRPr="00141E82">
        <w:rPr>
          <w:rFonts w:ascii="Times New Roman" w:hAnsi="Times New Roman" w:cs="Times New Roman"/>
          <w:lang w:val="bg-BG"/>
        </w:rPr>
        <w:t>1, т.</w:t>
      </w:r>
      <w:r w:rsidR="001F30A5">
        <w:rPr>
          <w:rFonts w:ascii="Times New Roman" w:hAnsi="Times New Roman" w:cs="Times New Roman"/>
          <w:lang w:val="bg-BG"/>
        </w:rPr>
        <w:t xml:space="preserve"> </w:t>
      </w:r>
      <w:r w:rsidRPr="00141E82">
        <w:rPr>
          <w:rFonts w:ascii="Times New Roman" w:hAnsi="Times New Roman" w:cs="Times New Roman"/>
          <w:lang w:val="bg-BG"/>
        </w:rPr>
        <w:t>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E11CEA" w:rsidRDefault="00E11CEA" w:rsidP="00E11CEA">
      <w:pPr>
        <w:spacing w:after="120" w:line="360" w:lineRule="auto"/>
        <w:ind w:left="187" w:hanging="11"/>
        <w:jc w:val="center"/>
        <w:rPr>
          <w:rFonts w:ascii="Times New Roman" w:hAnsi="Times New Roman"/>
          <w:lang w:val="bg-BG"/>
        </w:rPr>
      </w:pPr>
      <w:r>
        <w:rPr>
          <w:rFonts w:ascii="Times New Roman" w:hAnsi="Times New Roman"/>
          <w:b/>
          <w:lang w:val="bg-BG"/>
        </w:rPr>
        <w:t>“</w:t>
      </w:r>
      <w:r w:rsidR="003D2C46" w:rsidRPr="003D2C46">
        <w:rPr>
          <w:rFonts w:ascii="Times New Roman" w:hAnsi="Times New Roman"/>
          <w:b/>
          <w:lang w:val="bg-BG"/>
        </w:rPr>
        <w:t>Извършване на анализ на якост и сеизмоустойчивост с цел проверка на товароносимостта на опоро-подвесната система на тръбопроводи от технологични системи на I-ви и II-ри контур</w:t>
      </w:r>
      <w:r>
        <w:rPr>
          <w:rFonts w:ascii="Times New Roman" w:hAnsi="Times New Roman"/>
          <w:b/>
          <w:lang w:val="bg-BG"/>
        </w:rPr>
        <w:t>”</w:t>
      </w:r>
    </w:p>
    <w:p w:rsidR="00711B8C" w:rsidRPr="003451EA" w:rsidRDefault="00711B8C" w:rsidP="00711B8C">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Долуподписаният /-</w:t>
      </w:r>
      <w:proofErr w:type="spellStart"/>
      <w:r w:rsidRPr="003451EA">
        <w:rPr>
          <w:rFonts w:ascii="Times New Roman" w:hAnsi="Times New Roman" w:cs="Times New Roman"/>
          <w:lang w:val="bg-BG"/>
        </w:rPr>
        <w:t>ната</w:t>
      </w:r>
      <w:proofErr w:type="spellEnd"/>
      <w:r w:rsidRPr="003451EA">
        <w:rPr>
          <w:rFonts w:ascii="Times New Roman" w:hAnsi="Times New Roman" w:cs="Times New Roman"/>
          <w:lang w:val="bg-BG"/>
        </w:rPr>
        <w:t xml:space="preserve">/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711B8C" w:rsidRPr="003451EA" w:rsidRDefault="00711B8C" w:rsidP="00711B8C">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711B8C" w:rsidRPr="003451EA" w:rsidRDefault="00711B8C" w:rsidP="00711B8C">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711B8C" w:rsidRPr="003451EA" w:rsidRDefault="00711B8C" w:rsidP="00711B8C">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711B8C" w:rsidRPr="003451EA" w:rsidRDefault="00711B8C" w:rsidP="00711B8C">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711B8C" w:rsidRPr="003451EA" w:rsidRDefault="00711B8C" w:rsidP="00711B8C">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711B8C" w:rsidRPr="003451EA" w:rsidRDefault="00711B8C" w:rsidP="00711B8C">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711B8C" w:rsidRDefault="00711B8C" w:rsidP="00711B8C">
      <w:pPr>
        <w:spacing w:line="360" w:lineRule="auto"/>
        <w:jc w:val="center"/>
        <w:rPr>
          <w:rFonts w:ascii="Times New Roman" w:hAnsi="Times New Roman" w:cs="Times New Roman"/>
          <w:b/>
          <w:bCs/>
          <w:lang w:val="bg-BG"/>
        </w:rPr>
      </w:pPr>
    </w:p>
    <w:p w:rsidR="00711B8C" w:rsidRPr="003451EA" w:rsidRDefault="00711B8C" w:rsidP="00711B8C">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711B8C" w:rsidRPr="00D61109" w:rsidRDefault="00711B8C" w:rsidP="00711B8C">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711B8C" w:rsidRPr="00D61109" w:rsidRDefault="00711B8C" w:rsidP="00711B8C">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711B8C" w:rsidRPr="00D61109" w:rsidRDefault="00711B8C" w:rsidP="00711B8C">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711B8C" w:rsidRPr="00D61109" w:rsidRDefault="00711B8C" w:rsidP="00711B8C">
      <w:pPr>
        <w:spacing w:line="360" w:lineRule="auto"/>
        <w:ind w:firstLine="720"/>
        <w:jc w:val="both"/>
        <w:rPr>
          <w:rFonts w:ascii="Times New Roman" w:hAnsi="Times New Roman" w:cs="Times New Roman"/>
          <w:bCs/>
          <w:i/>
          <w:iCs/>
          <w:lang w:val="bg-BG"/>
        </w:rPr>
      </w:pPr>
      <w:r w:rsidRPr="00D61109">
        <w:rPr>
          <w:rFonts w:ascii="Times New Roman" w:hAnsi="Times New Roman" w:cs="Times New Roman"/>
          <w:bCs/>
          <w:i/>
          <w:iCs/>
          <w:lang w:val="bg-BG"/>
        </w:rPr>
        <w:t>(невярното се зачертава)</w:t>
      </w:r>
    </w:p>
    <w:p w:rsidR="00711B8C" w:rsidRPr="00D61109" w:rsidRDefault="00711B8C" w:rsidP="00711B8C">
      <w:pPr>
        <w:spacing w:line="360" w:lineRule="auto"/>
        <w:ind w:firstLine="720"/>
        <w:jc w:val="both"/>
        <w:rPr>
          <w:rFonts w:ascii="Times New Roman" w:hAnsi="Times New Roman" w:cs="Times New Roman"/>
          <w:lang w:val="bg-BG"/>
        </w:rPr>
      </w:pPr>
      <w:r w:rsidRPr="00D61109">
        <w:rPr>
          <w:rFonts w:ascii="Times New Roman" w:hAnsi="Times New Roman" w:cs="Times New Roman"/>
          <w:lang w:val="bg-BG"/>
        </w:rPr>
        <w:t>4. Не е налице конфликт на интереси, който не може да бъде отстранен.</w:t>
      </w:r>
    </w:p>
    <w:p w:rsidR="00711B8C" w:rsidRDefault="00711B8C" w:rsidP="00711B8C">
      <w:pPr>
        <w:pStyle w:val="BodyTextIndent2"/>
        <w:ind w:left="0"/>
        <w:jc w:val="center"/>
        <w:rPr>
          <w:sz w:val="20"/>
          <w:szCs w:val="20"/>
          <w:lang w:val="bg-BG"/>
        </w:rPr>
      </w:pPr>
    </w:p>
    <w:p w:rsidR="00711B8C" w:rsidRPr="003451EA" w:rsidRDefault="00711B8C" w:rsidP="00711B8C">
      <w:pPr>
        <w:pStyle w:val="BodyTextIndent2"/>
        <w:ind w:left="0"/>
        <w:jc w:val="center"/>
        <w:rPr>
          <w:sz w:val="20"/>
          <w:szCs w:val="20"/>
          <w:lang w:val="bg-BG"/>
        </w:rPr>
      </w:pPr>
    </w:p>
    <w:p w:rsidR="00711B8C" w:rsidRDefault="00711B8C" w:rsidP="00711B8C">
      <w:pPr>
        <w:spacing w:line="360" w:lineRule="auto"/>
        <w:ind w:firstLine="720"/>
        <w:jc w:val="both"/>
        <w:rPr>
          <w:rFonts w:ascii="Times New Roman" w:hAnsi="Times New Roman" w:cs="Times New Roman"/>
          <w:lang w:val="en-US"/>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711B8C" w:rsidRPr="007F772D" w:rsidRDefault="00711B8C" w:rsidP="00711B8C">
      <w:pPr>
        <w:spacing w:line="360" w:lineRule="auto"/>
        <w:ind w:firstLine="720"/>
        <w:jc w:val="both"/>
        <w:rPr>
          <w:rFonts w:ascii="Times New Roman" w:hAnsi="Times New Roman" w:cs="Times New Roman"/>
          <w:lang w:val="en-US"/>
        </w:rPr>
      </w:pPr>
    </w:p>
    <w:p w:rsidR="00711B8C" w:rsidRPr="003451EA" w:rsidRDefault="00711B8C" w:rsidP="00711B8C">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711B8C" w:rsidRPr="00571526" w:rsidRDefault="00711B8C" w:rsidP="00711B8C">
      <w:pPr>
        <w:jc w:val="both"/>
        <w:rPr>
          <w:rFonts w:ascii="Times New Roman" w:hAnsi="Times New Roman" w:cs="Times New Roman"/>
          <w:lang w:val="bg-BG"/>
        </w:rPr>
      </w:pPr>
    </w:p>
    <w:p w:rsidR="00711B8C" w:rsidRPr="00504816" w:rsidRDefault="00711B8C" w:rsidP="00711B8C">
      <w:pPr>
        <w:jc w:val="both"/>
        <w:rPr>
          <w:rFonts w:ascii="Times New Roman" w:hAnsi="Times New Roman" w:cs="Times New Roman"/>
          <w:lang w:val="bg-BG"/>
        </w:rPr>
      </w:pPr>
      <w:r w:rsidRPr="00504816">
        <w:rPr>
          <w:rFonts w:ascii="Times New Roman" w:hAnsi="Times New Roman" w:cs="Times New Roman"/>
          <w:lang w:val="bg-BG"/>
        </w:rPr>
        <w:t xml:space="preserve">Забележка: Декларацията се подава от лицата, които представляват участника. </w:t>
      </w:r>
    </w:p>
    <w:p w:rsidR="00070F31" w:rsidRPr="00F74D79" w:rsidRDefault="00070F31" w:rsidP="00711B8C">
      <w:pPr>
        <w:spacing w:line="360" w:lineRule="auto"/>
        <w:ind w:firstLine="709"/>
        <w:jc w:val="both"/>
        <w:rPr>
          <w:rFonts w:ascii="Times New Roman" w:hAnsi="Times New Roman" w:cs="Times New Roman"/>
          <w:lang w:val="bg-BG"/>
        </w:rPr>
      </w:pP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30824"/>
    <w:rsid w:val="000528F9"/>
    <w:rsid w:val="00070F31"/>
    <w:rsid w:val="00083F6D"/>
    <w:rsid w:val="000945A3"/>
    <w:rsid w:val="00095C0C"/>
    <w:rsid w:val="000A55A8"/>
    <w:rsid w:val="000E504C"/>
    <w:rsid w:val="000F1987"/>
    <w:rsid w:val="000F60C2"/>
    <w:rsid w:val="001110C5"/>
    <w:rsid w:val="00111CB0"/>
    <w:rsid w:val="0011335A"/>
    <w:rsid w:val="0012129B"/>
    <w:rsid w:val="0013468B"/>
    <w:rsid w:val="00141E82"/>
    <w:rsid w:val="00143193"/>
    <w:rsid w:val="001651B1"/>
    <w:rsid w:val="00183435"/>
    <w:rsid w:val="00191D59"/>
    <w:rsid w:val="001D37A8"/>
    <w:rsid w:val="001E7937"/>
    <w:rsid w:val="001F30A5"/>
    <w:rsid w:val="00217247"/>
    <w:rsid w:val="00281910"/>
    <w:rsid w:val="002D40C9"/>
    <w:rsid w:val="002F57AD"/>
    <w:rsid w:val="003451EA"/>
    <w:rsid w:val="00366021"/>
    <w:rsid w:val="00387A2F"/>
    <w:rsid w:val="00392073"/>
    <w:rsid w:val="003A0A9B"/>
    <w:rsid w:val="003C71DE"/>
    <w:rsid w:val="003D2C46"/>
    <w:rsid w:val="003D698F"/>
    <w:rsid w:val="003F5CA4"/>
    <w:rsid w:val="00400C61"/>
    <w:rsid w:val="004135EF"/>
    <w:rsid w:val="004445CD"/>
    <w:rsid w:val="00461DCA"/>
    <w:rsid w:val="00480A2F"/>
    <w:rsid w:val="0050063A"/>
    <w:rsid w:val="00532A96"/>
    <w:rsid w:val="00556CB2"/>
    <w:rsid w:val="00571526"/>
    <w:rsid w:val="005A014C"/>
    <w:rsid w:val="005B0C4C"/>
    <w:rsid w:val="005C7C9F"/>
    <w:rsid w:val="005F26A8"/>
    <w:rsid w:val="005F4A0F"/>
    <w:rsid w:val="0063386F"/>
    <w:rsid w:val="0063681B"/>
    <w:rsid w:val="00646347"/>
    <w:rsid w:val="0067177F"/>
    <w:rsid w:val="00671AF7"/>
    <w:rsid w:val="006932F6"/>
    <w:rsid w:val="006A2ADF"/>
    <w:rsid w:val="006C36F1"/>
    <w:rsid w:val="006F30B6"/>
    <w:rsid w:val="00711169"/>
    <w:rsid w:val="00711B8C"/>
    <w:rsid w:val="0072390C"/>
    <w:rsid w:val="0072429C"/>
    <w:rsid w:val="00731C33"/>
    <w:rsid w:val="00756AFF"/>
    <w:rsid w:val="0077073C"/>
    <w:rsid w:val="0078359C"/>
    <w:rsid w:val="0078528D"/>
    <w:rsid w:val="007A2C3D"/>
    <w:rsid w:val="007C5802"/>
    <w:rsid w:val="007E4A77"/>
    <w:rsid w:val="008041DD"/>
    <w:rsid w:val="00813B5E"/>
    <w:rsid w:val="008430AC"/>
    <w:rsid w:val="008457BF"/>
    <w:rsid w:val="00857CE8"/>
    <w:rsid w:val="00864CC5"/>
    <w:rsid w:val="008A741C"/>
    <w:rsid w:val="008D4448"/>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1194C"/>
    <w:rsid w:val="00B5775A"/>
    <w:rsid w:val="00B839D0"/>
    <w:rsid w:val="00B92A65"/>
    <w:rsid w:val="00B9507D"/>
    <w:rsid w:val="00BA6DC0"/>
    <w:rsid w:val="00BD2D0B"/>
    <w:rsid w:val="00BD76EA"/>
    <w:rsid w:val="00C06CBD"/>
    <w:rsid w:val="00C1732B"/>
    <w:rsid w:val="00C26FD6"/>
    <w:rsid w:val="00C72BDA"/>
    <w:rsid w:val="00C90051"/>
    <w:rsid w:val="00C97140"/>
    <w:rsid w:val="00C97382"/>
    <w:rsid w:val="00CC14CE"/>
    <w:rsid w:val="00CD6535"/>
    <w:rsid w:val="00D22C01"/>
    <w:rsid w:val="00D573CB"/>
    <w:rsid w:val="00D945A6"/>
    <w:rsid w:val="00D94E71"/>
    <w:rsid w:val="00D958BB"/>
    <w:rsid w:val="00DD38AE"/>
    <w:rsid w:val="00DF360E"/>
    <w:rsid w:val="00E02138"/>
    <w:rsid w:val="00E11CEA"/>
    <w:rsid w:val="00E2492A"/>
    <w:rsid w:val="00EB276E"/>
    <w:rsid w:val="00EB53A4"/>
    <w:rsid w:val="00EE0491"/>
    <w:rsid w:val="00F00868"/>
    <w:rsid w:val="00F55C8C"/>
    <w:rsid w:val="00F66E90"/>
    <w:rsid w:val="00F70DB3"/>
    <w:rsid w:val="00F74D79"/>
    <w:rsid w:val="00F81593"/>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137111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17</TotalTime>
  <Pages>1</Pages>
  <Words>219</Words>
  <Characters>1253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apangelov</cp:lastModifiedBy>
  <cp:revision>42</cp:revision>
  <cp:lastPrinted>2019-03-25T13:51:00Z</cp:lastPrinted>
  <dcterms:created xsi:type="dcterms:W3CDTF">2016-05-10T11:36:00Z</dcterms:created>
  <dcterms:modified xsi:type="dcterms:W3CDTF">2019-12-02T07:30:00Z</dcterms:modified>
</cp:coreProperties>
</file>