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675DE" w:rsidRDefault="004675DE" w:rsidP="00D42ED9">
      <w:pPr>
        <w:pStyle w:val="Heading2"/>
        <w:keepNext w:val="0"/>
        <w:widowControl w:val="0"/>
        <w:spacing w:line="320" w:lineRule="exact"/>
        <w:ind w:left="5580" w:firstLine="720"/>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E87608" w:rsidRDefault="00E87608" w:rsidP="00D42ED9">
      <w:pPr>
        <w:pStyle w:val="BodyText"/>
        <w:widowControl w:val="0"/>
        <w:spacing w:line="320" w:lineRule="exact"/>
        <w:jc w:val="center"/>
        <w:rPr>
          <w:b/>
          <w:bCs/>
          <w:sz w:val="32"/>
          <w:szCs w:val="32"/>
        </w:rPr>
      </w:pPr>
    </w:p>
    <w:p w:rsidR="003A1C34" w:rsidRDefault="003A1C34" w:rsidP="00D42ED9">
      <w:pPr>
        <w:pStyle w:val="BodyText"/>
        <w:widowControl w:val="0"/>
        <w:spacing w:line="320" w:lineRule="exact"/>
        <w:jc w:val="center"/>
        <w:rPr>
          <w:b/>
          <w:bCs/>
          <w:sz w:val="32"/>
          <w:szCs w:val="32"/>
        </w:rPr>
      </w:pPr>
    </w:p>
    <w:p w:rsidR="00CE53AB" w:rsidRDefault="00CE53AB" w:rsidP="00D42ED9">
      <w:pPr>
        <w:pStyle w:val="BodyText"/>
        <w:widowControl w:val="0"/>
        <w:spacing w:line="320" w:lineRule="exact"/>
        <w:jc w:val="center"/>
        <w:rPr>
          <w:b/>
          <w:bCs/>
          <w:sz w:val="32"/>
          <w:szCs w:val="32"/>
        </w:rPr>
      </w:pPr>
      <w:r w:rsidRPr="0089749A">
        <w:rPr>
          <w:b/>
          <w:bCs/>
          <w:sz w:val="32"/>
          <w:szCs w:val="32"/>
        </w:rPr>
        <w:t>О Ф Е Р Т А</w:t>
      </w:r>
    </w:p>
    <w:p w:rsidR="003A1C34" w:rsidRPr="00A61BF4" w:rsidRDefault="003A1C34" w:rsidP="00D42ED9">
      <w:pPr>
        <w:pStyle w:val="BodyText"/>
        <w:widowControl w:val="0"/>
        <w:spacing w:line="320" w:lineRule="exact"/>
        <w:jc w:val="center"/>
        <w:rPr>
          <w:b/>
          <w:bCs/>
          <w:sz w:val="32"/>
          <w:szCs w:val="32"/>
          <w:lang w:val="ru-MO"/>
        </w:rPr>
      </w:pPr>
    </w:p>
    <w:p w:rsidR="00CE53AB" w:rsidRPr="00912C03" w:rsidRDefault="00912C03" w:rsidP="00D42ED9">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5A3D03" w:rsidRPr="008C61F8" w:rsidRDefault="008C61F8" w:rsidP="008C61F8">
      <w:pPr>
        <w:pStyle w:val="Style2"/>
        <w:widowControl w:val="0"/>
        <w:ind w:firstLine="0"/>
        <w:jc w:val="center"/>
        <w:rPr>
          <w:iCs/>
        </w:rPr>
      </w:pPr>
      <w:r w:rsidRPr="008C61F8">
        <w:rPr>
          <w:bCs/>
        </w:rPr>
        <w:t>“</w:t>
      </w:r>
      <w:r w:rsidR="00316A73" w:rsidRPr="00316A73">
        <w:rPr>
          <w:iCs/>
        </w:rPr>
        <w:t>Изработка и доставка на стойки за разполагане, съхранение и транспортиране на имитатори на ТОС за ВВЕР-1000</w:t>
      </w:r>
      <w:r w:rsidRPr="008C61F8">
        <w:rPr>
          <w:bCs/>
        </w:rPr>
        <w:t>”</w:t>
      </w:r>
    </w:p>
    <w:p w:rsidR="00D05351" w:rsidRDefault="00D05351" w:rsidP="00E26C91">
      <w:pPr>
        <w:pStyle w:val="BodyText"/>
        <w:widowControl w:val="0"/>
        <w:spacing w:line="320" w:lineRule="exact"/>
        <w:rPr>
          <w:b/>
          <w:iCs/>
        </w:rPr>
      </w:pPr>
    </w:p>
    <w:p w:rsidR="00EB2F1C" w:rsidRPr="0089749A" w:rsidRDefault="00EB2F1C" w:rsidP="006C348F">
      <w:pPr>
        <w:ind w:firstLine="561"/>
        <w:jc w:val="both"/>
        <w:rPr>
          <w:lang w:val="bg-BG"/>
        </w:rPr>
      </w:pPr>
      <w:r w:rsidRPr="0089749A">
        <w:rPr>
          <w:lang w:val="bg-BG"/>
        </w:rPr>
        <w:t>Уважаеми дами и господа,</w:t>
      </w:r>
    </w:p>
    <w:p w:rsidR="00AC2FD7" w:rsidRPr="004675DE" w:rsidRDefault="00797DA1" w:rsidP="006C348F">
      <w:pPr>
        <w:widowControl w:val="0"/>
        <w:ind w:firstLine="561"/>
        <w:jc w:val="both"/>
        <w:rPr>
          <w:lang w:val="bg-BG"/>
        </w:rPr>
      </w:pPr>
      <w:r>
        <w:rPr>
          <w:lang w:val="bg-BG"/>
        </w:rPr>
        <w:t>с</w:t>
      </w:r>
      <w:r w:rsidR="00AC2FD7">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Pr>
          <w:lang w:val="bg-BG"/>
        </w:rPr>
        <w:t>ата</w:t>
      </w:r>
      <w:r w:rsidR="00AC2FD7">
        <w:rPr>
          <w:lang w:val="bg-BG"/>
        </w:rPr>
        <w:t xml:space="preserve"> и с проекта на договор.</w:t>
      </w:r>
    </w:p>
    <w:p w:rsidR="0025012C" w:rsidRPr="004675DE" w:rsidRDefault="0025012C" w:rsidP="006C348F">
      <w:pPr>
        <w:widowControl w:val="0"/>
        <w:ind w:firstLine="567"/>
        <w:jc w:val="both"/>
        <w:rPr>
          <w:lang w:val="bg-BG"/>
        </w:rPr>
      </w:pPr>
    </w:p>
    <w:p w:rsidR="0025012C" w:rsidRDefault="0025012C" w:rsidP="006C348F">
      <w:pPr>
        <w:pStyle w:val="BodyText"/>
        <w:widowControl w:val="0"/>
        <w:ind w:firstLine="567"/>
      </w:pPr>
      <w:r w:rsidRPr="0089749A">
        <w:t>Нашата оферта</w:t>
      </w:r>
      <w:r w:rsidR="004607BD" w:rsidRPr="004607BD">
        <w:rPr>
          <w:lang w:val="ru-MO"/>
        </w:rPr>
        <w:t xml:space="preserve"> </w:t>
      </w:r>
      <w:r w:rsidRPr="0089749A">
        <w:t>съдържа:</w:t>
      </w:r>
    </w:p>
    <w:p w:rsidR="004675DE" w:rsidRPr="0089749A" w:rsidRDefault="004675DE" w:rsidP="006C348F">
      <w:pPr>
        <w:pStyle w:val="BodyText"/>
        <w:widowControl w:val="0"/>
        <w:ind w:firstLine="567"/>
      </w:pPr>
    </w:p>
    <w:p w:rsidR="004607BD" w:rsidRDefault="00FE6641" w:rsidP="004607BD">
      <w:pPr>
        <w:widowControl w:val="0"/>
        <w:tabs>
          <w:tab w:val="left" w:pos="432"/>
        </w:tabs>
        <w:spacing w:line="276" w:lineRule="auto"/>
        <w:jc w:val="both"/>
        <w:rPr>
          <w:b/>
          <w:bCs/>
          <w:lang w:val="bg-BG"/>
        </w:rPr>
      </w:pPr>
      <w:r w:rsidRPr="0089749A">
        <w:rPr>
          <w:b/>
          <w:bCs/>
          <w:lang w:val="en-US"/>
        </w:rPr>
        <w:t>I</w:t>
      </w:r>
      <w:r w:rsidR="004607BD" w:rsidRPr="004607BD">
        <w:rPr>
          <w:b/>
          <w:bCs/>
          <w:lang w:val="ru-MO"/>
        </w:rPr>
        <w:t>.</w:t>
      </w:r>
      <w:r w:rsidR="00580C27" w:rsidRPr="0089749A">
        <w:rPr>
          <w:b/>
          <w:bCs/>
          <w:lang w:val="bg-BG"/>
        </w:rPr>
        <w:tab/>
      </w:r>
      <w:r w:rsidR="00CE53AB" w:rsidRPr="0089749A">
        <w:rPr>
          <w:b/>
          <w:bCs/>
          <w:lang w:val="bg-BG"/>
        </w:rPr>
        <w:t>Документи и информация</w:t>
      </w:r>
    </w:p>
    <w:p w:rsidR="004607BD" w:rsidRPr="004607BD" w:rsidRDefault="00CE53AB" w:rsidP="004607BD">
      <w:pPr>
        <w:widowControl w:val="0"/>
        <w:tabs>
          <w:tab w:val="left" w:pos="900"/>
        </w:tabs>
        <w:spacing w:line="276" w:lineRule="auto"/>
        <w:jc w:val="both"/>
        <w:rPr>
          <w:lang w:val="ru-MO"/>
        </w:rPr>
      </w:pPr>
      <w:r w:rsidRPr="003A1C34">
        <w:rPr>
          <w:lang w:val="bg-BG"/>
        </w:rPr>
        <w:t xml:space="preserve">I.1. </w:t>
      </w:r>
      <w:r w:rsidR="004607BD" w:rsidRPr="004607BD">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4607BD" w:rsidRPr="004607BD" w:rsidRDefault="009F7A58" w:rsidP="004607BD">
      <w:pPr>
        <w:widowControl w:val="0"/>
        <w:tabs>
          <w:tab w:val="left" w:pos="900"/>
        </w:tabs>
        <w:spacing w:line="276" w:lineRule="auto"/>
        <w:jc w:val="both"/>
        <w:rPr>
          <w:lang w:val="ru-MO"/>
        </w:rPr>
      </w:pPr>
      <w:r w:rsidRPr="0089749A">
        <w:rPr>
          <w:lang w:val="bg-BG"/>
        </w:rPr>
        <w:t>I.2. Документи за доказване на предприетите мерки за надеждност</w:t>
      </w:r>
      <w:r w:rsidR="00A61BF4">
        <w:rPr>
          <w:lang w:val="bg-BG"/>
        </w:rPr>
        <w:t xml:space="preserve"> </w:t>
      </w:r>
      <w:r w:rsidR="00A61BF4" w:rsidRPr="00A61BF4">
        <w:rPr>
          <w:lang w:val="ru-MO"/>
        </w:rPr>
        <w:t>(</w:t>
      </w:r>
      <w:r w:rsidR="00A61BF4" w:rsidRPr="000E1ED2">
        <w:rPr>
          <w:i/>
          <w:lang w:val="bg-BG"/>
        </w:rPr>
        <w:t>когато е приложимо</w:t>
      </w:r>
      <w:r w:rsidR="00A61BF4" w:rsidRPr="00A61BF4">
        <w:rPr>
          <w:lang w:val="ru-MO"/>
        </w:rPr>
        <w:t>)</w:t>
      </w:r>
      <w:r w:rsidRPr="0089749A">
        <w:rPr>
          <w:lang w:val="bg-BG"/>
        </w:rPr>
        <w:t>.</w:t>
      </w:r>
    </w:p>
    <w:p w:rsidR="004607BD" w:rsidRDefault="007F26DA" w:rsidP="004607BD">
      <w:pPr>
        <w:widowControl w:val="0"/>
        <w:tabs>
          <w:tab w:val="left" w:pos="900"/>
        </w:tabs>
        <w:spacing w:line="276" w:lineRule="auto"/>
        <w:jc w:val="both"/>
        <w:rPr>
          <w:lang w:val="bg-BG"/>
        </w:rPr>
      </w:pPr>
      <w:r w:rsidRPr="0089749A">
        <w:rPr>
          <w:lang w:val="bg-BG"/>
        </w:rPr>
        <w:t xml:space="preserve">I.3. Документите по чл.37, ал.4 от ППЗОП </w:t>
      </w:r>
      <w:r w:rsidR="004607BD" w:rsidRPr="004607BD">
        <w:rPr>
          <w:lang w:val="ru-MO"/>
        </w:rPr>
        <w:t>(</w:t>
      </w:r>
      <w:r w:rsidR="004607BD" w:rsidRPr="004607BD">
        <w:rPr>
          <w:i/>
          <w:lang w:val="bg-BG"/>
        </w:rPr>
        <w:t>когато е приложимо</w:t>
      </w:r>
      <w:r w:rsidR="004607BD" w:rsidRPr="004607BD">
        <w:rPr>
          <w:lang w:val="ru-MO"/>
        </w:rPr>
        <w:t>)</w:t>
      </w:r>
      <w:r w:rsidRPr="0089749A">
        <w:rPr>
          <w:lang w:val="bg-BG"/>
        </w:rPr>
        <w:t>.</w:t>
      </w:r>
    </w:p>
    <w:p w:rsidR="004607BD" w:rsidRDefault="004607BD" w:rsidP="004607BD">
      <w:pPr>
        <w:widowControl w:val="0"/>
        <w:spacing w:line="276" w:lineRule="auto"/>
        <w:jc w:val="both"/>
        <w:rPr>
          <w:lang w:val="bg-BG"/>
        </w:rPr>
      </w:pPr>
    </w:p>
    <w:p w:rsidR="004607BD" w:rsidRDefault="00CE53AB" w:rsidP="004607BD">
      <w:pPr>
        <w:widowControl w:val="0"/>
        <w:tabs>
          <w:tab w:val="left" w:pos="576"/>
        </w:tabs>
        <w:spacing w:line="276" w:lineRule="auto"/>
        <w:jc w:val="both"/>
        <w:rPr>
          <w:b/>
          <w:bCs/>
          <w:lang w:val="bg-BG"/>
        </w:rPr>
      </w:pPr>
      <w:r w:rsidRPr="0089749A">
        <w:rPr>
          <w:b/>
          <w:bCs/>
          <w:lang w:val="en-US"/>
        </w:rPr>
        <w:t>II</w:t>
      </w:r>
      <w:r w:rsidR="004607BD" w:rsidRPr="004607BD">
        <w:rPr>
          <w:b/>
          <w:bCs/>
          <w:lang w:val="ru-MO"/>
        </w:rPr>
        <w:t>.</w:t>
      </w:r>
      <w:r w:rsidR="004607BD" w:rsidRPr="004607BD">
        <w:rPr>
          <w:b/>
          <w:bCs/>
          <w:lang w:val="ru-MO"/>
        </w:rPr>
        <w:tab/>
      </w:r>
      <w:r w:rsidR="0081016D" w:rsidRPr="0089749A">
        <w:rPr>
          <w:b/>
          <w:bCs/>
          <w:lang w:val="bg-BG"/>
        </w:rPr>
        <w:t>Техническо предложение</w:t>
      </w:r>
    </w:p>
    <w:p w:rsidR="00AD5587" w:rsidRPr="00D77418" w:rsidRDefault="00AD5587" w:rsidP="00AD5587">
      <w:pPr>
        <w:widowControl w:val="0"/>
        <w:spacing w:line="276" w:lineRule="auto"/>
        <w:jc w:val="both"/>
        <w:rPr>
          <w:lang w:val="bg-BG"/>
        </w:rPr>
      </w:pPr>
      <w:bookmarkStart w:id="0" w:name="_Ref90368783"/>
      <w:r w:rsidRPr="00D77418">
        <w:rPr>
          <w:lang w:val="bg-BG"/>
        </w:rPr>
        <w:t>II</w:t>
      </w:r>
      <w:r w:rsidRPr="00D77418">
        <w:rPr>
          <w:lang w:val="ru-MO"/>
        </w:rPr>
        <w:t>.</w:t>
      </w:r>
      <w:r w:rsidRPr="00D77418">
        <w:rPr>
          <w:lang w:val="bg-BG"/>
        </w:rPr>
        <w:t>1.</w:t>
      </w:r>
      <w:r>
        <w:rPr>
          <w:lang w:val="bg-BG"/>
        </w:rPr>
        <w:t xml:space="preserve"> </w:t>
      </w:r>
      <w:r w:rsidRPr="00D77418">
        <w:rPr>
          <w:sz w:val="10"/>
          <w:szCs w:val="10"/>
          <w:lang w:val="bg-BG"/>
        </w:rPr>
        <w:t xml:space="preserve"> </w:t>
      </w:r>
      <w:r w:rsidRPr="00D77418">
        <w:rPr>
          <w:lang w:val="bg-BG"/>
        </w:rPr>
        <w:t>Спецификация на предлаганата стока за доставка</w:t>
      </w:r>
      <w:r w:rsidR="003B598A">
        <w:rPr>
          <w:lang w:val="bg-BG"/>
        </w:rPr>
        <w:t xml:space="preserve"> </w:t>
      </w:r>
      <w:r w:rsidR="003B598A" w:rsidRPr="00AD5587">
        <w:rPr>
          <w:lang w:val="bg-BG"/>
        </w:rPr>
        <w:t>(по образец)</w:t>
      </w:r>
      <w:r w:rsidRPr="00D77418">
        <w:rPr>
          <w:lang w:val="bg-BG"/>
        </w:rPr>
        <w:t>.</w:t>
      </w:r>
    </w:p>
    <w:p w:rsidR="00AD5587" w:rsidRPr="00D77418" w:rsidRDefault="00AD5587" w:rsidP="00AD5587">
      <w:pPr>
        <w:widowControl w:val="0"/>
        <w:tabs>
          <w:tab w:val="left" w:pos="851"/>
        </w:tabs>
        <w:spacing w:line="276" w:lineRule="auto"/>
        <w:jc w:val="both"/>
        <w:rPr>
          <w:lang w:val="ru-RU"/>
        </w:rPr>
      </w:pPr>
      <w:r w:rsidRPr="00D77418">
        <w:rPr>
          <w:lang w:val="bg-BG"/>
        </w:rPr>
        <w:t>II</w:t>
      </w:r>
      <w:r w:rsidRPr="00D77418">
        <w:rPr>
          <w:lang w:val="ru-MO"/>
        </w:rPr>
        <w:t>.2</w:t>
      </w:r>
      <w:r w:rsidRPr="00D77418">
        <w:rPr>
          <w:lang w:val="bg-BG"/>
        </w:rPr>
        <w:t>.</w:t>
      </w:r>
      <w:r>
        <w:rPr>
          <w:lang w:val="bg-BG"/>
        </w:rPr>
        <w:t xml:space="preserve"> </w:t>
      </w:r>
      <w:proofErr w:type="spellStart"/>
      <w:r>
        <w:rPr>
          <w:lang w:val="ru-MO"/>
        </w:rPr>
        <w:t>Документи</w:t>
      </w:r>
      <w:proofErr w:type="spellEnd"/>
      <w:r>
        <w:rPr>
          <w:lang w:val="ru-MO"/>
        </w:rPr>
        <w:t xml:space="preserve">, </w:t>
      </w:r>
      <w:proofErr w:type="spellStart"/>
      <w:r>
        <w:rPr>
          <w:lang w:val="ru-MO"/>
        </w:rPr>
        <w:t>доказващи</w:t>
      </w:r>
      <w:proofErr w:type="spellEnd"/>
      <w:r>
        <w:rPr>
          <w:lang w:val="ru-MO"/>
        </w:rPr>
        <w:t xml:space="preserve"> </w:t>
      </w:r>
      <w:proofErr w:type="spellStart"/>
      <w:r>
        <w:rPr>
          <w:lang w:val="ru-MO"/>
        </w:rPr>
        <w:t>съответс</w:t>
      </w:r>
      <w:r w:rsidRPr="00D77418">
        <w:rPr>
          <w:lang w:val="ru-MO"/>
        </w:rPr>
        <w:t>т</w:t>
      </w:r>
      <w:r>
        <w:rPr>
          <w:lang w:val="ru-MO"/>
        </w:rPr>
        <w:t>в</w:t>
      </w:r>
      <w:r w:rsidRPr="00D77418">
        <w:rPr>
          <w:lang w:val="ru-MO"/>
        </w:rPr>
        <w:t>ието</w:t>
      </w:r>
      <w:proofErr w:type="spellEnd"/>
      <w:r w:rsidRPr="00D77418">
        <w:rPr>
          <w:lang w:val="ru-MO"/>
        </w:rPr>
        <w:t xml:space="preserve"> на </w:t>
      </w:r>
      <w:proofErr w:type="spellStart"/>
      <w:r w:rsidRPr="00D77418">
        <w:rPr>
          <w:lang w:val="ru-MO"/>
        </w:rPr>
        <w:t>предлаганата</w:t>
      </w:r>
      <w:proofErr w:type="spellEnd"/>
      <w:r w:rsidRPr="00D77418">
        <w:rPr>
          <w:lang w:val="ru-MO"/>
        </w:rPr>
        <w:t xml:space="preserve"> стока с </w:t>
      </w:r>
      <w:proofErr w:type="spellStart"/>
      <w:r w:rsidRPr="00D77418">
        <w:rPr>
          <w:lang w:val="ru-MO"/>
        </w:rPr>
        <w:t>изискванията</w:t>
      </w:r>
      <w:proofErr w:type="spellEnd"/>
      <w:r w:rsidRPr="00D77418">
        <w:rPr>
          <w:lang w:val="ru-MO"/>
        </w:rPr>
        <w:t xml:space="preserve"> на </w:t>
      </w:r>
      <w:proofErr w:type="spellStart"/>
      <w:r w:rsidRPr="00D77418">
        <w:rPr>
          <w:lang w:val="ru-MO"/>
        </w:rPr>
        <w:t>техничес</w:t>
      </w:r>
      <w:r w:rsidR="00EF62CB">
        <w:rPr>
          <w:lang w:val="ru-MO"/>
        </w:rPr>
        <w:t>кото</w:t>
      </w:r>
      <w:proofErr w:type="spellEnd"/>
      <w:r w:rsidRPr="00D77418">
        <w:rPr>
          <w:lang w:val="ru-MO"/>
        </w:rPr>
        <w:t xml:space="preserve"> </w:t>
      </w:r>
      <w:r w:rsidR="00EF62CB">
        <w:rPr>
          <w:lang w:val="ru-MO"/>
        </w:rPr>
        <w:t>задание</w:t>
      </w:r>
      <w:r w:rsidRPr="00D77418">
        <w:rPr>
          <w:lang w:val="ru-MO"/>
        </w:rPr>
        <w:t xml:space="preserve"> (например: </w:t>
      </w:r>
      <w:proofErr w:type="spellStart"/>
      <w:r w:rsidRPr="00D77418">
        <w:rPr>
          <w:lang w:val="ru-MO"/>
        </w:rPr>
        <w:t>каталози</w:t>
      </w:r>
      <w:proofErr w:type="spellEnd"/>
      <w:r w:rsidRPr="00D77418">
        <w:rPr>
          <w:lang w:val="ru-MO"/>
        </w:rPr>
        <w:t xml:space="preserve">, спецификации, </w:t>
      </w:r>
      <w:proofErr w:type="spellStart"/>
      <w:r w:rsidRPr="00D77418">
        <w:rPr>
          <w:lang w:val="ru-MO"/>
        </w:rPr>
        <w:t>схеми</w:t>
      </w:r>
      <w:proofErr w:type="spellEnd"/>
      <w:r w:rsidRPr="00D77418">
        <w:rPr>
          <w:lang w:val="ru-MO"/>
        </w:rPr>
        <w:t xml:space="preserve"> и др.)</w:t>
      </w:r>
      <w:r w:rsidRPr="00D77418">
        <w:rPr>
          <w:lang w:val="ru-RU"/>
        </w:rPr>
        <w:t>.</w:t>
      </w:r>
    </w:p>
    <w:p w:rsidR="00B72EA7" w:rsidRPr="005655CE" w:rsidRDefault="00974415" w:rsidP="003250CE">
      <w:pPr>
        <w:jc w:val="both"/>
        <w:rPr>
          <w:lang w:val="bg-BG"/>
        </w:rPr>
      </w:pPr>
      <w:r w:rsidRPr="003250CE">
        <w:rPr>
          <w:lang w:val="bg-BG"/>
        </w:rPr>
        <w:t>II.</w:t>
      </w:r>
      <w:r w:rsidR="00D80642">
        <w:rPr>
          <w:lang w:val="bg-BG"/>
        </w:rPr>
        <w:t>3</w:t>
      </w:r>
      <w:r w:rsidRPr="003250CE">
        <w:rPr>
          <w:lang w:val="bg-BG"/>
        </w:rPr>
        <w:t>.</w:t>
      </w:r>
      <w:r w:rsidR="003250CE" w:rsidRPr="003250CE">
        <w:rPr>
          <w:lang w:val="bg-BG"/>
        </w:rPr>
        <w:t xml:space="preserve"> </w:t>
      </w:r>
      <w:r w:rsidR="00AD5587">
        <w:rPr>
          <w:lang w:val="bg-BG"/>
        </w:rPr>
        <w:t xml:space="preserve"> </w:t>
      </w:r>
      <w:r w:rsidRPr="003250CE">
        <w:rPr>
          <w:lang w:val="bg-BG"/>
        </w:rPr>
        <w:t>Друга информация /ако Участника смята за необходимо да представи/</w:t>
      </w:r>
      <w:r w:rsidR="00B72EA7" w:rsidRPr="003250CE">
        <w:rPr>
          <w:lang w:val="bg-BG"/>
        </w:rPr>
        <w:t>.</w:t>
      </w:r>
    </w:p>
    <w:p w:rsidR="004607BD" w:rsidRDefault="004607BD" w:rsidP="004607BD">
      <w:pPr>
        <w:pStyle w:val="Style1"/>
        <w:widowControl w:val="0"/>
        <w:tabs>
          <w:tab w:val="left" w:pos="600"/>
        </w:tabs>
        <w:spacing w:line="276" w:lineRule="auto"/>
        <w:ind w:firstLine="0"/>
        <w:rPr>
          <w:lang w:val="bg-BG"/>
        </w:rPr>
      </w:pPr>
    </w:p>
    <w:bookmarkEnd w:id="0"/>
    <w:p w:rsidR="004607BD" w:rsidRDefault="00CE53AB" w:rsidP="004607BD">
      <w:pPr>
        <w:widowControl w:val="0"/>
        <w:numPr>
          <w:ilvl w:val="0"/>
          <w:numId w:val="3"/>
        </w:numPr>
        <w:tabs>
          <w:tab w:val="clear" w:pos="1080"/>
          <w:tab w:val="num" w:pos="576"/>
        </w:tabs>
        <w:spacing w:line="276" w:lineRule="auto"/>
        <w:ind w:hanging="1080"/>
        <w:jc w:val="both"/>
        <w:rPr>
          <w:b/>
          <w:bCs/>
          <w:lang w:val="bg-BG"/>
        </w:rPr>
      </w:pPr>
      <w:r w:rsidRPr="009F7901">
        <w:rPr>
          <w:b/>
          <w:bCs/>
          <w:lang w:val="bg-BG"/>
        </w:rPr>
        <w:t>Ценово предложение</w:t>
      </w:r>
    </w:p>
    <w:p w:rsidR="00AD5587" w:rsidRPr="00AD5587" w:rsidRDefault="00AD5587" w:rsidP="00AD5587">
      <w:pPr>
        <w:widowControl w:val="0"/>
        <w:tabs>
          <w:tab w:val="left" w:pos="600"/>
        </w:tabs>
        <w:spacing w:line="276" w:lineRule="auto"/>
        <w:jc w:val="both"/>
        <w:rPr>
          <w:lang w:val="bg-BG"/>
        </w:rPr>
      </w:pPr>
      <w:r w:rsidRPr="00AD5587">
        <w:rPr>
          <w:bCs/>
          <w:szCs w:val="22"/>
          <w:lang w:val="bg-BG"/>
        </w:rPr>
        <w:t xml:space="preserve">III.1. </w:t>
      </w:r>
      <w:r w:rsidRPr="00AD5587">
        <w:rPr>
          <w:lang w:val="bg-BG"/>
        </w:rPr>
        <w:t>Ценова таблица (по образец).</w:t>
      </w:r>
    </w:p>
    <w:p w:rsidR="005A3D03" w:rsidRDefault="005A3D03" w:rsidP="005A3D03">
      <w:pPr>
        <w:widowControl w:val="0"/>
        <w:tabs>
          <w:tab w:val="left" w:pos="600"/>
        </w:tabs>
        <w:jc w:val="both"/>
        <w:rPr>
          <w:b/>
          <w:bCs/>
          <w:u w:val="single"/>
          <w:lang w:val="bg-BG"/>
        </w:rPr>
      </w:pPr>
    </w:p>
    <w:p w:rsidR="00CE53AB" w:rsidRPr="009F7901" w:rsidRDefault="00CE53AB" w:rsidP="004223E2">
      <w:pPr>
        <w:widowControl w:val="0"/>
        <w:spacing w:line="360" w:lineRule="auto"/>
        <w:rPr>
          <w:b/>
          <w:bCs/>
          <w:u w:val="single"/>
          <w:lang w:val="bg-BG"/>
        </w:rPr>
      </w:pPr>
      <w:r w:rsidRPr="009F7901">
        <w:rPr>
          <w:b/>
          <w:bCs/>
          <w:u w:val="single"/>
          <w:lang w:val="bg-BG"/>
        </w:rPr>
        <w:t>ПОДПИС и ПЕЧАТ:</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(име и фамилия)</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(дата)</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(длъжност на управляващия/представляващия участника)</w:t>
      </w:r>
    </w:p>
    <w:p w:rsidR="00CE53AB" w:rsidRPr="009F7901" w:rsidRDefault="00CE53AB" w:rsidP="004223E2">
      <w:pPr>
        <w:pStyle w:val="BodyText"/>
        <w:widowControl w:val="0"/>
        <w:ind w:left="3366"/>
      </w:pPr>
    </w:p>
    <w:p w:rsidR="00C66ACB" w:rsidRDefault="00CE53AB" w:rsidP="00895381">
      <w:pPr>
        <w:pStyle w:val="BodyText"/>
        <w:widowControl w:val="0"/>
        <w:jc w:val="left"/>
      </w:pPr>
      <w:r w:rsidRPr="009F7901">
        <w:t>______________________ (наименование на участника)</w:t>
      </w:r>
    </w:p>
    <w:sectPr w:rsidR="00C66ACB" w:rsidSect="00921525">
      <w:pgSz w:w="11909" w:h="16834" w:code="9"/>
      <w:pgMar w:top="426" w:right="851" w:bottom="851"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A73" w:rsidRDefault="00316A73" w:rsidP="00CB3937">
      <w:r>
        <w:separator/>
      </w:r>
    </w:p>
  </w:endnote>
  <w:endnote w:type="continuationSeparator" w:id="0">
    <w:p w:rsidR="00316A73" w:rsidRDefault="00316A7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A73" w:rsidRDefault="00316A73" w:rsidP="00CB3937">
      <w:r>
        <w:separator/>
      </w:r>
    </w:p>
  </w:footnote>
  <w:footnote w:type="continuationSeparator" w:id="0">
    <w:p w:rsidR="00316A73" w:rsidRDefault="00316A7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8B2722"/>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438"/>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046"/>
    <w:rsid w:val="000C78B8"/>
    <w:rsid w:val="000C7D45"/>
    <w:rsid w:val="000D19E6"/>
    <w:rsid w:val="000D41AA"/>
    <w:rsid w:val="000D6C04"/>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1DE8"/>
    <w:rsid w:val="001A404F"/>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2FAC"/>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6C53"/>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6A73"/>
    <w:rsid w:val="00317C16"/>
    <w:rsid w:val="00323930"/>
    <w:rsid w:val="003250CE"/>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598A"/>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07BD"/>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35F5"/>
    <w:rsid w:val="004B5A07"/>
    <w:rsid w:val="004C05BC"/>
    <w:rsid w:val="004C09D1"/>
    <w:rsid w:val="004C3726"/>
    <w:rsid w:val="004C3731"/>
    <w:rsid w:val="004C3970"/>
    <w:rsid w:val="004C3B68"/>
    <w:rsid w:val="004C527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825"/>
    <w:rsid w:val="00516F78"/>
    <w:rsid w:val="00517DA1"/>
    <w:rsid w:val="005221F0"/>
    <w:rsid w:val="00523187"/>
    <w:rsid w:val="00526720"/>
    <w:rsid w:val="005308EB"/>
    <w:rsid w:val="005345BD"/>
    <w:rsid w:val="005350A6"/>
    <w:rsid w:val="00536546"/>
    <w:rsid w:val="005374BD"/>
    <w:rsid w:val="00537726"/>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94CD1"/>
    <w:rsid w:val="005A2583"/>
    <w:rsid w:val="005A3A74"/>
    <w:rsid w:val="005A3D03"/>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2409"/>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57E2"/>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67545"/>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48C7"/>
    <w:rsid w:val="007949E7"/>
    <w:rsid w:val="00795939"/>
    <w:rsid w:val="00797DA1"/>
    <w:rsid w:val="007A78B5"/>
    <w:rsid w:val="007A79D3"/>
    <w:rsid w:val="007A7BE1"/>
    <w:rsid w:val="007B1698"/>
    <w:rsid w:val="007B22D5"/>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2FB4"/>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722"/>
    <w:rsid w:val="008B28DF"/>
    <w:rsid w:val="008B512E"/>
    <w:rsid w:val="008B61E8"/>
    <w:rsid w:val="008C53AC"/>
    <w:rsid w:val="008C61F8"/>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25"/>
    <w:rsid w:val="00921580"/>
    <w:rsid w:val="0092185D"/>
    <w:rsid w:val="009225C3"/>
    <w:rsid w:val="0092365C"/>
    <w:rsid w:val="009271C7"/>
    <w:rsid w:val="00930C56"/>
    <w:rsid w:val="00931A48"/>
    <w:rsid w:val="009328C4"/>
    <w:rsid w:val="009335CC"/>
    <w:rsid w:val="009340B6"/>
    <w:rsid w:val="009364F7"/>
    <w:rsid w:val="00941BFB"/>
    <w:rsid w:val="00941F6A"/>
    <w:rsid w:val="009427DF"/>
    <w:rsid w:val="00943D67"/>
    <w:rsid w:val="0094522A"/>
    <w:rsid w:val="009533EB"/>
    <w:rsid w:val="0095437E"/>
    <w:rsid w:val="00954BD0"/>
    <w:rsid w:val="00954E04"/>
    <w:rsid w:val="00957E3A"/>
    <w:rsid w:val="009654FE"/>
    <w:rsid w:val="0096615F"/>
    <w:rsid w:val="00967DEB"/>
    <w:rsid w:val="00972EA6"/>
    <w:rsid w:val="00974415"/>
    <w:rsid w:val="00974C2E"/>
    <w:rsid w:val="00975A9A"/>
    <w:rsid w:val="00980AD6"/>
    <w:rsid w:val="0098229B"/>
    <w:rsid w:val="00982E68"/>
    <w:rsid w:val="00985E32"/>
    <w:rsid w:val="00987666"/>
    <w:rsid w:val="00987B0D"/>
    <w:rsid w:val="00990E22"/>
    <w:rsid w:val="00991383"/>
    <w:rsid w:val="009933F0"/>
    <w:rsid w:val="00993E8F"/>
    <w:rsid w:val="00994439"/>
    <w:rsid w:val="009A1815"/>
    <w:rsid w:val="009A1A33"/>
    <w:rsid w:val="009A529E"/>
    <w:rsid w:val="009A7B39"/>
    <w:rsid w:val="009A7DC7"/>
    <w:rsid w:val="009B1E53"/>
    <w:rsid w:val="009B24BD"/>
    <w:rsid w:val="009B2E98"/>
    <w:rsid w:val="009B310F"/>
    <w:rsid w:val="009B741B"/>
    <w:rsid w:val="009B7F32"/>
    <w:rsid w:val="009C0372"/>
    <w:rsid w:val="009C1425"/>
    <w:rsid w:val="009C195F"/>
    <w:rsid w:val="009C5096"/>
    <w:rsid w:val="009C6BE2"/>
    <w:rsid w:val="009D0C6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05563"/>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D5587"/>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510E"/>
    <w:rsid w:val="00B668C7"/>
    <w:rsid w:val="00B72EA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11B4"/>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0642"/>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1050"/>
    <w:rsid w:val="00E52C9C"/>
    <w:rsid w:val="00E539AC"/>
    <w:rsid w:val="00E53C43"/>
    <w:rsid w:val="00E56505"/>
    <w:rsid w:val="00E61887"/>
    <w:rsid w:val="00E61940"/>
    <w:rsid w:val="00E61FC5"/>
    <w:rsid w:val="00E62A5C"/>
    <w:rsid w:val="00E62E63"/>
    <w:rsid w:val="00E64364"/>
    <w:rsid w:val="00E64566"/>
    <w:rsid w:val="00E64F3D"/>
    <w:rsid w:val="00E64F9F"/>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EF62CB"/>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5258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72EA7"/>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129</TotalTime>
  <Pages>1</Pages>
  <Words>199</Words>
  <Characters>1299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ibpalanska</cp:lastModifiedBy>
  <cp:revision>26</cp:revision>
  <cp:lastPrinted>2019-03-15T08:51:00Z</cp:lastPrinted>
  <dcterms:created xsi:type="dcterms:W3CDTF">2019-07-16T08:27:00Z</dcterms:created>
  <dcterms:modified xsi:type="dcterms:W3CDTF">2019-12-05T07:57:00Z</dcterms:modified>
</cp:coreProperties>
</file>