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4A51F5">
      <w:pPr>
        <w:pStyle w:val="Heading4"/>
        <w:tabs>
          <w:tab w:val="left" w:pos="0"/>
        </w:tabs>
        <w:jc w:val="center"/>
      </w:pPr>
    </w:p>
    <w:p w:rsidR="00893BBC" w:rsidRDefault="00893BBC" w:rsidP="004A51F5">
      <w:pPr>
        <w:pStyle w:val="Title"/>
        <w:tabs>
          <w:tab w:val="left" w:pos="0"/>
        </w:tabs>
      </w:pPr>
      <w:r w:rsidRPr="00780F31">
        <w:rPr>
          <w:lang w:val="ru-RU"/>
        </w:rPr>
        <w:t>Д Е К Л А Р А Ц И Я</w:t>
      </w:r>
    </w:p>
    <w:p w:rsidR="00893BBC" w:rsidRDefault="00893BBC" w:rsidP="004A51F5">
      <w:pPr>
        <w:tabs>
          <w:tab w:val="left" w:pos="0"/>
        </w:tabs>
        <w:jc w:val="center"/>
        <w:rPr>
          <w:lang w:val="bg-BG"/>
        </w:rPr>
      </w:pPr>
    </w:p>
    <w:p w:rsidR="00893BBC" w:rsidRPr="005D525C" w:rsidRDefault="00893BBC" w:rsidP="004A51F5">
      <w:pPr>
        <w:tabs>
          <w:tab w:val="left" w:pos="0"/>
        </w:tabs>
        <w:spacing w:line="360" w:lineRule="auto"/>
        <w:jc w:val="center"/>
        <w:rPr>
          <w:b/>
          <w:szCs w:val="22"/>
          <w:lang w:val="bg-BG"/>
        </w:rPr>
      </w:pPr>
      <w:r w:rsidRPr="005D525C">
        <w:rPr>
          <w:b/>
          <w:szCs w:val="22"/>
          <w:lang w:val="bg-BG"/>
        </w:rPr>
        <w:t>по чл.</w:t>
      </w:r>
      <w:r w:rsidR="00032ECB">
        <w:rPr>
          <w:b/>
          <w:szCs w:val="22"/>
          <w:lang w:val="bg-BG"/>
        </w:rPr>
        <w:t xml:space="preserve">66, ал.1 </w:t>
      </w:r>
      <w:r>
        <w:rPr>
          <w:b/>
          <w:szCs w:val="22"/>
          <w:lang w:val="bg-BG"/>
        </w:rPr>
        <w:t>от ЗОП</w:t>
      </w:r>
    </w:p>
    <w:p w:rsidR="00893BBC" w:rsidRDefault="00C702CD" w:rsidP="005779F0">
      <w:pPr>
        <w:tabs>
          <w:tab w:val="left" w:pos="0"/>
        </w:tabs>
        <w:spacing w:line="360" w:lineRule="auto"/>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с предмет:</w:t>
      </w:r>
    </w:p>
    <w:p w:rsidR="00893BBC" w:rsidRPr="00996DBD" w:rsidRDefault="00893BBC" w:rsidP="005779F0">
      <w:pPr>
        <w:tabs>
          <w:tab w:val="left" w:pos="0"/>
        </w:tabs>
        <w:spacing w:line="360" w:lineRule="auto"/>
        <w:jc w:val="center"/>
        <w:rPr>
          <w:lang w:val="bg-BG"/>
        </w:rPr>
      </w:pPr>
      <w:r w:rsidRPr="00996DBD">
        <w:rPr>
          <w:b/>
          <w:bCs/>
          <w:lang w:val="bg-BG"/>
        </w:rPr>
        <w:t>“</w:t>
      </w:r>
      <w:proofErr w:type="spellStart"/>
      <w:r w:rsidR="004E2EA3" w:rsidRPr="00224D3D">
        <w:rPr>
          <w:b/>
        </w:rPr>
        <w:t>Доставка</w:t>
      </w:r>
      <w:proofErr w:type="spellEnd"/>
      <w:r w:rsidR="004E2EA3" w:rsidRPr="00224D3D">
        <w:rPr>
          <w:b/>
        </w:rPr>
        <w:t xml:space="preserve"> на </w:t>
      </w:r>
      <w:r w:rsidR="004E2EA3">
        <w:rPr>
          <w:b/>
          <w:lang w:val="bg-BG"/>
        </w:rPr>
        <w:t>тензух</w:t>
      </w:r>
      <w:r w:rsidRPr="00996DBD">
        <w:rPr>
          <w:b/>
          <w:bCs/>
          <w:lang w:val="bg-BG"/>
        </w:rPr>
        <w:t>”</w:t>
      </w:r>
    </w:p>
    <w:p w:rsidR="00893BBC" w:rsidRPr="00996DBD" w:rsidRDefault="00893BBC" w:rsidP="004A51F5">
      <w:pPr>
        <w:spacing w:line="280" w:lineRule="exact"/>
        <w:ind w:left="720" w:hanging="11"/>
        <w:jc w:val="center"/>
        <w:rPr>
          <w:szCs w:val="22"/>
          <w:lang w:val="bg-BG"/>
        </w:rPr>
      </w:pPr>
    </w:p>
    <w:p w:rsidR="00893BBC" w:rsidRPr="00996DBD" w:rsidRDefault="00893BBC" w:rsidP="004A51F5">
      <w:pPr>
        <w:spacing w:line="320" w:lineRule="exact"/>
        <w:ind w:firstLine="709"/>
        <w:jc w:val="both"/>
        <w:rPr>
          <w:u w:val="single"/>
          <w:lang w:val="bg-BG"/>
        </w:rPr>
      </w:pPr>
      <w:r w:rsidRPr="00996DBD">
        <w:rPr>
          <w:lang w:val="bg-BG"/>
        </w:rPr>
        <w:t>Долуподписаният /-</w:t>
      </w:r>
      <w:proofErr w:type="spellStart"/>
      <w:r w:rsidRPr="00996DBD">
        <w:rPr>
          <w:lang w:val="bg-BG"/>
        </w:rPr>
        <w:t>ната</w:t>
      </w:r>
      <w:proofErr w:type="spellEnd"/>
      <w:r w:rsidRPr="00996DBD">
        <w:rPr>
          <w:lang w:val="bg-BG"/>
        </w:rPr>
        <w:t xml:space="preserve">/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004A51F5">
        <w:rPr>
          <w:u w:val="single"/>
          <w:lang w:val="bg-BG"/>
        </w:rPr>
        <w:t>_____</w:t>
      </w:r>
      <w:r w:rsidRPr="00996DBD">
        <w:rPr>
          <w:u w:val="single"/>
          <w:lang w:val="bg-BG"/>
        </w:rPr>
        <w:tab/>
      </w:r>
      <w:r w:rsidR="004A51F5">
        <w:rPr>
          <w:u w:val="single"/>
          <w:lang w:val="bg-BG"/>
        </w:rPr>
        <w:t>_</w:t>
      </w:r>
    </w:p>
    <w:p w:rsidR="00893BBC" w:rsidRPr="000C50B4" w:rsidRDefault="00893BBC" w:rsidP="004A51F5">
      <w:pPr>
        <w:spacing w:line="320" w:lineRule="exact"/>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r w:rsidR="004A51F5">
        <w:rPr>
          <w:u w:val="single"/>
          <w:lang w:val="bg-BG"/>
        </w:rPr>
        <w:t>_</w:t>
      </w:r>
    </w:p>
    <w:p w:rsidR="00893BBC" w:rsidRPr="000C50B4" w:rsidRDefault="00893BBC" w:rsidP="004A51F5">
      <w:pPr>
        <w:spacing w:line="320" w:lineRule="exact"/>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004A51F5">
        <w:rPr>
          <w:u w:val="single"/>
          <w:lang w:val="bg-BG"/>
        </w:rPr>
        <w:t>_</w:t>
      </w:r>
      <w:r w:rsidRPr="000C50B4">
        <w:rPr>
          <w:lang w:val="bg-BG"/>
        </w:rPr>
        <w:t>,</w:t>
      </w:r>
    </w:p>
    <w:p w:rsidR="00893BBC" w:rsidRPr="000C50B4" w:rsidRDefault="00893BBC" w:rsidP="004A51F5">
      <w:pPr>
        <w:spacing w:line="320" w:lineRule="exact"/>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004A51F5">
        <w:rPr>
          <w:u w:val="single"/>
          <w:lang w:val="bg-BG"/>
        </w:rPr>
        <w:t>__</w:t>
      </w:r>
      <w:r w:rsidRPr="000C50B4">
        <w:rPr>
          <w:u w:val="single"/>
          <w:lang w:val="bg-BG"/>
        </w:rPr>
        <w:tab/>
      </w:r>
      <w:r w:rsidR="004A51F5">
        <w:rPr>
          <w:u w:val="single"/>
          <w:lang w:val="bg-BG"/>
        </w:rPr>
        <w:t>_</w:t>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004A51F5">
        <w:rPr>
          <w:u w:val="single"/>
          <w:lang w:val="bg-BG"/>
        </w:rPr>
        <w:t>_</w:t>
      </w:r>
      <w:r w:rsidRPr="000C50B4">
        <w:rPr>
          <w:lang w:val="bg-BG"/>
        </w:rPr>
        <w:t xml:space="preserve"> и адрес </w:t>
      </w:r>
    </w:p>
    <w:p w:rsidR="00893BBC" w:rsidRPr="000C50B4" w:rsidRDefault="00893BBC" w:rsidP="004A51F5">
      <w:pPr>
        <w:spacing w:line="320" w:lineRule="exact"/>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004A51F5">
        <w:rPr>
          <w:u w:val="single"/>
          <w:lang w:val="bg-BG"/>
        </w:rPr>
        <w:t>_</w:t>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4A51F5">
      <w:pPr>
        <w:spacing w:line="320" w:lineRule="exact"/>
        <w:jc w:val="both"/>
        <w:rPr>
          <w:color w:val="000000"/>
          <w:position w:val="8"/>
          <w:szCs w:val="22"/>
          <w:u w:val="single"/>
          <w:lang w:val="bg-BG"/>
        </w:rPr>
      </w:pPr>
    </w:p>
    <w:p w:rsidR="00893BBC" w:rsidRDefault="00893BBC" w:rsidP="004A51F5">
      <w:pPr>
        <w:spacing w:line="320" w:lineRule="exact"/>
        <w:jc w:val="center"/>
        <w:rPr>
          <w:b/>
          <w:szCs w:val="22"/>
          <w:lang w:val="bg-BG"/>
        </w:rPr>
      </w:pPr>
      <w:r>
        <w:rPr>
          <w:b/>
          <w:szCs w:val="22"/>
          <w:lang w:val="bg-BG"/>
        </w:rPr>
        <w:t>Д Е К Л А Р И Р А М, ЧЕ:</w:t>
      </w:r>
    </w:p>
    <w:p w:rsidR="00893BBC" w:rsidRPr="000A3301" w:rsidRDefault="00893BBC" w:rsidP="004A51F5">
      <w:pPr>
        <w:spacing w:line="320" w:lineRule="exact"/>
        <w:jc w:val="center"/>
        <w:rPr>
          <w:b/>
          <w:sz w:val="16"/>
          <w:szCs w:val="16"/>
          <w:lang w:val="bg-BG"/>
        </w:rPr>
      </w:pPr>
    </w:p>
    <w:p w:rsidR="00893BBC" w:rsidRDefault="00C81EAD" w:rsidP="004A51F5">
      <w:pPr>
        <w:spacing w:line="320" w:lineRule="exact"/>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4A51F5">
      <w:pPr>
        <w:spacing w:line="320" w:lineRule="exact"/>
        <w:rPr>
          <w:lang w:val="ru-RU"/>
        </w:rPr>
      </w:pPr>
      <w:r w:rsidRPr="004C582A">
        <w:rPr>
          <w:lang w:val="ru-RU"/>
        </w:rPr>
        <w:t>І.</w:t>
      </w:r>
      <w:r w:rsidR="00830605" w:rsidRPr="004C582A">
        <w:rPr>
          <w:lang w:val="ru-RU"/>
        </w:rPr>
        <w:t>Видове работи от предмета на поръчката:………………………………………………………..</w:t>
      </w:r>
      <w:proofErr w:type="gramStart"/>
      <w:r w:rsidR="00830605" w:rsidRPr="004C582A">
        <w:rPr>
          <w:lang w:val="ru-RU"/>
        </w:rPr>
        <w:t xml:space="preserve"> </w:t>
      </w:r>
      <w:r w:rsidR="00893BBC" w:rsidRPr="004C582A">
        <w:rPr>
          <w:lang w:val="ru-RU"/>
        </w:rPr>
        <w:t>.</w:t>
      </w:r>
      <w:proofErr w:type="gramEnd"/>
      <w:r w:rsidR="00893BBC" w:rsidRPr="004C582A">
        <w:rPr>
          <w:lang w:val="ru-RU"/>
        </w:rPr>
        <w:t>.…….......................................................................................................…….………………………</w:t>
      </w:r>
      <w:r w:rsidR="00830605" w:rsidRPr="004C582A">
        <w:rPr>
          <w:lang w:val="ru-RU"/>
        </w:rPr>
        <w:t>..</w:t>
      </w:r>
    </w:p>
    <w:p w:rsidR="00893BBC" w:rsidRPr="000A3301" w:rsidRDefault="00D24C5F" w:rsidP="004A51F5">
      <w:pPr>
        <w:pStyle w:val="BodyText"/>
        <w:spacing w:line="320" w:lineRule="exac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4A51F5">
      <w:pPr>
        <w:tabs>
          <w:tab w:val="left" w:pos="0"/>
        </w:tabs>
        <w:spacing w:line="320" w:lineRule="exact"/>
        <w:rPr>
          <w:spacing w:val="20"/>
          <w:lang w:val="bg-BG"/>
        </w:rPr>
      </w:pPr>
    </w:p>
    <w:p w:rsidR="00C81EAD" w:rsidRPr="004C582A" w:rsidRDefault="009D0790" w:rsidP="004A51F5">
      <w:pPr>
        <w:spacing w:line="320" w:lineRule="exact"/>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w:t>
      </w:r>
      <w:proofErr w:type="gramStart"/>
      <w:r w:rsidR="00C81EAD" w:rsidRPr="004C582A">
        <w:rPr>
          <w:lang w:val="ru-RU"/>
        </w:rPr>
        <w:t xml:space="preserve"> .</w:t>
      </w:r>
      <w:proofErr w:type="gramEnd"/>
      <w:r w:rsidR="00C81EAD" w:rsidRPr="004C582A">
        <w:rPr>
          <w:lang w:val="ru-RU"/>
        </w:rPr>
        <w:t>.…….......................................................................................................…….………………………..</w:t>
      </w:r>
    </w:p>
    <w:p w:rsidR="00C81EAD" w:rsidRPr="000A3301" w:rsidRDefault="00C81EAD" w:rsidP="004A51F5">
      <w:pPr>
        <w:pStyle w:val="BodyText"/>
        <w:spacing w:line="320" w:lineRule="exac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4A51F5">
      <w:pPr>
        <w:pStyle w:val="BodyText"/>
        <w:spacing w:line="320" w:lineRule="exact"/>
        <w:jc w:val="left"/>
        <w:rPr>
          <w:bCs/>
        </w:rPr>
      </w:pPr>
    </w:p>
    <w:p w:rsidR="00C81EAD" w:rsidRPr="004C582A" w:rsidRDefault="000A3301" w:rsidP="004A51F5">
      <w:pPr>
        <w:spacing w:line="320" w:lineRule="exact"/>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w:t>
      </w:r>
      <w:proofErr w:type="gramStart"/>
      <w:r w:rsidR="00C81EAD" w:rsidRPr="004C582A">
        <w:rPr>
          <w:lang w:val="ru-RU"/>
        </w:rPr>
        <w:t xml:space="preserve"> .</w:t>
      </w:r>
      <w:proofErr w:type="gramEnd"/>
      <w:r w:rsidR="00C81EAD" w:rsidRPr="004C582A">
        <w:rPr>
          <w:lang w:val="ru-RU"/>
        </w:rPr>
        <w:t>.…….......................................................................................................…….………………………..</w:t>
      </w:r>
    </w:p>
    <w:p w:rsidR="00C81EAD" w:rsidRPr="000A3301" w:rsidRDefault="00C81EAD" w:rsidP="004A51F5">
      <w:pPr>
        <w:pStyle w:val="BodyText"/>
        <w:spacing w:line="320" w:lineRule="exac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4A51F5">
      <w:pPr>
        <w:pStyle w:val="BodyText"/>
        <w:spacing w:line="320" w:lineRule="exact"/>
        <w:rPr>
          <w:i/>
          <w:spacing w:val="20"/>
          <w:sz w:val="20"/>
        </w:rPr>
      </w:pPr>
    </w:p>
    <w:p w:rsidR="00893BBC" w:rsidRPr="00BA38E9" w:rsidRDefault="00893BBC" w:rsidP="004A51F5">
      <w:pPr>
        <w:spacing w:line="320" w:lineRule="exact"/>
        <w:rPr>
          <w:sz w:val="16"/>
          <w:szCs w:val="16"/>
          <w:lang w:val="bg-BG"/>
        </w:rPr>
      </w:pPr>
    </w:p>
    <w:p w:rsidR="00893BBC" w:rsidRDefault="00893BBC" w:rsidP="004A51F5">
      <w:pPr>
        <w:spacing w:line="320" w:lineRule="exact"/>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4A51F5">
      <w:pPr>
        <w:spacing w:line="280" w:lineRule="exact"/>
        <w:rPr>
          <w:sz w:val="20"/>
          <w:szCs w:val="20"/>
          <w:lang w:val="bg-BG"/>
        </w:rPr>
      </w:pPr>
    </w:p>
    <w:p w:rsidR="00893BBC" w:rsidRDefault="00C81EAD" w:rsidP="004A51F5">
      <w:pPr>
        <w:spacing w:line="280" w:lineRule="exact"/>
        <w:rPr>
          <w:sz w:val="20"/>
          <w:szCs w:val="20"/>
          <w:lang w:val="bg-BG"/>
        </w:rPr>
      </w:pPr>
      <w:r>
        <w:rPr>
          <w:sz w:val="20"/>
          <w:szCs w:val="20"/>
          <w:lang w:val="bg-BG"/>
        </w:rPr>
        <w:t>*Невярното се зачертава.</w:t>
      </w:r>
    </w:p>
    <w:p w:rsidR="00893BBC" w:rsidRPr="004A51F5" w:rsidRDefault="008D2645" w:rsidP="004A51F5">
      <w:pPr>
        <w:spacing w:line="280" w:lineRule="exact"/>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sectPr w:rsidR="00893BBC" w:rsidRPr="004A51F5" w:rsidSect="004A51F5">
      <w:pgSz w:w="11906" w:h="16838"/>
      <w:pgMar w:top="540" w:right="991" w:bottom="539" w:left="1276"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893BBC"/>
    <w:rsid w:val="00032ECB"/>
    <w:rsid w:val="000A3301"/>
    <w:rsid w:val="00121EB6"/>
    <w:rsid w:val="001442EA"/>
    <w:rsid w:val="00166B2C"/>
    <w:rsid w:val="001A2355"/>
    <w:rsid w:val="00264584"/>
    <w:rsid w:val="00275C9B"/>
    <w:rsid w:val="00361B49"/>
    <w:rsid w:val="004A51F5"/>
    <w:rsid w:val="004C582A"/>
    <w:rsid w:val="004D31D6"/>
    <w:rsid w:val="004E2EA3"/>
    <w:rsid w:val="005779F0"/>
    <w:rsid w:val="00580677"/>
    <w:rsid w:val="006303E6"/>
    <w:rsid w:val="00707808"/>
    <w:rsid w:val="007770FB"/>
    <w:rsid w:val="0080484B"/>
    <w:rsid w:val="00830605"/>
    <w:rsid w:val="00893BBC"/>
    <w:rsid w:val="008C668B"/>
    <w:rsid w:val="008D2645"/>
    <w:rsid w:val="00910E7E"/>
    <w:rsid w:val="009154B9"/>
    <w:rsid w:val="00996DBD"/>
    <w:rsid w:val="009D0790"/>
    <w:rsid w:val="00AE44B7"/>
    <w:rsid w:val="00BD7872"/>
    <w:rsid w:val="00C552F9"/>
    <w:rsid w:val="00C702CD"/>
    <w:rsid w:val="00C81EAD"/>
    <w:rsid w:val="00C85AB5"/>
    <w:rsid w:val="00D24C5F"/>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4;&#1041;&#1065;&#1045;&#1057;&#1058;&#1042;&#1045;&#1053;&#1048;%20&#1055;&#1054;&#1056;&#1066;&#1063;&#1050;&#1048;\&#1054;&#1041;&#1065;&#1045;&#1057;&#1058;&#1042;&#1045;&#1053;&#1048;%20&#1055;&#1054;&#1056;&#1066;&#1063;&#1050;&#1048;%20-%20&#1057;&#1066;&#1041;&#1048;&#1056;&#1040;&#1053;&#1045;%20&#1053;&#1040;%20&#1054;&#1060;&#1045;&#1056;&#1058;&#1048;%20&#1057;%20&#1054;&#1041;&#1071;&#1042;&#1040;\&#1057;&#1098;&#1073;&#1080;&#1088;&#1072;&#1085;&#1077;%20&#1085;&#1072;%20&#1086;&#1092;&#1077;&#1088;&#1090;&#1080;%20&#1089;%20&#1086;&#1073;&#1103;&#1074;&#1072;\&#1057;&#1090;&#1088;&#1086;&#1080;&#1090;&#1077;&#1083;&#1089;&#1090;&#1074;&#1086;\&#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ЗОП.dot</Template>
  <TotalTime>2</TotalTime>
  <Pages>1</Pages>
  <Words>345</Words>
  <Characters>1969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mvmarinova1</dc:creator>
  <cp:lastModifiedBy>lvlazarova</cp:lastModifiedBy>
  <cp:revision>5</cp:revision>
  <cp:lastPrinted>2019-11-18T06:36:00Z</cp:lastPrinted>
  <dcterms:created xsi:type="dcterms:W3CDTF">2019-05-30T09:12:00Z</dcterms:created>
  <dcterms:modified xsi:type="dcterms:W3CDTF">2019-11-18T06:36:00Z</dcterms:modified>
</cp:coreProperties>
</file>