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4A51F5">
      <w:pPr>
        <w:pStyle w:val="Heading4"/>
        <w:tabs>
          <w:tab w:val="left" w:pos="0"/>
        </w:tabs>
        <w:jc w:val="center"/>
      </w:pPr>
    </w:p>
    <w:p w:rsidR="00893BBC" w:rsidRDefault="00893BBC" w:rsidP="004A51F5">
      <w:pPr>
        <w:pStyle w:val="Title"/>
        <w:tabs>
          <w:tab w:val="left" w:pos="0"/>
        </w:tabs>
      </w:pPr>
      <w:r w:rsidRPr="00780F31">
        <w:rPr>
          <w:lang w:val="ru-RU"/>
        </w:rPr>
        <w:t>Д Е К Л А Р А Ц И Я</w:t>
      </w:r>
    </w:p>
    <w:p w:rsidR="00893BBC" w:rsidRDefault="00893BBC" w:rsidP="004A51F5">
      <w:pPr>
        <w:tabs>
          <w:tab w:val="left" w:pos="0"/>
        </w:tabs>
        <w:jc w:val="center"/>
        <w:rPr>
          <w:lang w:val="bg-BG"/>
        </w:rPr>
      </w:pPr>
    </w:p>
    <w:p w:rsidR="00893BBC" w:rsidRPr="005D525C" w:rsidRDefault="00893BBC" w:rsidP="004A51F5">
      <w:pPr>
        <w:tabs>
          <w:tab w:val="left" w:pos="0"/>
        </w:tabs>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893BBC" w:rsidRDefault="00C702CD" w:rsidP="004A51F5">
      <w:pPr>
        <w:tabs>
          <w:tab w:val="left" w:pos="0"/>
        </w:tabs>
        <w:spacing w:line="360" w:lineRule="auto"/>
        <w:ind w:left="720"/>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893BBC" w:rsidRPr="00996DBD" w:rsidRDefault="00893BBC" w:rsidP="008C668B">
      <w:pPr>
        <w:tabs>
          <w:tab w:val="left" w:pos="0"/>
        </w:tabs>
        <w:spacing w:line="360" w:lineRule="auto"/>
        <w:jc w:val="center"/>
        <w:rPr>
          <w:lang w:val="bg-BG"/>
        </w:rPr>
      </w:pPr>
      <w:r w:rsidRPr="00996DBD">
        <w:rPr>
          <w:b/>
          <w:bCs/>
          <w:lang w:val="bg-BG"/>
        </w:rPr>
        <w:t>“</w:t>
      </w:r>
      <w:r w:rsidR="00910E7E">
        <w:rPr>
          <w:b/>
          <w:bCs/>
          <w:lang w:val="bg-BG"/>
        </w:rPr>
        <w:t>……………………………………………………..</w:t>
      </w:r>
      <w:r w:rsidRPr="00996DBD">
        <w:rPr>
          <w:b/>
          <w:bCs/>
          <w:lang w:val="bg-BG"/>
        </w:rPr>
        <w:t>”</w:t>
      </w:r>
    </w:p>
    <w:p w:rsidR="00893BBC" w:rsidRPr="00996DBD" w:rsidRDefault="00893BBC" w:rsidP="004A51F5">
      <w:pPr>
        <w:spacing w:line="280" w:lineRule="exact"/>
        <w:ind w:left="720" w:hanging="11"/>
        <w:jc w:val="center"/>
        <w:rPr>
          <w:szCs w:val="22"/>
          <w:lang w:val="bg-BG"/>
        </w:rPr>
      </w:pPr>
    </w:p>
    <w:p w:rsidR="00893BBC" w:rsidRPr="00996DBD" w:rsidRDefault="00893BBC" w:rsidP="004A51F5">
      <w:pPr>
        <w:spacing w:line="320" w:lineRule="exact"/>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004A51F5">
        <w:rPr>
          <w:u w:val="single"/>
          <w:lang w:val="bg-BG"/>
        </w:rPr>
        <w:t>_____</w:t>
      </w:r>
      <w:r w:rsidRPr="00996DBD">
        <w:rPr>
          <w:u w:val="single"/>
          <w:lang w:val="bg-BG"/>
        </w:rPr>
        <w:tab/>
      </w:r>
      <w:r w:rsidR="004A51F5">
        <w:rPr>
          <w:u w:val="single"/>
          <w:lang w:val="bg-BG"/>
        </w:rPr>
        <w:t>_</w:t>
      </w:r>
    </w:p>
    <w:p w:rsidR="00893BBC" w:rsidRPr="000C50B4" w:rsidRDefault="00893BBC" w:rsidP="004A51F5">
      <w:pPr>
        <w:spacing w:line="320" w:lineRule="exact"/>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r w:rsidR="004A51F5">
        <w:rPr>
          <w:u w:val="single"/>
          <w:lang w:val="bg-BG"/>
        </w:rPr>
        <w:t>_</w:t>
      </w:r>
    </w:p>
    <w:p w:rsidR="00893BBC" w:rsidRPr="000C50B4" w:rsidRDefault="00893BBC" w:rsidP="004A51F5">
      <w:pPr>
        <w:spacing w:line="320" w:lineRule="exact"/>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p>
    <w:p w:rsidR="00893BBC" w:rsidRPr="000C50B4" w:rsidRDefault="00893BBC" w:rsidP="004A51F5">
      <w:pPr>
        <w:spacing w:line="320" w:lineRule="exact"/>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004A51F5">
        <w:rPr>
          <w:u w:val="single"/>
          <w:lang w:val="bg-BG"/>
        </w:rPr>
        <w:t>__</w:t>
      </w:r>
      <w:r w:rsidRPr="000C50B4">
        <w:rPr>
          <w:u w:val="single"/>
          <w:lang w:val="bg-BG"/>
        </w:rPr>
        <w:tab/>
      </w:r>
      <w:r w:rsidR="004A51F5">
        <w:rPr>
          <w:u w:val="single"/>
          <w:lang w:val="bg-BG"/>
        </w:rPr>
        <w:t>_</w:t>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 xml:space="preserve"> и адрес </w:t>
      </w:r>
    </w:p>
    <w:p w:rsidR="00893BBC" w:rsidRPr="000C50B4" w:rsidRDefault="00893BBC" w:rsidP="004A51F5">
      <w:pPr>
        <w:spacing w:line="320" w:lineRule="exact"/>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4A51F5">
      <w:pPr>
        <w:spacing w:line="320" w:lineRule="exact"/>
        <w:jc w:val="both"/>
        <w:rPr>
          <w:color w:val="000000"/>
          <w:position w:val="8"/>
          <w:szCs w:val="22"/>
          <w:u w:val="single"/>
          <w:lang w:val="bg-BG"/>
        </w:rPr>
      </w:pPr>
    </w:p>
    <w:p w:rsidR="00893BBC" w:rsidRDefault="00893BBC" w:rsidP="004A51F5">
      <w:pPr>
        <w:spacing w:line="320" w:lineRule="exact"/>
        <w:jc w:val="center"/>
        <w:rPr>
          <w:b/>
          <w:szCs w:val="22"/>
          <w:lang w:val="bg-BG"/>
        </w:rPr>
      </w:pPr>
      <w:r>
        <w:rPr>
          <w:b/>
          <w:szCs w:val="22"/>
          <w:lang w:val="bg-BG"/>
        </w:rPr>
        <w:t>Д Е К Л А Р И Р А М, ЧЕ:</w:t>
      </w:r>
    </w:p>
    <w:p w:rsidR="00893BBC" w:rsidRPr="000A3301" w:rsidRDefault="00893BBC" w:rsidP="004A51F5">
      <w:pPr>
        <w:spacing w:line="320" w:lineRule="exact"/>
        <w:jc w:val="center"/>
        <w:rPr>
          <w:b/>
          <w:sz w:val="16"/>
          <w:szCs w:val="16"/>
          <w:lang w:val="bg-BG"/>
        </w:rPr>
      </w:pPr>
    </w:p>
    <w:p w:rsidR="00893BBC" w:rsidRDefault="00C81EAD" w:rsidP="004A51F5">
      <w:pPr>
        <w:spacing w:line="320" w:lineRule="exact"/>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4A51F5">
      <w:pPr>
        <w:spacing w:line="320" w:lineRule="exact"/>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4A51F5">
      <w:pPr>
        <w:pStyle w:val="BodyText"/>
        <w:spacing w:line="320" w:lineRule="exac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4A51F5">
      <w:pPr>
        <w:tabs>
          <w:tab w:val="left" w:pos="0"/>
        </w:tabs>
        <w:spacing w:line="320" w:lineRule="exact"/>
        <w:rPr>
          <w:spacing w:val="20"/>
          <w:lang w:val="bg-BG"/>
        </w:rPr>
      </w:pPr>
    </w:p>
    <w:p w:rsidR="00C81EAD" w:rsidRPr="004C582A" w:rsidRDefault="009D0790" w:rsidP="004A51F5">
      <w:pPr>
        <w:spacing w:line="320" w:lineRule="exact"/>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4A51F5">
      <w:pPr>
        <w:pStyle w:val="BodyText"/>
        <w:spacing w:line="320" w:lineRule="exact"/>
        <w:jc w:val="left"/>
        <w:rPr>
          <w:bCs/>
        </w:rPr>
      </w:pPr>
    </w:p>
    <w:p w:rsidR="00C81EAD" w:rsidRPr="004C582A" w:rsidRDefault="000A3301" w:rsidP="004A51F5">
      <w:pPr>
        <w:spacing w:line="320" w:lineRule="exact"/>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4A51F5">
      <w:pPr>
        <w:pStyle w:val="BodyText"/>
        <w:spacing w:line="320" w:lineRule="exact"/>
        <w:rPr>
          <w:i/>
          <w:spacing w:val="20"/>
          <w:sz w:val="20"/>
        </w:rPr>
      </w:pPr>
    </w:p>
    <w:p w:rsidR="00893BBC" w:rsidRPr="00BA38E9" w:rsidRDefault="00893BBC" w:rsidP="004A51F5">
      <w:pPr>
        <w:spacing w:line="320" w:lineRule="exact"/>
        <w:rPr>
          <w:sz w:val="16"/>
          <w:szCs w:val="16"/>
          <w:lang w:val="bg-BG"/>
        </w:rPr>
      </w:pPr>
    </w:p>
    <w:p w:rsidR="00893BBC" w:rsidRDefault="00893BBC" w:rsidP="004A51F5">
      <w:pPr>
        <w:spacing w:line="320" w:lineRule="exact"/>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4A51F5">
      <w:pPr>
        <w:spacing w:line="280" w:lineRule="exact"/>
        <w:rPr>
          <w:sz w:val="20"/>
          <w:szCs w:val="20"/>
          <w:lang w:val="bg-BG"/>
        </w:rPr>
      </w:pPr>
    </w:p>
    <w:p w:rsidR="00893BBC" w:rsidRDefault="00C81EAD" w:rsidP="004A51F5">
      <w:pPr>
        <w:spacing w:line="280" w:lineRule="exact"/>
        <w:rPr>
          <w:sz w:val="20"/>
          <w:szCs w:val="20"/>
          <w:lang w:val="bg-BG"/>
        </w:rPr>
      </w:pPr>
      <w:r>
        <w:rPr>
          <w:sz w:val="20"/>
          <w:szCs w:val="20"/>
          <w:lang w:val="bg-BG"/>
        </w:rPr>
        <w:t>*Невярното се зачертава.</w:t>
      </w:r>
    </w:p>
    <w:p w:rsidR="00893BBC" w:rsidRPr="004A51F5" w:rsidRDefault="008D2645" w:rsidP="004A51F5">
      <w:pPr>
        <w:spacing w:line="280" w:lineRule="exact"/>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4A51F5" w:rsidSect="004A51F5">
      <w:pgSz w:w="11906" w:h="16838"/>
      <w:pgMar w:top="540" w:right="991" w:bottom="53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93BBC"/>
    <w:rsid w:val="00032ECB"/>
    <w:rsid w:val="000A3301"/>
    <w:rsid w:val="00121EB6"/>
    <w:rsid w:val="001442EA"/>
    <w:rsid w:val="001A2355"/>
    <w:rsid w:val="00264584"/>
    <w:rsid w:val="00275C9B"/>
    <w:rsid w:val="00361B49"/>
    <w:rsid w:val="004A51F5"/>
    <w:rsid w:val="004C582A"/>
    <w:rsid w:val="00580677"/>
    <w:rsid w:val="006303E6"/>
    <w:rsid w:val="00707808"/>
    <w:rsid w:val="007770FB"/>
    <w:rsid w:val="0080484B"/>
    <w:rsid w:val="00830605"/>
    <w:rsid w:val="00893BBC"/>
    <w:rsid w:val="008C668B"/>
    <w:rsid w:val="008D2645"/>
    <w:rsid w:val="00910E7E"/>
    <w:rsid w:val="009154B9"/>
    <w:rsid w:val="00996DBD"/>
    <w:rsid w:val="009D0790"/>
    <w:rsid w:val="00AE44B7"/>
    <w:rsid w:val="00BD7872"/>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 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3</cp:revision>
  <cp:lastPrinted>2017-02-28T08:33:00Z</cp:lastPrinted>
  <dcterms:created xsi:type="dcterms:W3CDTF">2019-05-30T09:12:00Z</dcterms:created>
  <dcterms:modified xsi:type="dcterms:W3CDTF">2019-05-30T09:12:00Z</dcterms:modified>
</cp:coreProperties>
</file>