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53" w:rsidRPr="00206B48" w:rsidRDefault="00387653" w:rsidP="00B60A7B">
      <w:pPr>
        <w:pStyle w:val="Heading4"/>
        <w:ind w:left="4956"/>
        <w:jc w:val="right"/>
        <w:rPr>
          <w:sz w:val="24"/>
          <w:szCs w:val="24"/>
          <w:lang w:val="bg-BG"/>
        </w:rPr>
      </w:pPr>
      <w:r w:rsidRPr="00206B48">
        <w:rPr>
          <w:sz w:val="24"/>
          <w:szCs w:val="24"/>
          <w:lang w:val="bg-BG"/>
        </w:rPr>
        <w:t>ОБРАЗЕЦ по т.II.1. към офертата</w:t>
      </w:r>
    </w:p>
    <w:p w:rsidR="00387653" w:rsidRPr="00206B48" w:rsidRDefault="00387653" w:rsidP="00387653">
      <w:pPr>
        <w:rPr>
          <w:lang w:val="bg-BG"/>
        </w:rPr>
      </w:pPr>
    </w:p>
    <w:p w:rsidR="00387653" w:rsidRPr="00206B48" w:rsidRDefault="00387653" w:rsidP="00387653">
      <w:pPr>
        <w:pStyle w:val="BodyText"/>
        <w:widowControl w:val="0"/>
        <w:jc w:val="center"/>
        <w:rPr>
          <w:b/>
          <w:bCs/>
        </w:rPr>
      </w:pPr>
      <w:r w:rsidRPr="00206B48">
        <w:rPr>
          <w:b/>
          <w:bCs/>
        </w:rPr>
        <w:t>ЦЕНОВА ТАБЛИЦА</w:t>
      </w:r>
    </w:p>
    <w:p w:rsidR="00F8731A" w:rsidRPr="00206B48" w:rsidRDefault="00D05461" w:rsidP="00387653">
      <w:pPr>
        <w:pStyle w:val="BodyText"/>
        <w:widowControl w:val="0"/>
        <w:spacing w:line="360" w:lineRule="auto"/>
        <w:jc w:val="center"/>
      </w:pPr>
      <w:r w:rsidRPr="00206B48">
        <w:rPr>
          <w:lang w:eastAsia="bg-BG"/>
        </w:rPr>
        <w:t>към о</w:t>
      </w:r>
      <w:r w:rsidR="00387653" w:rsidRPr="00206B48">
        <w:rPr>
          <w:lang w:eastAsia="bg-BG"/>
        </w:rPr>
        <w:t xml:space="preserve">ферта за възлагане на обществена поръчка чрез процедура на договаряне с предварителна покана за участие с предмет: </w:t>
      </w:r>
      <w:r w:rsidR="00F8731A" w:rsidRPr="00206B48">
        <w:t xml:space="preserve"> </w:t>
      </w:r>
    </w:p>
    <w:p w:rsidR="00F8731A" w:rsidRPr="00206B48" w:rsidRDefault="00F8731A" w:rsidP="00F8731A">
      <w:pPr>
        <w:pStyle w:val="BodyText"/>
        <w:widowControl w:val="0"/>
        <w:jc w:val="center"/>
        <w:rPr>
          <w:b/>
          <w:bCs/>
        </w:rPr>
      </w:pPr>
      <w:r w:rsidRPr="00206B48">
        <w:rPr>
          <w:b/>
          <w:bCs/>
        </w:rPr>
        <w:t>“</w:t>
      </w:r>
      <w:r w:rsidR="006C6D4E" w:rsidRPr="00206B48">
        <w:rPr>
          <w:b/>
        </w:rPr>
        <w:t xml:space="preserve">Доставка на </w:t>
      </w:r>
      <w:proofErr w:type="spellStart"/>
      <w:r w:rsidR="006C6D4E" w:rsidRPr="00206B48">
        <w:rPr>
          <w:b/>
        </w:rPr>
        <w:t>чохли</w:t>
      </w:r>
      <w:proofErr w:type="spellEnd"/>
      <w:r w:rsidR="006C6D4E" w:rsidRPr="00206B48">
        <w:rPr>
          <w:b/>
        </w:rPr>
        <w:t xml:space="preserve"> за транспорт и съхранение на ОЯГ от ВВЕР-1000</w:t>
      </w:r>
      <w:r w:rsidRPr="00206B48">
        <w:rPr>
          <w:b/>
          <w:bCs/>
        </w:rPr>
        <w:t>”</w:t>
      </w:r>
    </w:p>
    <w:p w:rsidR="00F8731A" w:rsidRPr="006A7349" w:rsidRDefault="00F8731A" w:rsidP="00F8731A">
      <w:pPr>
        <w:pStyle w:val="BodyText"/>
        <w:widowControl w:val="0"/>
        <w:jc w:val="center"/>
        <w:rPr>
          <w:b/>
          <w:bCs/>
        </w:rPr>
      </w:pPr>
    </w:p>
    <w:tbl>
      <w:tblPr>
        <w:tblW w:w="10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3874"/>
        <w:gridCol w:w="1019"/>
        <w:gridCol w:w="1056"/>
        <w:gridCol w:w="2333"/>
        <w:gridCol w:w="1397"/>
      </w:tblGrid>
      <w:tr w:rsidR="00F8731A" w:rsidRPr="006A7349" w:rsidTr="006C6D4E">
        <w:trPr>
          <w:trHeight w:val="974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F8731A" w:rsidRPr="006A7349" w:rsidRDefault="00F8731A" w:rsidP="00F56B88">
            <w:pPr>
              <w:widowControl w:val="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r w:rsidRPr="006A7349">
              <w:rPr>
                <w:rFonts w:ascii="Times New Roman" w:hAnsi="Times New Roman"/>
                <w:b/>
                <w:iCs/>
                <w:lang w:val="bg-BG"/>
              </w:rPr>
              <w:t>№</w:t>
            </w:r>
          </w:p>
        </w:tc>
        <w:tc>
          <w:tcPr>
            <w:tcW w:w="3874" w:type="dxa"/>
            <w:shd w:val="clear" w:color="auto" w:fill="auto"/>
            <w:vAlign w:val="center"/>
          </w:tcPr>
          <w:p w:rsidR="00F8731A" w:rsidRPr="006A7349" w:rsidRDefault="006A7349" w:rsidP="00F56B88">
            <w:pPr>
              <w:widowControl w:val="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Наименование и</w:t>
            </w:r>
            <w:r w:rsidR="00F8731A" w:rsidRPr="006A7349">
              <w:rPr>
                <w:rFonts w:ascii="Times New Roman" w:hAnsi="Times New Roman"/>
                <w:b/>
                <w:lang w:val="bg-BG"/>
              </w:rPr>
              <w:t xml:space="preserve"> технически характеристики, съгласно техническото предложение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F8731A" w:rsidRPr="006A7349" w:rsidRDefault="00F8731A" w:rsidP="00F56B88">
            <w:pPr>
              <w:widowControl w:val="0"/>
              <w:rPr>
                <w:rFonts w:ascii="Times New Roman" w:hAnsi="Times New Roman"/>
                <w:b/>
                <w:iCs/>
                <w:lang w:val="bg-BG"/>
              </w:rPr>
            </w:pPr>
            <w:r w:rsidRPr="006A7349">
              <w:rPr>
                <w:rFonts w:ascii="Times New Roman" w:hAnsi="Times New Roman"/>
                <w:b/>
                <w:iCs/>
                <w:lang w:val="bg-BG"/>
              </w:rPr>
              <w:t>Мярка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F8731A" w:rsidRPr="006A7349" w:rsidRDefault="00F8731A" w:rsidP="00F56B88">
            <w:pPr>
              <w:widowControl w:val="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proofErr w:type="spellStart"/>
            <w:r w:rsidRPr="006A7349">
              <w:rPr>
                <w:rFonts w:ascii="Times New Roman" w:hAnsi="Times New Roman"/>
                <w:b/>
                <w:iCs/>
                <w:lang w:val="bg-BG"/>
              </w:rPr>
              <w:t>Кол-во</w:t>
            </w:r>
            <w:proofErr w:type="spellEnd"/>
          </w:p>
        </w:tc>
        <w:tc>
          <w:tcPr>
            <w:tcW w:w="2333" w:type="dxa"/>
            <w:shd w:val="clear" w:color="auto" w:fill="auto"/>
            <w:vAlign w:val="center"/>
          </w:tcPr>
          <w:p w:rsidR="00F8731A" w:rsidRPr="006A7349" w:rsidRDefault="00F8731A" w:rsidP="00F56B88">
            <w:pPr>
              <w:widowControl w:val="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r w:rsidRPr="006A7349">
              <w:rPr>
                <w:rFonts w:ascii="Times New Roman" w:hAnsi="Times New Roman"/>
                <w:b/>
                <w:iCs/>
                <w:lang w:val="bg-BG"/>
              </w:rPr>
              <w:t>Единична цена в евро/лв. без ДДС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F8731A" w:rsidRPr="006A7349" w:rsidRDefault="00F8731A" w:rsidP="00F56B88">
            <w:pPr>
              <w:widowControl w:val="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r w:rsidRPr="006A7349">
              <w:rPr>
                <w:rFonts w:ascii="Times New Roman" w:hAnsi="Times New Roman"/>
                <w:b/>
                <w:iCs/>
                <w:lang w:val="bg-BG"/>
              </w:rPr>
              <w:t>Обща цена в евро/лв. без ДДС</w:t>
            </w:r>
          </w:p>
        </w:tc>
      </w:tr>
      <w:tr w:rsidR="00F8731A" w:rsidRPr="006A7349" w:rsidTr="006C6D4E">
        <w:trPr>
          <w:trHeight w:val="321"/>
          <w:jc w:val="center"/>
        </w:trPr>
        <w:tc>
          <w:tcPr>
            <w:tcW w:w="615" w:type="dxa"/>
            <w:vAlign w:val="center"/>
          </w:tcPr>
          <w:p w:rsidR="00F8731A" w:rsidRPr="006A7349" w:rsidRDefault="00F8731A" w:rsidP="00F56B88">
            <w:pPr>
              <w:widowControl w:val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bg-BG"/>
              </w:rPr>
            </w:pPr>
            <w:r w:rsidRPr="006A7349">
              <w:rPr>
                <w:rFonts w:ascii="Times New Roman" w:hAnsi="Times New Roman"/>
                <w:b/>
                <w:i/>
                <w:sz w:val="20"/>
                <w:szCs w:val="20"/>
                <w:lang w:val="bg-BG"/>
              </w:rPr>
              <w:t>1</w:t>
            </w:r>
          </w:p>
        </w:tc>
        <w:tc>
          <w:tcPr>
            <w:tcW w:w="3874" w:type="dxa"/>
            <w:vAlign w:val="center"/>
          </w:tcPr>
          <w:p w:rsidR="00F8731A" w:rsidRPr="006A7349" w:rsidRDefault="00F8731A" w:rsidP="00F56B88">
            <w:pPr>
              <w:widowControl w:val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bg-BG"/>
              </w:rPr>
            </w:pPr>
            <w:r w:rsidRPr="006A7349">
              <w:rPr>
                <w:rFonts w:ascii="Times New Roman" w:hAnsi="Times New Roman"/>
                <w:b/>
                <w:i/>
                <w:sz w:val="20"/>
                <w:szCs w:val="20"/>
                <w:lang w:val="bg-BG"/>
              </w:rPr>
              <w:t>2</w:t>
            </w:r>
          </w:p>
        </w:tc>
        <w:tc>
          <w:tcPr>
            <w:tcW w:w="1019" w:type="dxa"/>
            <w:vAlign w:val="center"/>
          </w:tcPr>
          <w:p w:rsidR="00F8731A" w:rsidRPr="006A7349" w:rsidRDefault="00F8731A" w:rsidP="00F56B88">
            <w:pPr>
              <w:widowControl w:val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bg-BG"/>
              </w:rPr>
            </w:pPr>
            <w:r w:rsidRPr="006A7349">
              <w:rPr>
                <w:rFonts w:ascii="Times New Roman" w:hAnsi="Times New Roman"/>
                <w:b/>
                <w:i/>
                <w:sz w:val="20"/>
                <w:szCs w:val="20"/>
                <w:lang w:val="bg-BG"/>
              </w:rPr>
              <w:t>3</w:t>
            </w:r>
          </w:p>
        </w:tc>
        <w:tc>
          <w:tcPr>
            <w:tcW w:w="1056" w:type="dxa"/>
            <w:vAlign w:val="center"/>
          </w:tcPr>
          <w:p w:rsidR="00F8731A" w:rsidRPr="006A7349" w:rsidRDefault="00F8731A" w:rsidP="00F56B88">
            <w:pPr>
              <w:widowControl w:val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bg-BG"/>
              </w:rPr>
            </w:pPr>
            <w:r w:rsidRPr="006A7349">
              <w:rPr>
                <w:rFonts w:ascii="Times New Roman" w:hAnsi="Times New Roman"/>
                <w:b/>
                <w:i/>
                <w:sz w:val="20"/>
                <w:szCs w:val="20"/>
                <w:lang w:val="bg-BG"/>
              </w:rPr>
              <w:t>4</w:t>
            </w:r>
          </w:p>
        </w:tc>
        <w:tc>
          <w:tcPr>
            <w:tcW w:w="2333" w:type="dxa"/>
            <w:vAlign w:val="center"/>
          </w:tcPr>
          <w:p w:rsidR="00F8731A" w:rsidRPr="006A7349" w:rsidRDefault="00F8731A" w:rsidP="00F56B88">
            <w:pPr>
              <w:widowControl w:val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bg-BG"/>
              </w:rPr>
            </w:pPr>
            <w:r w:rsidRPr="006A7349">
              <w:rPr>
                <w:rFonts w:ascii="Times New Roman" w:hAnsi="Times New Roman"/>
                <w:b/>
                <w:i/>
                <w:sz w:val="20"/>
                <w:szCs w:val="20"/>
                <w:lang w:val="bg-BG"/>
              </w:rPr>
              <w:t>5</w:t>
            </w:r>
          </w:p>
        </w:tc>
        <w:tc>
          <w:tcPr>
            <w:tcW w:w="1397" w:type="dxa"/>
            <w:vAlign w:val="center"/>
          </w:tcPr>
          <w:p w:rsidR="00F8731A" w:rsidRPr="006A7349" w:rsidRDefault="00F8731A" w:rsidP="00F56B88">
            <w:pPr>
              <w:widowControl w:val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bg-BG"/>
              </w:rPr>
            </w:pPr>
            <w:r w:rsidRPr="006A7349">
              <w:rPr>
                <w:rFonts w:ascii="Times New Roman" w:hAnsi="Times New Roman"/>
                <w:b/>
                <w:i/>
                <w:sz w:val="20"/>
                <w:szCs w:val="20"/>
                <w:lang w:val="bg-BG"/>
              </w:rPr>
              <w:t>6</w:t>
            </w:r>
          </w:p>
        </w:tc>
      </w:tr>
      <w:tr w:rsidR="00F8731A" w:rsidRPr="006A7349" w:rsidTr="006C6D4E">
        <w:trPr>
          <w:trHeight w:val="321"/>
          <w:jc w:val="center"/>
        </w:trPr>
        <w:tc>
          <w:tcPr>
            <w:tcW w:w="615" w:type="dxa"/>
            <w:vAlign w:val="center"/>
          </w:tcPr>
          <w:p w:rsidR="00F8731A" w:rsidRPr="006A7349" w:rsidRDefault="00F8731A" w:rsidP="00F56B88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6A7349">
              <w:rPr>
                <w:rFonts w:ascii="Times New Roman" w:hAnsi="Times New Roman"/>
                <w:sz w:val="20"/>
                <w:szCs w:val="20"/>
                <w:lang w:val="bg-BG"/>
              </w:rPr>
              <w:t>2</w:t>
            </w:r>
          </w:p>
        </w:tc>
        <w:tc>
          <w:tcPr>
            <w:tcW w:w="3874" w:type="dxa"/>
            <w:vAlign w:val="center"/>
          </w:tcPr>
          <w:p w:rsidR="00F8731A" w:rsidRPr="006A7349" w:rsidRDefault="00F8731A" w:rsidP="00F56B88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019" w:type="dxa"/>
            <w:vAlign w:val="center"/>
          </w:tcPr>
          <w:p w:rsidR="00F8731A" w:rsidRPr="006A7349" w:rsidRDefault="00F8731A" w:rsidP="00F56B88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056" w:type="dxa"/>
            <w:vAlign w:val="center"/>
          </w:tcPr>
          <w:p w:rsidR="00F8731A" w:rsidRPr="006A7349" w:rsidRDefault="00F8731A" w:rsidP="00F56B88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333" w:type="dxa"/>
            <w:vAlign w:val="center"/>
          </w:tcPr>
          <w:p w:rsidR="00F8731A" w:rsidRPr="006A7349" w:rsidRDefault="00F8731A" w:rsidP="00F56B88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397" w:type="dxa"/>
            <w:vAlign w:val="center"/>
          </w:tcPr>
          <w:p w:rsidR="00F8731A" w:rsidRPr="006A7349" w:rsidRDefault="00F8731A" w:rsidP="00F56B88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</w:tr>
      <w:tr w:rsidR="00697742" w:rsidRPr="006A7349" w:rsidTr="006C6D4E">
        <w:trPr>
          <w:trHeight w:val="321"/>
          <w:jc w:val="center"/>
        </w:trPr>
        <w:tc>
          <w:tcPr>
            <w:tcW w:w="615" w:type="dxa"/>
            <w:vAlign w:val="center"/>
          </w:tcPr>
          <w:p w:rsidR="00697742" w:rsidRPr="006A7349" w:rsidRDefault="00697742" w:rsidP="00F56B88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A7349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3874" w:type="dxa"/>
            <w:vAlign w:val="center"/>
          </w:tcPr>
          <w:p w:rsidR="00697742" w:rsidRPr="006A7349" w:rsidRDefault="00697742" w:rsidP="00F56B88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019" w:type="dxa"/>
            <w:vAlign w:val="center"/>
          </w:tcPr>
          <w:p w:rsidR="00697742" w:rsidRPr="006A7349" w:rsidRDefault="00697742" w:rsidP="00F56B88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056" w:type="dxa"/>
            <w:vAlign w:val="center"/>
          </w:tcPr>
          <w:p w:rsidR="00697742" w:rsidRPr="006A7349" w:rsidRDefault="00697742" w:rsidP="00F56B88">
            <w:pPr>
              <w:widowControl w:val="0"/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333" w:type="dxa"/>
            <w:vAlign w:val="center"/>
          </w:tcPr>
          <w:p w:rsidR="00697742" w:rsidRPr="006A7349" w:rsidRDefault="00697742" w:rsidP="00F56B88">
            <w:pPr>
              <w:widowControl w:val="0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397" w:type="dxa"/>
            <w:vAlign w:val="center"/>
          </w:tcPr>
          <w:p w:rsidR="00697742" w:rsidRPr="006A7349" w:rsidRDefault="00697742" w:rsidP="004B6002">
            <w:pPr>
              <w:widowControl w:val="0"/>
              <w:ind w:left="254" w:hanging="254"/>
              <w:rPr>
                <w:rFonts w:ascii="Times New Roman" w:hAnsi="Times New Roman"/>
                <w:lang w:val="bg-BG"/>
              </w:rPr>
            </w:pPr>
          </w:p>
        </w:tc>
      </w:tr>
      <w:tr w:rsidR="00F8731A" w:rsidRPr="006A7349" w:rsidTr="006C6D4E">
        <w:trPr>
          <w:trHeight w:val="824"/>
          <w:jc w:val="center"/>
        </w:trPr>
        <w:tc>
          <w:tcPr>
            <w:tcW w:w="8897" w:type="dxa"/>
            <w:gridSpan w:val="5"/>
            <w:vAlign w:val="center"/>
          </w:tcPr>
          <w:p w:rsidR="00F8731A" w:rsidRPr="006C6D4E" w:rsidRDefault="006C6D4E" w:rsidP="00F56B88">
            <w:pPr>
              <w:spacing w:line="320" w:lineRule="exact"/>
              <w:rPr>
                <w:rFonts w:ascii="Times New Roman" w:hAnsi="Times New Roman"/>
                <w:b/>
                <w:lang w:val="bg-BG"/>
              </w:rPr>
            </w:pPr>
            <w:r w:rsidRPr="006C6D4E">
              <w:rPr>
                <w:rFonts w:ascii="Times New Roman" w:hAnsi="Times New Roman"/>
                <w:b/>
                <w:lang w:val="bg-BG"/>
              </w:rPr>
              <w:t>П</w:t>
            </w:r>
            <w:r w:rsidR="00F8731A" w:rsidRPr="006C6D4E">
              <w:rPr>
                <w:rFonts w:ascii="Times New Roman" w:hAnsi="Times New Roman"/>
                <w:b/>
                <w:lang w:val="bg-BG"/>
              </w:rPr>
              <w:t>редлагана цена за изпълнение на предмета на поръчката</w:t>
            </w:r>
            <w:r w:rsidR="00F8731A" w:rsidRPr="006C6D4E">
              <w:rPr>
                <w:rFonts w:ascii="Times New Roman" w:hAnsi="Times New Roman"/>
                <w:b/>
                <w:bCs/>
                <w:lang w:val="bg-BG"/>
              </w:rPr>
              <w:t xml:space="preserve"> </w:t>
            </w:r>
            <w:r w:rsidRPr="006C6D4E">
              <w:rPr>
                <w:rFonts w:ascii="Times New Roman" w:hAnsi="Times New Roman"/>
                <w:b/>
                <w:bCs/>
                <w:iCs/>
                <w:lang w:val="bg-BG"/>
              </w:rPr>
              <w:t xml:space="preserve">в </w:t>
            </w:r>
            <w:r w:rsidRPr="006C6D4E">
              <w:rPr>
                <w:rFonts w:ascii="Times New Roman" w:hAnsi="Times New Roman"/>
                <w:b/>
                <w:bCs/>
                <w:lang w:val="bg-BG"/>
              </w:rPr>
              <w:t>евро/</w:t>
            </w:r>
            <w:r w:rsidRPr="006C6D4E">
              <w:rPr>
                <w:rFonts w:ascii="Times New Roman" w:hAnsi="Times New Roman"/>
                <w:b/>
                <w:iCs/>
                <w:lang w:val="bg-BG"/>
              </w:rPr>
              <w:t>лв. без ДДС</w:t>
            </w:r>
            <w:r>
              <w:rPr>
                <w:rFonts w:ascii="Times New Roman" w:hAnsi="Times New Roman"/>
                <w:b/>
                <w:iCs/>
                <w:lang w:val="bg-BG"/>
              </w:rPr>
              <w:t>,</w:t>
            </w:r>
            <w:r w:rsidRPr="006C6D4E">
              <w:rPr>
                <w:rFonts w:ascii="Times New Roman" w:hAnsi="Times New Roman"/>
                <w:b/>
                <w:iCs/>
                <w:lang w:val="bg-BG"/>
              </w:rPr>
              <w:t xml:space="preserve"> при условие на доставка </w:t>
            </w:r>
            <w:r w:rsidRPr="006C6D4E">
              <w:rPr>
                <w:rFonts w:ascii="Times New Roman" w:hAnsi="Times New Roman"/>
                <w:b/>
                <w:lang w:val="bg-BG"/>
              </w:rPr>
              <w:t>DАP/DDP АЕЦ Козлодуй, съгласно INCOTERMS 2010</w:t>
            </w:r>
            <w:r w:rsidR="00F8731A" w:rsidRPr="006C6D4E">
              <w:rPr>
                <w:rFonts w:ascii="Times New Roman" w:hAnsi="Times New Roman"/>
                <w:b/>
                <w:iCs/>
                <w:lang w:val="bg-BG"/>
              </w:rPr>
              <w:t xml:space="preserve"> </w:t>
            </w:r>
          </w:p>
          <w:p w:rsidR="00F8731A" w:rsidRPr="006A7349" w:rsidRDefault="00F8731A" w:rsidP="00F56B88">
            <w:pPr>
              <w:widowControl w:val="0"/>
              <w:rPr>
                <w:rFonts w:ascii="Times New Roman" w:hAnsi="Times New Roman"/>
                <w:b/>
                <w:bCs/>
                <w:i/>
                <w:lang w:val="bg-BG"/>
              </w:rPr>
            </w:pPr>
            <w:r w:rsidRPr="006A7349">
              <w:rPr>
                <w:rFonts w:ascii="Times New Roman" w:hAnsi="Times New Roman"/>
                <w:b/>
                <w:i/>
                <w:lang w:val="bg-BG"/>
              </w:rPr>
              <w:t xml:space="preserve">                 (словом</w:t>
            </w:r>
            <w:r w:rsidR="00697742" w:rsidRPr="006A7349">
              <w:rPr>
                <w:rFonts w:ascii="Times New Roman" w:hAnsi="Times New Roman"/>
                <w:b/>
                <w:i/>
                <w:lang w:val="bg-BG"/>
              </w:rPr>
              <w:t xml:space="preserve"> ………………………………………………………………..</w:t>
            </w:r>
            <w:r w:rsidRPr="006A7349">
              <w:rPr>
                <w:rFonts w:ascii="Times New Roman" w:hAnsi="Times New Roman"/>
                <w:b/>
                <w:i/>
                <w:lang w:val="bg-BG"/>
              </w:rPr>
              <w:t>)</w:t>
            </w:r>
          </w:p>
          <w:p w:rsidR="00F8731A" w:rsidRPr="006A7349" w:rsidRDefault="00F8731A" w:rsidP="00F56B88">
            <w:pPr>
              <w:widowControl w:val="0"/>
              <w:rPr>
                <w:rFonts w:ascii="Times New Roman" w:hAnsi="Times New Roman"/>
                <w:b/>
                <w:i/>
                <w:iCs/>
                <w:lang w:val="bg-BG"/>
              </w:rPr>
            </w:pPr>
          </w:p>
        </w:tc>
        <w:tc>
          <w:tcPr>
            <w:tcW w:w="1397" w:type="dxa"/>
            <w:vAlign w:val="center"/>
          </w:tcPr>
          <w:p w:rsidR="00F8731A" w:rsidRPr="006A7349" w:rsidRDefault="00F8731A" w:rsidP="00F56B88">
            <w:pPr>
              <w:widowControl w:val="0"/>
              <w:rPr>
                <w:rFonts w:ascii="Times New Roman" w:hAnsi="Times New Roman"/>
                <w:b/>
                <w:i/>
                <w:lang w:val="bg-BG"/>
              </w:rPr>
            </w:pPr>
            <w:r w:rsidRPr="006A7349">
              <w:rPr>
                <w:rFonts w:ascii="Times New Roman" w:hAnsi="Times New Roman"/>
                <w:b/>
                <w:i/>
                <w:lang w:val="bg-BG"/>
              </w:rPr>
              <w:t>................</w:t>
            </w:r>
          </w:p>
          <w:p w:rsidR="00F8731A" w:rsidRPr="006A7349" w:rsidRDefault="00697742" w:rsidP="00697742">
            <w:pPr>
              <w:widowControl w:val="0"/>
              <w:rPr>
                <w:rFonts w:ascii="Times New Roman" w:hAnsi="Times New Roman"/>
                <w:b/>
                <w:i/>
                <w:lang w:val="bg-BG"/>
              </w:rPr>
            </w:pPr>
            <w:r w:rsidRPr="006A7349">
              <w:rPr>
                <w:rFonts w:ascii="Times New Roman" w:hAnsi="Times New Roman"/>
                <w:b/>
                <w:i/>
                <w:iCs/>
                <w:lang w:val="bg-BG"/>
              </w:rPr>
              <w:t>(</w:t>
            </w:r>
            <w:proofErr w:type="spellStart"/>
            <w:r w:rsidR="00F8731A" w:rsidRPr="006A7349">
              <w:rPr>
                <w:rFonts w:ascii="Times New Roman" w:hAnsi="Times New Roman"/>
                <w:b/>
                <w:i/>
                <w:iCs/>
                <w:lang w:val="bg-BG"/>
              </w:rPr>
              <w:t>цифром</w:t>
            </w:r>
            <w:proofErr w:type="spellEnd"/>
            <w:r w:rsidRPr="006A7349">
              <w:rPr>
                <w:rFonts w:ascii="Times New Roman" w:hAnsi="Times New Roman"/>
                <w:b/>
                <w:i/>
                <w:iCs/>
                <w:lang w:val="bg-BG"/>
              </w:rPr>
              <w:t>)</w:t>
            </w:r>
          </w:p>
        </w:tc>
      </w:tr>
    </w:tbl>
    <w:p w:rsidR="00F8731A" w:rsidRPr="006A7349" w:rsidRDefault="00F8731A" w:rsidP="00F8731A">
      <w:pPr>
        <w:pStyle w:val="BodyText"/>
        <w:widowControl w:val="0"/>
        <w:ind w:hanging="72"/>
      </w:pPr>
    </w:p>
    <w:p w:rsidR="00F8731A" w:rsidRPr="006A7349" w:rsidRDefault="00F8731A" w:rsidP="00F8731A">
      <w:pPr>
        <w:widowControl w:val="0"/>
        <w:jc w:val="center"/>
        <w:rPr>
          <w:rFonts w:ascii="Times New Roman" w:hAnsi="Times New Roman"/>
          <w:b/>
          <w:bCs/>
          <w:lang w:val="bg-BG"/>
        </w:rPr>
      </w:pPr>
    </w:p>
    <w:p w:rsidR="00F8731A" w:rsidRPr="006A7349" w:rsidRDefault="00F8731A" w:rsidP="004B6002">
      <w:pPr>
        <w:widowControl w:val="0"/>
        <w:tabs>
          <w:tab w:val="left" w:pos="8364"/>
        </w:tabs>
        <w:jc w:val="center"/>
        <w:rPr>
          <w:rFonts w:ascii="Times New Roman" w:hAnsi="Times New Roman"/>
          <w:b/>
          <w:bCs/>
          <w:lang w:val="bg-BG"/>
        </w:rPr>
      </w:pPr>
    </w:p>
    <w:p w:rsidR="00F8731A" w:rsidRPr="006A7349" w:rsidRDefault="00F8731A" w:rsidP="00F8731A">
      <w:pPr>
        <w:ind w:firstLine="567"/>
        <w:rPr>
          <w:rFonts w:ascii="Times New Roman" w:hAnsi="Times New Roman"/>
          <w:b/>
          <w:u w:val="single"/>
          <w:lang w:val="bg-BG"/>
        </w:rPr>
      </w:pPr>
    </w:p>
    <w:p w:rsidR="00F8731A" w:rsidRPr="006A7349" w:rsidRDefault="00F8731A" w:rsidP="00F8731A">
      <w:pPr>
        <w:ind w:firstLine="567"/>
        <w:rPr>
          <w:rFonts w:ascii="Times New Roman" w:hAnsi="Times New Roman"/>
          <w:b/>
          <w:u w:val="single"/>
          <w:lang w:val="bg-BG"/>
        </w:rPr>
      </w:pPr>
      <w:r w:rsidRPr="006A7349">
        <w:rPr>
          <w:rFonts w:ascii="Times New Roman" w:hAnsi="Times New Roman"/>
          <w:b/>
          <w:u w:val="single"/>
          <w:lang w:val="bg-BG"/>
        </w:rPr>
        <w:t>ПОДПИС и ПЕЧАТ:</w:t>
      </w:r>
    </w:p>
    <w:p w:rsidR="00F8731A" w:rsidRPr="006A7349" w:rsidRDefault="00F8731A" w:rsidP="00F8731A">
      <w:pPr>
        <w:pStyle w:val="BodyText"/>
        <w:ind w:left="567"/>
      </w:pPr>
    </w:p>
    <w:p w:rsidR="00F8731A" w:rsidRPr="006A7349" w:rsidRDefault="00F8731A" w:rsidP="00F8731A">
      <w:pPr>
        <w:pStyle w:val="BodyText"/>
        <w:ind w:left="567"/>
      </w:pPr>
      <w:r w:rsidRPr="006A7349">
        <w:t>______________________ (име и фамилия)</w:t>
      </w:r>
    </w:p>
    <w:p w:rsidR="00F8731A" w:rsidRPr="006A7349" w:rsidRDefault="00F8731A" w:rsidP="00F8731A">
      <w:pPr>
        <w:pStyle w:val="BodyText"/>
        <w:ind w:left="567"/>
      </w:pPr>
    </w:p>
    <w:p w:rsidR="00F8731A" w:rsidRPr="006A7349" w:rsidRDefault="00F8731A" w:rsidP="00F8731A">
      <w:pPr>
        <w:pStyle w:val="BodyText"/>
        <w:ind w:left="567"/>
      </w:pPr>
      <w:r w:rsidRPr="006A7349">
        <w:t>______________________ (дата)</w:t>
      </w:r>
    </w:p>
    <w:p w:rsidR="00F8731A" w:rsidRPr="006A7349" w:rsidRDefault="00F8731A" w:rsidP="00F8731A">
      <w:pPr>
        <w:pStyle w:val="BodyText"/>
        <w:ind w:left="567"/>
      </w:pPr>
    </w:p>
    <w:p w:rsidR="00F8731A" w:rsidRPr="006A7349" w:rsidRDefault="00F8731A" w:rsidP="00F8731A">
      <w:pPr>
        <w:pStyle w:val="BodyText"/>
        <w:ind w:left="3366" w:hanging="2805"/>
      </w:pPr>
      <w:r w:rsidRPr="006A7349">
        <w:t>______________________ (длъжност на управляващия/представляващия участника)</w:t>
      </w:r>
    </w:p>
    <w:p w:rsidR="00F8731A" w:rsidRPr="006A7349" w:rsidRDefault="00F8731A" w:rsidP="00F8731A">
      <w:pPr>
        <w:pStyle w:val="BodyText"/>
        <w:ind w:left="3366" w:hanging="2805"/>
      </w:pPr>
    </w:p>
    <w:p w:rsidR="00F8731A" w:rsidRPr="006A7349" w:rsidRDefault="00F8731A" w:rsidP="00F8731A">
      <w:pPr>
        <w:pStyle w:val="BodyText"/>
        <w:ind w:left="567"/>
      </w:pPr>
      <w:r w:rsidRPr="006A7349">
        <w:t>______________________ (наименование на участника)</w:t>
      </w:r>
    </w:p>
    <w:p w:rsidR="00F8731A" w:rsidRPr="006A7349" w:rsidRDefault="00F8731A" w:rsidP="00F8731A">
      <w:pPr>
        <w:rPr>
          <w:rFonts w:ascii="Times New Roman" w:hAnsi="Times New Roman"/>
          <w:lang w:val="bg-BG"/>
        </w:rPr>
      </w:pPr>
    </w:p>
    <w:p w:rsidR="00F8731A" w:rsidRPr="006A7349" w:rsidRDefault="00F8731A" w:rsidP="00F8731A">
      <w:pPr>
        <w:pStyle w:val="BodyText"/>
        <w:ind w:left="3366" w:hanging="2805"/>
        <w:jc w:val="right"/>
      </w:pPr>
    </w:p>
    <w:p w:rsidR="00B40F5C" w:rsidRPr="006A7349" w:rsidRDefault="00B40F5C"/>
    <w:sectPr w:rsidR="00B40F5C" w:rsidRPr="006A7349" w:rsidSect="0001288C">
      <w:pgSz w:w="11906" w:h="16838" w:code="9"/>
      <w:pgMar w:top="719" w:right="851" w:bottom="719" w:left="1418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8731A"/>
    <w:rsid w:val="0006143B"/>
    <w:rsid w:val="00170C5D"/>
    <w:rsid w:val="001C5470"/>
    <w:rsid w:val="001E635D"/>
    <w:rsid w:val="00202946"/>
    <w:rsid w:val="00206B48"/>
    <w:rsid w:val="00387653"/>
    <w:rsid w:val="004925B6"/>
    <w:rsid w:val="004B6002"/>
    <w:rsid w:val="00592205"/>
    <w:rsid w:val="00697742"/>
    <w:rsid w:val="006A7349"/>
    <w:rsid w:val="006C6D4E"/>
    <w:rsid w:val="008B20E3"/>
    <w:rsid w:val="009924E3"/>
    <w:rsid w:val="00AA4AD7"/>
    <w:rsid w:val="00B40F5C"/>
    <w:rsid w:val="00B60A7B"/>
    <w:rsid w:val="00D05461"/>
    <w:rsid w:val="00D7440C"/>
    <w:rsid w:val="00DE0E05"/>
    <w:rsid w:val="00E27B70"/>
    <w:rsid w:val="00F87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31A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qFormat/>
    <w:rsid w:val="00F8731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F8731A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paragraph" w:styleId="BodyText">
    <w:name w:val="Body Text"/>
    <w:basedOn w:val="Normal"/>
    <w:link w:val="BodyTextChar"/>
    <w:rsid w:val="00F8731A"/>
    <w:pPr>
      <w:jc w:val="both"/>
    </w:pPr>
    <w:rPr>
      <w:rFonts w:ascii="Times New Roman" w:hAnsi="Times New Roman"/>
      <w:lang w:val="bg-BG"/>
    </w:rPr>
  </w:style>
  <w:style w:type="character" w:customStyle="1" w:styleId="BodyTextChar">
    <w:name w:val="Body Text Char"/>
    <w:basedOn w:val="DefaultParagraphFont"/>
    <w:link w:val="BodyText"/>
    <w:rsid w:val="00F8731A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8765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87653"/>
    <w:rPr>
      <w:rFonts w:ascii="Arial" w:eastAsia="Times New Roman" w:hAnsi="Arial" w:cs="Times New Roman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129</Words>
  <Characters>741</Characters>
  <Application>Microsoft Office Word</Application>
  <DocSecurity>0</DocSecurity>
  <Lines>6</Lines>
  <Paragraphs>1</Paragraphs>
  <ScaleCrop>false</ScaleCrop>
  <Company>NPP Kozloduy Plc.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12</cp:revision>
  <cp:lastPrinted>2018-10-31T08:58:00Z</cp:lastPrinted>
  <dcterms:created xsi:type="dcterms:W3CDTF">2017-08-23T05:27:00Z</dcterms:created>
  <dcterms:modified xsi:type="dcterms:W3CDTF">2018-11-05T08:31:00Z</dcterms:modified>
</cp:coreProperties>
</file>