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5D1813" w:rsidRDefault="005D1813" w:rsidP="005D1813">
      <w:pPr>
        <w:pStyle w:val="Title"/>
        <w:rPr>
          <w:sz w:val="32"/>
          <w:lang w:val="ru-RU"/>
        </w:rPr>
      </w:pPr>
      <w:r>
        <w:rPr>
          <w:sz w:val="32"/>
          <w:lang w:val="ru-RU"/>
        </w:rPr>
        <w:t>Д Е К Л А Р А Ц И Я</w:t>
      </w:r>
    </w:p>
    <w:p w:rsidR="005D1813" w:rsidRPr="00AD33B4" w:rsidRDefault="005D1813" w:rsidP="005D1813">
      <w:pPr>
        <w:pStyle w:val="Title"/>
        <w:rPr>
          <w:sz w:val="16"/>
          <w:szCs w:val="16"/>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1D6AC3" w:rsidRPr="001D6AC3" w:rsidRDefault="00BF4F90" w:rsidP="001D6AC3">
      <w:pPr>
        <w:spacing w:line="360" w:lineRule="auto"/>
        <w:ind w:left="720" w:hanging="11"/>
        <w:jc w:val="center"/>
        <w:rPr>
          <w:rFonts w:ascii="Times New Roman" w:hAnsi="Times New Roman"/>
          <w:szCs w:val="22"/>
          <w:lang w:val="bg-BG"/>
        </w:rPr>
      </w:pPr>
      <w:r>
        <w:rPr>
          <w:rFonts w:ascii="Times New Roman" w:hAnsi="Times New Roman"/>
          <w:lang w:val="bg-BG"/>
        </w:rPr>
        <w:t>от Участник в обществена поръчка</w:t>
      </w:r>
      <w:r w:rsidR="001D6AC3" w:rsidRPr="001D6AC3">
        <w:rPr>
          <w:rFonts w:ascii="Times New Roman" w:hAnsi="Times New Roman"/>
          <w:lang w:val="bg-BG"/>
        </w:rPr>
        <w:t xml:space="preserve"> </w:t>
      </w:r>
      <w:r w:rsidR="001D6AC3" w:rsidRPr="001D6AC3">
        <w:rPr>
          <w:rFonts w:ascii="Times New Roman" w:hAnsi="Times New Roman"/>
          <w:lang w:val="ru-RU"/>
        </w:rPr>
        <w:t>с предмет</w:t>
      </w:r>
      <w:r w:rsidR="001D6AC3" w:rsidRPr="001D6AC3">
        <w:rPr>
          <w:rFonts w:ascii="Times New Roman" w:hAnsi="Times New Roman"/>
          <w:szCs w:val="22"/>
          <w:lang w:val="bg-BG"/>
        </w:rPr>
        <w:t>:</w:t>
      </w:r>
    </w:p>
    <w:p w:rsidR="001A2CA2" w:rsidRPr="002176A2" w:rsidRDefault="001D6AC3" w:rsidP="00FD6D88">
      <w:pPr>
        <w:spacing w:after="120" w:line="360" w:lineRule="auto"/>
        <w:ind w:left="993"/>
        <w:jc w:val="center"/>
        <w:rPr>
          <w:rFonts w:ascii="Times New Roman" w:hAnsi="Times New Roman"/>
          <w:lang w:val="bg-BG"/>
        </w:rPr>
      </w:pPr>
      <w:r w:rsidRPr="00424E38">
        <w:rPr>
          <w:rFonts w:ascii="Times New Roman" w:hAnsi="Times New Roman"/>
          <w:b/>
          <w:iCs/>
          <w:lang w:val="ru-MO"/>
        </w:rPr>
        <w:t>“</w:t>
      </w:r>
      <w:r w:rsidR="0085446B" w:rsidRPr="00424E38">
        <w:rPr>
          <w:rFonts w:ascii="Times New Roman" w:hAnsi="Times New Roman"/>
          <w:b/>
          <w:lang w:val="ru-MO"/>
        </w:rPr>
        <w:t xml:space="preserve">Предоставяне на финансови услуги от </w:t>
      </w:r>
      <w:r w:rsidR="004B7F80">
        <w:rPr>
          <w:rFonts w:ascii="Times New Roman" w:hAnsi="Times New Roman"/>
          <w:b/>
          <w:lang w:val="bg-BG"/>
        </w:rPr>
        <w:t>кредитни</w:t>
      </w:r>
      <w:r w:rsidR="0085446B" w:rsidRPr="00424E38">
        <w:rPr>
          <w:rFonts w:ascii="Times New Roman" w:hAnsi="Times New Roman"/>
          <w:b/>
          <w:lang w:val="ru-MO"/>
        </w:rPr>
        <w:t xml:space="preserve"> институции за извършване на комплексно банково обслужване на "АЕЦ Козлодуй" ЕАД</w:t>
      </w:r>
      <w:r w:rsidRPr="00424E38">
        <w:rPr>
          <w:rFonts w:ascii="Times New Roman" w:hAnsi="Times New Roman"/>
          <w:b/>
          <w:iCs/>
          <w:lang w:val="ru-MO"/>
        </w:rPr>
        <w:t>”</w:t>
      </w:r>
    </w:p>
    <w:p w:rsidR="00347087" w:rsidRPr="003451EA" w:rsidRDefault="00347087" w:rsidP="00347087">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47087" w:rsidRPr="003451EA" w:rsidRDefault="00347087" w:rsidP="00347087">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p>
    <w:p w:rsidR="00347087" w:rsidRPr="003451EA" w:rsidRDefault="00347087" w:rsidP="00347087">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47087" w:rsidRPr="003451EA" w:rsidRDefault="00347087" w:rsidP="00347087">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47087" w:rsidRPr="003451EA" w:rsidRDefault="00347087" w:rsidP="00347087">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и адрес </w:t>
      </w:r>
    </w:p>
    <w:p w:rsidR="00347087" w:rsidRPr="003451EA" w:rsidRDefault="00347087" w:rsidP="00347087">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47087" w:rsidRPr="003451EA" w:rsidRDefault="00347087" w:rsidP="00513BD6">
      <w:pPr>
        <w:spacing w:after="120" w:line="360" w:lineRule="auto"/>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AD33B4" w:rsidRDefault="00594325" w:rsidP="001A47A4">
      <w:pPr>
        <w:spacing w:after="120" w:line="360" w:lineRule="auto"/>
        <w:ind w:firstLine="709"/>
        <w:jc w:val="both"/>
        <w:rPr>
          <w:rFonts w:ascii="Times New Roman" w:hAnsi="Times New Roman"/>
          <w:lang w:val="bg-BG"/>
        </w:rPr>
      </w:pPr>
      <w:r w:rsidRPr="0098363E">
        <w:rPr>
          <w:rFonts w:ascii="Times New Roman" w:hAnsi="Times New Roman"/>
          <w:lang w:val="bg-BG" w:eastAsia="bg-BG"/>
        </w:rPr>
        <w:t xml:space="preserve">Участникът, който представлявам </w:t>
      </w:r>
      <w:r w:rsidRPr="0098363E">
        <w:rPr>
          <w:rFonts w:ascii="Times New Roman" w:hAnsi="Times New Roman"/>
          <w:lang w:val="ru-RU"/>
        </w:rPr>
        <w:t>има</w:t>
      </w:r>
      <w:r>
        <w:rPr>
          <w:rFonts w:ascii="Times New Roman" w:hAnsi="Times New Roman"/>
          <w:lang w:val="ru-RU"/>
        </w:rPr>
        <w:t xml:space="preserve"> валиден </w:t>
      </w:r>
      <w:r w:rsidRPr="00424E38">
        <w:rPr>
          <w:rFonts w:ascii="Times New Roman" w:hAnsi="Times New Roman"/>
          <w:lang w:val="ru-MO"/>
        </w:rPr>
        <w:t>лиценз за извършване на банкова дейност, издадено от БНБ</w:t>
      </w:r>
      <w:r>
        <w:rPr>
          <w:rFonts w:ascii="Times New Roman" w:hAnsi="Times New Roman"/>
          <w:lang w:val="bg-BG"/>
        </w:rPr>
        <w:t xml:space="preserve"> или от държава членка на ЕС съгл. Чл. 20 и чл. 22 от </w:t>
      </w:r>
      <w:r w:rsidRPr="00424E38">
        <w:rPr>
          <w:rFonts w:ascii="Times New Roman" w:hAnsi="Times New Roman"/>
          <w:bCs/>
          <w:lang w:val="ru-MO" w:eastAsia="bg-BG"/>
        </w:rPr>
        <w:t xml:space="preserve">Закона за кредитните институции </w:t>
      </w:r>
      <w:r w:rsidRPr="00424E38">
        <w:rPr>
          <w:rFonts w:ascii="Times New Roman" w:hAnsi="Times New Roman"/>
          <w:lang w:val="ru-MO"/>
        </w:rPr>
        <w:t>(</w:t>
      </w:r>
      <w:r w:rsidRPr="00424E38">
        <w:rPr>
          <w:rFonts w:ascii="Times New Roman" w:hAnsi="Times New Roman"/>
          <w:lang w:val="ru-MO" w:eastAsia="bg-BG"/>
        </w:rPr>
        <w:t>ЗКИ)</w:t>
      </w:r>
      <w:r>
        <w:rPr>
          <w:rFonts w:ascii="Times New Roman" w:hAnsi="Times New Roman"/>
          <w:lang w:val="bg-BG"/>
        </w:rPr>
        <w:t xml:space="preserve"> под № ............ </w:t>
      </w:r>
      <w:proofErr w:type="gramStart"/>
      <w:r w:rsidRPr="00424E38">
        <w:rPr>
          <w:rFonts w:ascii="Times New Roman" w:hAnsi="Times New Roman"/>
          <w:lang w:val="ru-MO"/>
        </w:rPr>
        <w:t>(</w:t>
      </w:r>
      <w:r>
        <w:rPr>
          <w:rFonts w:ascii="Times New Roman" w:hAnsi="Times New Roman"/>
          <w:lang w:val="bg-BG"/>
        </w:rPr>
        <w:t>посочва се номера на разрешението</w:t>
      </w:r>
      <w:r w:rsidRPr="00424E38">
        <w:rPr>
          <w:rFonts w:ascii="Times New Roman" w:hAnsi="Times New Roman"/>
          <w:lang w:val="ru-MO"/>
        </w:rPr>
        <w:t>)</w:t>
      </w:r>
      <w:r>
        <w:rPr>
          <w:rFonts w:ascii="Times New Roman" w:hAnsi="Times New Roman"/>
          <w:lang w:val="bg-BG"/>
        </w:rPr>
        <w:t xml:space="preserve"> за извършване на банкова дейност и за извършване на съответните платежни услутги по смисъла на </w:t>
      </w:r>
      <w:r w:rsidRPr="00424E38">
        <w:rPr>
          <w:rFonts w:ascii="Times New Roman" w:hAnsi="Times New Roman"/>
          <w:lang w:val="ru-MO" w:eastAsia="bg-BG"/>
        </w:rPr>
        <w:t xml:space="preserve">Закона за платежните услуги и платежните системи </w:t>
      </w:r>
      <w:r w:rsidRPr="00424E38">
        <w:rPr>
          <w:rFonts w:ascii="Times New Roman" w:hAnsi="Times New Roman"/>
          <w:lang w:val="ru-MO"/>
        </w:rPr>
        <w:t>(</w:t>
      </w:r>
      <w:r w:rsidR="00B82A71">
        <w:rPr>
          <w:rFonts w:ascii="Times New Roman" w:hAnsi="Times New Roman"/>
          <w:lang w:val="ru-MO" w:eastAsia="bg-BG"/>
        </w:rPr>
        <w:t>ЗПУПС</w:t>
      </w:r>
      <w:r w:rsidR="00B82A71" w:rsidRPr="00B82A71">
        <w:rPr>
          <w:rFonts w:ascii="Times New Roman" w:hAnsi="Times New Roman"/>
          <w:lang w:val="ru-MO" w:eastAsia="bg-BG"/>
        </w:rPr>
        <w:t>)</w:t>
      </w:r>
      <w:r w:rsidRPr="00424E38">
        <w:rPr>
          <w:rFonts w:ascii="Times New Roman" w:hAnsi="Times New Roman"/>
          <w:lang w:val="ru-MO"/>
        </w:rPr>
        <w:t xml:space="preserve">. </w:t>
      </w:r>
      <w:proofErr w:type="gramEnd"/>
    </w:p>
    <w:p w:rsidR="00813C3E" w:rsidRPr="00902E70" w:rsidRDefault="00813C3E" w:rsidP="0037674C">
      <w:pPr>
        <w:jc w:val="both"/>
        <w:rPr>
          <w:rFonts w:ascii="Times New Roman" w:hAnsi="Times New Roman"/>
          <w:bCs/>
          <w:sz w:val="16"/>
          <w:szCs w:val="16"/>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rPr>
          <w:rFonts w:ascii="Times New Roman" w:hAnsi="Times New Roman"/>
          <w:u w:val="single"/>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9D40B2" w:rsidRPr="009D40B2" w:rsidRDefault="009D40B2" w:rsidP="00F11FEC">
      <w:pPr>
        <w:spacing w:line="360" w:lineRule="auto"/>
        <w:rPr>
          <w:rFonts w:ascii="Times New Roman" w:hAnsi="Times New Roman"/>
          <w:sz w:val="16"/>
          <w:szCs w:val="16"/>
          <w:lang w:val="bg-BG"/>
        </w:rPr>
      </w:pPr>
    </w:p>
    <w:p w:rsidR="00F11FEC" w:rsidRDefault="00AD33B4" w:rsidP="00F11FEC">
      <w:pPr>
        <w:jc w:val="both"/>
        <w:rPr>
          <w:rFonts w:ascii="Times New Roman" w:hAnsi="Times New Roman"/>
          <w:bCs/>
          <w:lang w:val="bg-BG"/>
        </w:rPr>
      </w:pPr>
      <w:r>
        <w:rPr>
          <w:rFonts w:ascii="Times New Roman" w:hAnsi="Times New Roman"/>
          <w:bCs/>
          <w:lang w:val="bg-BG"/>
        </w:rPr>
        <w:t>*Невярното се зачертава</w:t>
      </w:r>
    </w:p>
    <w:p w:rsidR="009D40B2" w:rsidRPr="009D40B2" w:rsidRDefault="009D40B2" w:rsidP="00F11FEC">
      <w:pPr>
        <w:jc w:val="both"/>
        <w:rPr>
          <w:rFonts w:ascii="Times New Roman" w:hAnsi="Times New Roman"/>
          <w:bCs/>
          <w:sz w:val="16"/>
          <w:szCs w:val="16"/>
          <w:lang w:val="bg-BG"/>
        </w:rPr>
      </w:pPr>
    </w:p>
    <w:p w:rsidR="009D40B2" w:rsidRDefault="00F11FEC" w:rsidP="009D40B2">
      <w:pPr>
        <w:spacing w:line="360" w:lineRule="auto"/>
        <w:jc w:val="both"/>
        <w:rPr>
          <w:rFonts w:ascii="Times New Roman" w:hAnsi="Times New Roman"/>
          <w:lang w:val="bg-BG"/>
        </w:rPr>
      </w:pPr>
      <w:r w:rsidRPr="0037674C">
        <w:rPr>
          <w:rFonts w:ascii="Times New Roman" w:hAnsi="Times New Roman"/>
          <w:bCs/>
          <w:lang w:val="bg-BG"/>
        </w:rPr>
        <w:t>Забележка</w:t>
      </w:r>
      <w:r w:rsidRPr="0037674C">
        <w:rPr>
          <w:rFonts w:ascii="Times New Roman" w:hAnsi="Times New Roman"/>
          <w:lang w:val="bg-BG"/>
        </w:rPr>
        <w:t xml:space="preserve">: </w:t>
      </w:r>
      <w:r w:rsidR="009D40B2" w:rsidRPr="005F1179">
        <w:rPr>
          <w:rFonts w:ascii="Times New Roman" w:hAnsi="Times New Roman"/>
          <w:lang w:val="bg-BG"/>
        </w:rPr>
        <w:t xml:space="preserve">Декларацията се подава от </w:t>
      </w:r>
      <w:r w:rsidR="009D40B2">
        <w:rPr>
          <w:rFonts w:ascii="Times New Roman" w:hAnsi="Times New Roman"/>
          <w:lang w:val="bg-BG"/>
        </w:rPr>
        <w:t xml:space="preserve">едно от </w:t>
      </w:r>
      <w:r w:rsidR="009D40B2" w:rsidRPr="005F1179">
        <w:rPr>
          <w:rFonts w:ascii="Times New Roman" w:hAnsi="Times New Roman"/>
          <w:lang w:val="bg-BG"/>
        </w:rPr>
        <w:t>лицата, които могат самостоят</w:t>
      </w:r>
      <w:r w:rsidR="009D40B2">
        <w:rPr>
          <w:rFonts w:ascii="Times New Roman" w:hAnsi="Times New Roman"/>
          <w:lang w:val="bg-BG"/>
        </w:rPr>
        <w:t>елно да представляват Участника</w:t>
      </w:r>
      <w:r w:rsidR="009D40B2" w:rsidRPr="005F1179">
        <w:rPr>
          <w:rFonts w:ascii="Times New Roman" w:hAnsi="Times New Roman"/>
          <w:lang w:val="bg-BG"/>
        </w:rPr>
        <w:t xml:space="preserve">. </w:t>
      </w:r>
    </w:p>
    <w:sectPr w:rsidR="009D40B2" w:rsidSect="00F11FEC">
      <w:pgSz w:w="11906" w:h="16838" w:code="9"/>
      <w:pgMar w:top="709" w:right="851" w:bottom="568"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EE7" w:rsidRDefault="00853EE7">
      <w:r>
        <w:separator/>
      </w:r>
    </w:p>
  </w:endnote>
  <w:endnote w:type="continuationSeparator" w:id="0">
    <w:p w:rsidR="00853EE7" w:rsidRDefault="00853E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EE7" w:rsidRDefault="00853EE7">
      <w:r>
        <w:separator/>
      </w:r>
    </w:p>
  </w:footnote>
  <w:footnote w:type="continuationSeparator" w:id="0">
    <w:p w:rsidR="00853EE7" w:rsidRDefault="00853E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3F01"/>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rsids>
    <w:rsidRoot w:val="0092704E"/>
    <w:rsid w:val="000035EA"/>
    <w:rsid w:val="00005C62"/>
    <w:rsid w:val="000121CE"/>
    <w:rsid w:val="00014726"/>
    <w:rsid w:val="000216EA"/>
    <w:rsid w:val="00035E9A"/>
    <w:rsid w:val="00036A9C"/>
    <w:rsid w:val="00037F0F"/>
    <w:rsid w:val="00047F8B"/>
    <w:rsid w:val="000672AB"/>
    <w:rsid w:val="00090805"/>
    <w:rsid w:val="00096A17"/>
    <w:rsid w:val="000B2EF5"/>
    <w:rsid w:val="000B77F7"/>
    <w:rsid w:val="000E777D"/>
    <w:rsid w:val="000F713E"/>
    <w:rsid w:val="00104A77"/>
    <w:rsid w:val="001241A9"/>
    <w:rsid w:val="00137BDF"/>
    <w:rsid w:val="00143683"/>
    <w:rsid w:val="001526BB"/>
    <w:rsid w:val="0015504D"/>
    <w:rsid w:val="00155102"/>
    <w:rsid w:val="00164800"/>
    <w:rsid w:val="00185C47"/>
    <w:rsid w:val="00196AAE"/>
    <w:rsid w:val="001A2CA2"/>
    <w:rsid w:val="001A47A4"/>
    <w:rsid w:val="001A5352"/>
    <w:rsid w:val="001A68F1"/>
    <w:rsid w:val="001B06B4"/>
    <w:rsid w:val="001C43DF"/>
    <w:rsid w:val="001D2483"/>
    <w:rsid w:val="001D6AC3"/>
    <w:rsid w:val="002176A2"/>
    <w:rsid w:val="0022126D"/>
    <w:rsid w:val="00236551"/>
    <w:rsid w:val="00242984"/>
    <w:rsid w:val="00273705"/>
    <w:rsid w:val="00274B49"/>
    <w:rsid w:val="00276776"/>
    <w:rsid w:val="002C1944"/>
    <w:rsid w:val="002D38C2"/>
    <w:rsid w:val="002D5CB3"/>
    <w:rsid w:val="002E0FD6"/>
    <w:rsid w:val="002E28DB"/>
    <w:rsid w:val="002F0830"/>
    <w:rsid w:val="002F7D19"/>
    <w:rsid w:val="003347FB"/>
    <w:rsid w:val="00334B4E"/>
    <w:rsid w:val="00347087"/>
    <w:rsid w:val="00360F71"/>
    <w:rsid w:val="003613E4"/>
    <w:rsid w:val="0037674C"/>
    <w:rsid w:val="003A080F"/>
    <w:rsid w:val="003A3E78"/>
    <w:rsid w:val="003B1D0E"/>
    <w:rsid w:val="003B3DC5"/>
    <w:rsid w:val="003B53B2"/>
    <w:rsid w:val="003F7A9F"/>
    <w:rsid w:val="004027FD"/>
    <w:rsid w:val="00412DDF"/>
    <w:rsid w:val="0041575E"/>
    <w:rsid w:val="00424E38"/>
    <w:rsid w:val="00465CC8"/>
    <w:rsid w:val="004666F5"/>
    <w:rsid w:val="004B1680"/>
    <w:rsid w:val="004B28FD"/>
    <w:rsid w:val="004B7F80"/>
    <w:rsid w:val="004D7DAB"/>
    <w:rsid w:val="00501138"/>
    <w:rsid w:val="005131AB"/>
    <w:rsid w:val="00513BD6"/>
    <w:rsid w:val="00534857"/>
    <w:rsid w:val="00535270"/>
    <w:rsid w:val="00535B26"/>
    <w:rsid w:val="0057360D"/>
    <w:rsid w:val="00575C67"/>
    <w:rsid w:val="005864F8"/>
    <w:rsid w:val="00594325"/>
    <w:rsid w:val="005949BC"/>
    <w:rsid w:val="00594E44"/>
    <w:rsid w:val="005A05C2"/>
    <w:rsid w:val="005A0B91"/>
    <w:rsid w:val="005D1813"/>
    <w:rsid w:val="005F0CF8"/>
    <w:rsid w:val="005F33B1"/>
    <w:rsid w:val="006413B8"/>
    <w:rsid w:val="006541C5"/>
    <w:rsid w:val="00690973"/>
    <w:rsid w:val="00694B3C"/>
    <w:rsid w:val="006B2165"/>
    <w:rsid w:val="006C70BC"/>
    <w:rsid w:val="006D1D2D"/>
    <w:rsid w:val="006E3400"/>
    <w:rsid w:val="006F47A1"/>
    <w:rsid w:val="007073CF"/>
    <w:rsid w:val="007074DC"/>
    <w:rsid w:val="00726629"/>
    <w:rsid w:val="00743429"/>
    <w:rsid w:val="00744622"/>
    <w:rsid w:val="007515DB"/>
    <w:rsid w:val="007705EB"/>
    <w:rsid w:val="00780BCD"/>
    <w:rsid w:val="00796E17"/>
    <w:rsid w:val="007A0FDC"/>
    <w:rsid w:val="007B4429"/>
    <w:rsid w:val="007C6CC5"/>
    <w:rsid w:val="007D175D"/>
    <w:rsid w:val="007F230F"/>
    <w:rsid w:val="00803160"/>
    <w:rsid w:val="008061D2"/>
    <w:rsid w:val="00813C3E"/>
    <w:rsid w:val="00824AB0"/>
    <w:rsid w:val="00833416"/>
    <w:rsid w:val="00853EE7"/>
    <w:rsid w:val="0085446B"/>
    <w:rsid w:val="00854D9C"/>
    <w:rsid w:val="00863E88"/>
    <w:rsid w:val="00872198"/>
    <w:rsid w:val="00884CB5"/>
    <w:rsid w:val="00890F2F"/>
    <w:rsid w:val="008D4464"/>
    <w:rsid w:val="008E78FF"/>
    <w:rsid w:val="00902E70"/>
    <w:rsid w:val="00903541"/>
    <w:rsid w:val="00915C68"/>
    <w:rsid w:val="0092704E"/>
    <w:rsid w:val="009348A4"/>
    <w:rsid w:val="00940DD8"/>
    <w:rsid w:val="00941DAD"/>
    <w:rsid w:val="0098363E"/>
    <w:rsid w:val="009D4024"/>
    <w:rsid w:val="009D40B2"/>
    <w:rsid w:val="009D4D9C"/>
    <w:rsid w:val="009D4D9F"/>
    <w:rsid w:val="00A278EB"/>
    <w:rsid w:val="00A27A89"/>
    <w:rsid w:val="00A35CFD"/>
    <w:rsid w:val="00A54A97"/>
    <w:rsid w:val="00A568C8"/>
    <w:rsid w:val="00A61C54"/>
    <w:rsid w:val="00A6505F"/>
    <w:rsid w:val="00A67E37"/>
    <w:rsid w:val="00A8074D"/>
    <w:rsid w:val="00A87F27"/>
    <w:rsid w:val="00AA3019"/>
    <w:rsid w:val="00AA6D2C"/>
    <w:rsid w:val="00AC02EF"/>
    <w:rsid w:val="00AC3EE0"/>
    <w:rsid w:val="00AD20B6"/>
    <w:rsid w:val="00AD33B4"/>
    <w:rsid w:val="00AD4E33"/>
    <w:rsid w:val="00AE3DDA"/>
    <w:rsid w:val="00AF6EBF"/>
    <w:rsid w:val="00B04EEB"/>
    <w:rsid w:val="00B13DF4"/>
    <w:rsid w:val="00B2271E"/>
    <w:rsid w:val="00B26970"/>
    <w:rsid w:val="00B372C4"/>
    <w:rsid w:val="00B42F62"/>
    <w:rsid w:val="00B4726C"/>
    <w:rsid w:val="00B63A4A"/>
    <w:rsid w:val="00B747E0"/>
    <w:rsid w:val="00B82A71"/>
    <w:rsid w:val="00B8617B"/>
    <w:rsid w:val="00B948CD"/>
    <w:rsid w:val="00B96973"/>
    <w:rsid w:val="00BA4FBB"/>
    <w:rsid w:val="00BA552E"/>
    <w:rsid w:val="00BB480B"/>
    <w:rsid w:val="00BF1F68"/>
    <w:rsid w:val="00BF4F90"/>
    <w:rsid w:val="00C15103"/>
    <w:rsid w:val="00C33C96"/>
    <w:rsid w:val="00C649BA"/>
    <w:rsid w:val="00C65F85"/>
    <w:rsid w:val="00C93F38"/>
    <w:rsid w:val="00CA3A57"/>
    <w:rsid w:val="00CA5F01"/>
    <w:rsid w:val="00CC62F8"/>
    <w:rsid w:val="00CD359F"/>
    <w:rsid w:val="00CD7E4D"/>
    <w:rsid w:val="00CE0150"/>
    <w:rsid w:val="00D23419"/>
    <w:rsid w:val="00D237B5"/>
    <w:rsid w:val="00D24740"/>
    <w:rsid w:val="00D32E1C"/>
    <w:rsid w:val="00D52B64"/>
    <w:rsid w:val="00D63D5A"/>
    <w:rsid w:val="00D7085A"/>
    <w:rsid w:val="00D75EA7"/>
    <w:rsid w:val="00D97CB8"/>
    <w:rsid w:val="00DB4E5C"/>
    <w:rsid w:val="00DB67F6"/>
    <w:rsid w:val="00DC079E"/>
    <w:rsid w:val="00DC1119"/>
    <w:rsid w:val="00DC454F"/>
    <w:rsid w:val="00DD3500"/>
    <w:rsid w:val="00DE04DE"/>
    <w:rsid w:val="00DF4B90"/>
    <w:rsid w:val="00E35BF7"/>
    <w:rsid w:val="00E40A15"/>
    <w:rsid w:val="00E66BCA"/>
    <w:rsid w:val="00E67112"/>
    <w:rsid w:val="00E7030E"/>
    <w:rsid w:val="00E70E71"/>
    <w:rsid w:val="00E72906"/>
    <w:rsid w:val="00ED229C"/>
    <w:rsid w:val="00EE11D1"/>
    <w:rsid w:val="00EE3C7E"/>
    <w:rsid w:val="00EE6FFE"/>
    <w:rsid w:val="00EF7203"/>
    <w:rsid w:val="00F03ADE"/>
    <w:rsid w:val="00F11FEC"/>
    <w:rsid w:val="00F160D4"/>
    <w:rsid w:val="00F2353D"/>
    <w:rsid w:val="00F24A22"/>
    <w:rsid w:val="00F413C7"/>
    <w:rsid w:val="00F548CC"/>
    <w:rsid w:val="00F608E8"/>
    <w:rsid w:val="00FB3A49"/>
    <w:rsid w:val="00FC3204"/>
    <w:rsid w:val="00FD099B"/>
    <w:rsid w:val="00FD6D88"/>
    <w:rsid w:val="00FF0AF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szCs w:val="24"/>
      <w:lang w:val="en-GB" w:eastAsia="en-US"/>
    </w:rPr>
  </w:style>
  <w:style w:type="paragraph" w:styleId="Heading1">
    <w:name w:val="heading 1"/>
    <w:basedOn w:val="Normal"/>
    <w:next w:val="Normal"/>
    <w:qFormat/>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pPr>
      <w:keepNext/>
      <w:ind w:left="2160" w:firstLine="720"/>
      <w:outlineLvl w:val="3"/>
    </w:pPr>
    <w:rPr>
      <w:rFonts w:ascii="Times New Roman" w:hAnsi="Times New Roman"/>
      <w:b/>
      <w:sz w:val="32"/>
      <w:szCs w:val="22"/>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2">
    <w:name w:val="Body Text Indent 2"/>
    <w:basedOn w:val="Normal"/>
    <w:link w:val="BodyTextIndent2Char"/>
    <w:pPr>
      <w:ind w:left="630"/>
    </w:pPr>
    <w:rPr>
      <w:rFonts w:ascii="Times New Roman" w:hAnsi="Times New Roman"/>
      <w:szCs w:val="20"/>
      <w:lang w:val="en-US"/>
    </w:rPr>
  </w:style>
  <w:style w:type="paragraph" w:customStyle="1" w:styleId="31">
    <w:name w:val="3 1"/>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pPr>
      <w:jc w:val="center"/>
    </w:pPr>
    <w:rPr>
      <w:rFonts w:ascii="Times New Roman" w:hAnsi="Times New Roman"/>
      <w:b/>
      <w:bCs/>
      <w:sz w:val="28"/>
    </w:rPr>
  </w:style>
  <w:style w:type="paragraph" w:styleId="BodyText">
    <w:name w:val="Body Text"/>
    <w:basedOn w:val="Normal"/>
    <w:link w:val="BodyTextChar"/>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 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 Char Char Char Char Char"/>
    <w:basedOn w:val="Normal"/>
    <w:rsid w:val="00274B49"/>
    <w:pPr>
      <w:tabs>
        <w:tab w:val="left" w:pos="709"/>
      </w:tabs>
    </w:pPr>
    <w:rPr>
      <w:rFonts w:ascii="Tahoma" w:hAnsi="Tahoma"/>
      <w:lang w:val="pl-PL" w:eastAsia="pl-PL"/>
    </w:rPr>
  </w:style>
  <w:style w:type="paragraph" w:customStyle="1" w:styleId="CharCharCharCharCharCharCharCharChar">
    <w:name w:val=" 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 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 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 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60;&#1080;&#1041;\&#1059;&#1087;&#1088;&#1072;&#1074;&#1083;&#1077;&#1085;&#1080;&#1077;%20&#1058;&#1098;&#1088;&#1075;&#1086;&#1074;&#1089;&#1082;&#1086;\&#1054;&#1090;&#1076;&#1077;&#1083;%20&#1054;&#1073;&#1097;&#1077;&#1089;&#1090;&#1074;&#1077;&#1085;&#1080;%20&#1087;&#1086;&#1088;&#1098;&#1095;&#1082;&#1080;\&#1053;&#1072;&#1095;&#1072;&#1083;&#1085;&#1080;&#1082;%20&#1086;&#1090;&#1076;&#1077;&#1083;\&#1041;&#1083;&#1072;&#1085;&#1082;&#1080;\01092009\&#1044;&#1086;&#1082;&#1091;&#1084;&#1077;&#1085;&#1090;&#1072;&#1094;&#1080;&#1080;\&#1044;&#1077;&#1082;&#1083;&#1072;&#1088;&#1072;&#1094;&#1080;&#1080;\&#1044;&#1077;&#1082;&#1083;&#1072;&#1088;&#1072;&#1094;&#1080;&#1103;%20&#1079;&#1072;%20&#1087;&#1086;&#1076;&#1072;&#1074;&#1072;&#1085;&#1077;%20&#1085;&#1072;%20&#1086;&#1092;&#1077;&#1088;&#1090;&#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подаване на оферта</Template>
  <TotalTime>4</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ntcenova</dc:creator>
  <cp:lastModifiedBy>anmomchilova</cp:lastModifiedBy>
  <cp:revision>2</cp:revision>
  <cp:lastPrinted>2019-05-21T07:25:00Z</cp:lastPrinted>
  <dcterms:created xsi:type="dcterms:W3CDTF">2019-05-27T08:53:00Z</dcterms:created>
  <dcterms:modified xsi:type="dcterms:W3CDTF">2019-05-27T08:53:00Z</dcterms:modified>
</cp:coreProperties>
</file>