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7B484F">
        <w:rPr>
          <w:b/>
        </w:rPr>
        <w:t xml:space="preserve">Доставка на </w:t>
      </w:r>
      <w:r w:rsidR="00A66901">
        <w:rPr>
          <w:b/>
        </w:rPr>
        <w:t>батерии</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7B484F" w:rsidRDefault="007B484F" w:rsidP="00B564FA">
      <w:pPr>
        <w:pStyle w:val="BodyText"/>
        <w:widowControl w:val="0"/>
        <w:ind w:firstLine="720"/>
        <w:rPr>
          <w:b/>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Default="00AB398E" w:rsidP="00B564FA">
      <w:pPr>
        <w:pStyle w:val="BodyText"/>
        <w:widowControl w:val="0"/>
      </w:pPr>
      <w:r w:rsidRPr="004E6764">
        <w:tab/>
        <w:t>Нашата оферта</w:t>
      </w:r>
      <w:r w:rsidRPr="004E6764">
        <w:rPr>
          <w:lang w:val="ru-RU"/>
        </w:rPr>
        <w:t xml:space="preserve"> </w:t>
      </w:r>
      <w:r w:rsidRPr="004E6764">
        <w:t>съдържа:</w:t>
      </w:r>
    </w:p>
    <w:p w:rsidR="007B484F" w:rsidRPr="004E6764" w:rsidRDefault="007B484F" w:rsidP="00B564FA">
      <w:pPr>
        <w:pStyle w:val="BodyText"/>
        <w:widowControl w:val="0"/>
        <w:rPr>
          <w:lang w:val="ru-RU"/>
        </w:rPr>
      </w:pP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7B484F"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r>
      <w:r w:rsidR="00C8414C" w:rsidRPr="007B484F">
        <w:rPr>
          <w:lang w:val="bg-BG"/>
        </w:rPr>
        <w:t xml:space="preserve">Декларация </w:t>
      </w:r>
      <w:r w:rsidR="001E1F52" w:rsidRPr="007B484F">
        <w:rPr>
          <w:lang w:val="bg-BG"/>
        </w:rPr>
        <w:t xml:space="preserve">по чл.192, ал.3 от ЗОП </w:t>
      </w:r>
      <w:r w:rsidR="00C8414C" w:rsidRPr="007B484F">
        <w:rPr>
          <w:lang w:val="bg-BG"/>
        </w:rPr>
        <w:t>за обстоятелствата по чл.54, ал.1, т.1, 2 и 7 от ЗОП</w:t>
      </w:r>
      <w:r w:rsidR="0074411C" w:rsidRPr="007B484F">
        <w:rPr>
          <w:lang w:val="bg-BG"/>
        </w:rPr>
        <w:t>.</w:t>
      </w:r>
    </w:p>
    <w:p w:rsidR="00C8414C" w:rsidRPr="007B484F" w:rsidRDefault="009E25FD" w:rsidP="00B564FA">
      <w:pPr>
        <w:tabs>
          <w:tab w:val="left" w:pos="744"/>
        </w:tabs>
        <w:ind w:left="-24" w:firstLine="733"/>
        <w:jc w:val="both"/>
        <w:rPr>
          <w:lang w:val="bg-BG"/>
        </w:rPr>
      </w:pPr>
      <w:r w:rsidRPr="007B484F">
        <w:rPr>
          <w:lang w:val="bg-BG"/>
        </w:rPr>
        <w:t>I.</w:t>
      </w:r>
      <w:r w:rsidR="00C8414C" w:rsidRPr="007B484F">
        <w:rPr>
          <w:lang w:val="bg-BG"/>
        </w:rPr>
        <w:t xml:space="preserve">2. </w:t>
      </w:r>
      <w:r w:rsidR="00C8414C" w:rsidRPr="007B484F">
        <w:rPr>
          <w:lang w:val="bg-BG"/>
        </w:rPr>
        <w:tab/>
        <w:t xml:space="preserve">Декларация </w:t>
      </w:r>
      <w:r w:rsidR="001E1F52" w:rsidRPr="007B484F">
        <w:rPr>
          <w:lang w:val="bg-BG"/>
        </w:rPr>
        <w:t xml:space="preserve">по чл.192, ал.3 от ЗОП </w:t>
      </w:r>
      <w:r w:rsidR="00C8414C" w:rsidRPr="007B484F">
        <w:rPr>
          <w:lang w:val="bg-BG"/>
        </w:rPr>
        <w:t>за обстоятелствата по</w:t>
      </w:r>
      <w:r w:rsidR="00C8414C" w:rsidRPr="007B484F">
        <w:rPr>
          <w:rFonts w:ascii="HebarU" w:hAnsi="HebarU" w:cs="HebarU"/>
          <w:lang w:val="bg-BG"/>
        </w:rPr>
        <w:t xml:space="preserve"> </w:t>
      </w:r>
      <w:r w:rsidR="001E1F52" w:rsidRPr="007B484F">
        <w:rPr>
          <w:lang w:val="bg-BG"/>
        </w:rPr>
        <w:t>чл.</w:t>
      </w:r>
      <w:r w:rsidR="00C8414C" w:rsidRPr="007B484F">
        <w:rPr>
          <w:lang w:val="bg-BG"/>
        </w:rPr>
        <w:t>54, ал.1, т.3-</w:t>
      </w:r>
      <w:r w:rsidR="00101AA1" w:rsidRPr="007B484F">
        <w:rPr>
          <w:lang w:val="bg-BG"/>
        </w:rPr>
        <w:t>6</w:t>
      </w:r>
      <w:r w:rsidR="00C8414C" w:rsidRPr="007B484F">
        <w:rPr>
          <w:lang w:val="bg-BG"/>
        </w:rPr>
        <w:t xml:space="preserve"> от ЗОП</w:t>
      </w:r>
      <w:r w:rsidR="0074411C" w:rsidRPr="007B484F">
        <w:rPr>
          <w:lang w:val="bg-BG"/>
        </w:rPr>
        <w:t>.</w:t>
      </w:r>
    </w:p>
    <w:p w:rsidR="00C8414C" w:rsidRPr="007B484F" w:rsidRDefault="0083312C" w:rsidP="00B564FA">
      <w:pPr>
        <w:tabs>
          <w:tab w:val="left" w:pos="0"/>
          <w:tab w:val="left" w:pos="744"/>
        </w:tabs>
        <w:ind w:left="-24" w:firstLine="733"/>
        <w:jc w:val="both"/>
        <w:rPr>
          <w:lang w:val="bg-BG"/>
        </w:rPr>
      </w:pPr>
      <w:r w:rsidRPr="007B484F">
        <w:rPr>
          <w:lang w:val="bg-BG"/>
        </w:rPr>
        <w:t>I.</w:t>
      </w:r>
      <w:r w:rsidR="00D21335" w:rsidRPr="007B484F">
        <w:rPr>
          <w:lang w:val="ru-RU"/>
        </w:rPr>
        <w:t>3</w:t>
      </w:r>
      <w:r w:rsidRPr="007B484F">
        <w:rPr>
          <w:lang w:val="bg-BG"/>
        </w:rPr>
        <w:t>.</w:t>
      </w:r>
      <w:r w:rsidRPr="007B484F">
        <w:rPr>
          <w:lang w:val="bg-BG"/>
        </w:rPr>
        <w:tab/>
      </w:r>
      <w:r w:rsidR="00C8414C" w:rsidRPr="007B484F">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7B484F" w:rsidRDefault="00F16BC2" w:rsidP="00B564FA">
      <w:pPr>
        <w:tabs>
          <w:tab w:val="left" w:pos="0"/>
          <w:tab w:val="left" w:pos="744"/>
        </w:tabs>
        <w:ind w:left="-24" w:firstLine="733"/>
        <w:jc w:val="both"/>
        <w:rPr>
          <w:lang w:val="bg-BG"/>
        </w:rPr>
      </w:pPr>
      <w:r w:rsidRPr="007B484F">
        <w:rPr>
          <w:lang w:val="bg-BG"/>
        </w:rPr>
        <w:t>I.</w:t>
      </w:r>
      <w:r w:rsidR="00D21335" w:rsidRPr="007B484F">
        <w:rPr>
          <w:lang w:val="ru-RU"/>
        </w:rPr>
        <w:t>4</w:t>
      </w:r>
      <w:r w:rsidR="009E25FD" w:rsidRPr="007B484F">
        <w:rPr>
          <w:lang w:val="bg-BG"/>
        </w:rPr>
        <w:t xml:space="preserve">. </w:t>
      </w:r>
      <w:r w:rsidR="009E25FD" w:rsidRPr="007B484F">
        <w:rPr>
          <w:lang w:val="bg-BG"/>
        </w:rPr>
        <w:tab/>
        <w:t>Информационен лист</w:t>
      </w:r>
      <w:r w:rsidR="00C8414C" w:rsidRPr="007B484F">
        <w:rPr>
          <w:lang w:val="bg-BG"/>
        </w:rPr>
        <w:t>.</w:t>
      </w:r>
    </w:p>
    <w:p w:rsidR="00C8414C" w:rsidRDefault="00C8414C" w:rsidP="00B564FA">
      <w:pPr>
        <w:widowControl w:val="0"/>
        <w:tabs>
          <w:tab w:val="left" w:pos="744"/>
        </w:tabs>
        <w:ind w:left="-24" w:firstLine="733"/>
        <w:jc w:val="both"/>
        <w:rPr>
          <w:lang w:val="bg-BG"/>
        </w:rPr>
      </w:pPr>
    </w:p>
    <w:p w:rsidR="007B484F" w:rsidRPr="004E6764" w:rsidRDefault="007B484F"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7B484F" w:rsidRPr="0031391D">
        <w:rPr>
          <w:lang w:val="bg-BG"/>
        </w:rPr>
        <w:t>Спецификация на стоката предмет на поръчката</w:t>
      </w:r>
      <w:r w:rsidR="007B484F" w:rsidRPr="009D57FB">
        <w:rPr>
          <w:lang w:val="bg-BG"/>
        </w:rPr>
        <w:t>, за обособена/и позиция/и № ..., № ......</w:t>
      </w:r>
      <w:r w:rsidR="007B484F" w:rsidRPr="00136E4E">
        <w:rPr>
          <w:lang w:val="bg-BG"/>
        </w:rPr>
        <w:t>.</w:t>
      </w:r>
      <w:r w:rsidR="007B484F" w:rsidRPr="0031391D">
        <w:rPr>
          <w:lang w:val="bg-BG"/>
        </w:rPr>
        <w:t>.</w:t>
      </w:r>
      <w:r w:rsidR="00B564FA">
        <w:rPr>
          <w:lang w:val="bg-BG"/>
        </w:rPr>
        <w:t>.</w:t>
      </w:r>
    </w:p>
    <w:p w:rsidR="00700029" w:rsidRDefault="00700029" w:rsidP="00B564FA">
      <w:pPr>
        <w:tabs>
          <w:tab w:val="left" w:pos="720"/>
          <w:tab w:val="left" w:pos="851"/>
          <w:tab w:val="left" w:pos="1080"/>
        </w:tabs>
        <w:ind w:left="-24" w:firstLine="733"/>
        <w:jc w:val="both"/>
        <w:rPr>
          <w:lang w:val="bg-BG"/>
        </w:rPr>
      </w:pPr>
      <w:bookmarkStart w:id="0" w:name="_Ref90368783"/>
    </w:p>
    <w:p w:rsidR="007B484F" w:rsidRPr="004E6764" w:rsidRDefault="007B484F" w:rsidP="00B564FA">
      <w:pPr>
        <w:tabs>
          <w:tab w:val="left" w:pos="720"/>
          <w:tab w:val="left" w:pos="851"/>
          <w:tab w:val="left" w:pos="1080"/>
        </w:tabs>
        <w:ind w:left="-24" w:firstLine="733"/>
        <w:jc w:val="both"/>
        <w:rPr>
          <w:lang w:val="bg-BG"/>
        </w:rPr>
      </w:pPr>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B484F" w:rsidRPr="009D57FB">
        <w:rPr>
          <w:bCs/>
          <w:lang w:val="bg-BG"/>
        </w:rPr>
        <w:t>Ценова таблица</w:t>
      </w:r>
      <w:r w:rsidR="007B484F" w:rsidRPr="009D57FB">
        <w:rPr>
          <w:lang w:val="bg-BG"/>
        </w:rPr>
        <w:t>, за обособена/и позиция/и № ..., № .....</w:t>
      </w:r>
      <w:r w:rsidR="007B484F" w:rsidRPr="00136E4E">
        <w:rPr>
          <w:lang w:val="bg-BG"/>
        </w:rPr>
        <w:t>.</w:t>
      </w:r>
      <w:r w:rsidR="007B484F" w:rsidRPr="0031391D">
        <w:rPr>
          <w:lang w:val="bg-BG"/>
        </w:rPr>
        <w:t>.</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19E" w:rsidRDefault="00A9719E" w:rsidP="00CB3937">
      <w:r>
        <w:separator/>
      </w:r>
    </w:p>
  </w:endnote>
  <w:endnote w:type="continuationSeparator" w:id="0">
    <w:p w:rsidR="00A9719E" w:rsidRDefault="00A9719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19E" w:rsidRDefault="00A9719E" w:rsidP="00CB3937">
      <w:r>
        <w:separator/>
      </w:r>
    </w:p>
  </w:footnote>
  <w:footnote w:type="continuationSeparator" w:id="0">
    <w:p w:rsidR="00A9719E" w:rsidRDefault="00A9719E"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749E6"/>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00DC"/>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1909"/>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B484F"/>
    <w:rsid w:val="007C4EC8"/>
    <w:rsid w:val="007D169B"/>
    <w:rsid w:val="007D26B0"/>
    <w:rsid w:val="007D5E92"/>
    <w:rsid w:val="007E5D2C"/>
    <w:rsid w:val="007F1B84"/>
    <w:rsid w:val="007F4215"/>
    <w:rsid w:val="00800FD6"/>
    <w:rsid w:val="00803C81"/>
    <w:rsid w:val="00805394"/>
    <w:rsid w:val="00810D5C"/>
    <w:rsid w:val="00812734"/>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96795"/>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901"/>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19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C5A1A"/>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56C7"/>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C4F"/>
    <w:rsid w:val="00E62E63"/>
    <w:rsid w:val="00E64364"/>
    <w:rsid w:val="00E64F3D"/>
    <w:rsid w:val="00E6669D"/>
    <w:rsid w:val="00E7173B"/>
    <w:rsid w:val="00E749E6"/>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232"/>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2019\&#1044;&#1086;&#1089;&#1090;&#1072;&#1074;&#1082;&#1072;%20&#1085;&#1072;%20&#1087;&#1086;&#1083;&#1080;&#1077;&#1090;&#1080;&#1083;&#1077;&#1085;&#1086;&#1074;&#1080;%20&#1080;&#1079;&#1076;&#1077;&#1083;&#1080;&#1103;\&#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4</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bgpopnikolov</cp:lastModifiedBy>
  <cp:revision>5</cp:revision>
  <cp:lastPrinted>2018-02-09T07:22:00Z</cp:lastPrinted>
  <dcterms:created xsi:type="dcterms:W3CDTF">2019-03-25T07:18:00Z</dcterms:created>
  <dcterms:modified xsi:type="dcterms:W3CDTF">2019-04-11T06:00:00Z</dcterms:modified>
</cp:coreProperties>
</file>