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943" w:rsidRPr="005E5BDB" w:rsidRDefault="000C7943" w:rsidP="000C7943">
      <w:pPr>
        <w:pStyle w:val="Title"/>
        <w:jc w:val="right"/>
        <w:rPr>
          <w:sz w:val="24"/>
          <w:lang w:val="bg-BG"/>
        </w:rPr>
      </w:pPr>
      <w:r w:rsidRPr="005E5BDB">
        <w:rPr>
          <w:sz w:val="24"/>
          <w:lang w:val="bg-BG"/>
        </w:rPr>
        <w:t>ОБРАЗЕЦ</w:t>
      </w:r>
    </w:p>
    <w:p w:rsidR="000C7943" w:rsidRPr="005E5BDB" w:rsidRDefault="000C7943" w:rsidP="000C7943">
      <w:pPr>
        <w:pStyle w:val="Title"/>
        <w:rPr>
          <w:sz w:val="32"/>
          <w:lang w:val="bg-BG"/>
        </w:rPr>
      </w:pPr>
    </w:p>
    <w:p w:rsidR="000C7943" w:rsidRPr="005E5BDB" w:rsidRDefault="000C7943" w:rsidP="000C7943">
      <w:pPr>
        <w:pStyle w:val="Title"/>
        <w:rPr>
          <w:sz w:val="32"/>
          <w:lang w:val="bg-BG"/>
        </w:rPr>
      </w:pPr>
      <w:r w:rsidRPr="005E5BDB">
        <w:rPr>
          <w:sz w:val="32"/>
          <w:lang w:val="bg-BG"/>
        </w:rPr>
        <w:t>Д Е К Л А Р А Ц И Я</w:t>
      </w:r>
    </w:p>
    <w:p w:rsidR="000C7943" w:rsidRPr="005E5BDB" w:rsidRDefault="000C7943" w:rsidP="000C7943">
      <w:pPr>
        <w:jc w:val="center"/>
        <w:rPr>
          <w:rFonts w:ascii="Times New Roman" w:hAnsi="Times New Roman"/>
          <w:lang w:val="bg-BG"/>
        </w:rPr>
      </w:pPr>
    </w:p>
    <w:p w:rsidR="000C7943" w:rsidRPr="005E5BDB" w:rsidRDefault="008A31FF" w:rsidP="000C7943">
      <w:pPr>
        <w:spacing w:line="360" w:lineRule="auto"/>
        <w:jc w:val="center"/>
        <w:rPr>
          <w:rFonts w:ascii="Times New Roman" w:hAnsi="Times New Roman"/>
          <w:szCs w:val="22"/>
          <w:lang w:val="bg-BG"/>
        </w:rPr>
      </w:pPr>
      <w:r w:rsidRPr="005E5BDB">
        <w:rPr>
          <w:rFonts w:ascii="Times New Roman" w:hAnsi="Times New Roman"/>
          <w:szCs w:val="22"/>
          <w:lang w:val="bg-BG"/>
        </w:rPr>
        <w:t>по чл. 135</w:t>
      </w:r>
      <w:r w:rsidR="000C7943" w:rsidRPr="005E5BDB">
        <w:rPr>
          <w:rFonts w:ascii="Times New Roman" w:hAnsi="Times New Roman"/>
          <w:szCs w:val="22"/>
          <w:lang w:val="bg-BG"/>
        </w:rPr>
        <w:t xml:space="preserve">, ал. </w:t>
      </w:r>
      <w:r w:rsidRPr="005E5BDB">
        <w:rPr>
          <w:rFonts w:ascii="Times New Roman" w:hAnsi="Times New Roman"/>
          <w:szCs w:val="22"/>
          <w:lang w:val="bg-BG"/>
        </w:rPr>
        <w:t>5</w:t>
      </w:r>
      <w:r w:rsidR="000C7943" w:rsidRPr="005E5BDB">
        <w:rPr>
          <w:rFonts w:ascii="Times New Roman" w:hAnsi="Times New Roman"/>
          <w:szCs w:val="22"/>
          <w:lang w:val="bg-BG"/>
        </w:rPr>
        <w:t xml:space="preserve"> от ЗОП </w:t>
      </w:r>
    </w:p>
    <w:p w:rsidR="00625AE1" w:rsidRPr="005E5BDB" w:rsidRDefault="000C7943" w:rsidP="006006B5">
      <w:pPr>
        <w:spacing w:line="360" w:lineRule="auto"/>
        <w:ind w:left="187" w:hanging="11"/>
        <w:jc w:val="center"/>
        <w:rPr>
          <w:rFonts w:ascii="Times New Roman" w:hAnsi="Times New Roman"/>
          <w:lang w:val="bg-BG"/>
        </w:rPr>
      </w:pPr>
      <w:r w:rsidRPr="005E5BDB">
        <w:rPr>
          <w:rFonts w:ascii="Times New Roman" w:hAnsi="Times New Roman"/>
          <w:szCs w:val="22"/>
          <w:lang w:val="bg-BG"/>
        </w:rPr>
        <w:t>от Кандидат за участие в процедура</w:t>
      </w:r>
      <w:r w:rsidR="008A31FF" w:rsidRPr="005E5BDB">
        <w:rPr>
          <w:rFonts w:ascii="Times New Roman" w:hAnsi="Times New Roman"/>
          <w:szCs w:val="22"/>
          <w:lang w:val="bg-BG"/>
        </w:rPr>
        <w:t xml:space="preserve"> </w:t>
      </w:r>
      <w:r w:rsidRPr="005E5BDB">
        <w:rPr>
          <w:rFonts w:ascii="Times New Roman" w:hAnsi="Times New Roman"/>
          <w:szCs w:val="22"/>
          <w:lang w:val="bg-BG"/>
        </w:rPr>
        <w:t xml:space="preserve"> </w:t>
      </w:r>
      <w:r w:rsidRPr="005E5BDB">
        <w:rPr>
          <w:rFonts w:ascii="Times New Roman" w:hAnsi="Times New Roman"/>
          <w:lang w:val="bg-BG"/>
        </w:rPr>
        <w:t xml:space="preserve">с предмет: </w:t>
      </w:r>
    </w:p>
    <w:p w:rsidR="000C7943" w:rsidRPr="005E5BDB" w:rsidRDefault="0060239F" w:rsidP="006006B5">
      <w:pPr>
        <w:spacing w:line="360" w:lineRule="auto"/>
        <w:ind w:left="187" w:hanging="11"/>
        <w:jc w:val="center"/>
        <w:rPr>
          <w:rFonts w:ascii="Times New Roman" w:hAnsi="Times New Roman"/>
          <w:lang w:val="bg-BG"/>
        </w:rPr>
      </w:pPr>
      <w:r w:rsidRPr="005E5BDB">
        <w:rPr>
          <w:rFonts w:ascii="Times New Roman" w:hAnsi="Times New Roman"/>
          <w:b/>
          <w:bCs/>
          <w:lang w:val="bg-BG"/>
        </w:rPr>
        <w:t>“</w:t>
      </w:r>
      <w:r w:rsidR="007F5AB6">
        <w:rPr>
          <w:rFonts w:ascii="Times New Roman" w:hAnsi="Times New Roman"/>
          <w:b/>
          <w:iCs/>
          <w:lang w:val="bg-BG"/>
        </w:rPr>
        <w:t>Актуализация на вероятностен анализ на безопасността (ВАБ), ниво 1 за пълна мощност, за ниска мощност и за спрян реактор на блокове 5 и 6 и разширяване на обхвата му с отчитане на вътрешните и външните опасности, характерни за площадката на АЕЦ Козлодуй и влиянието между блоковете</w:t>
      </w:r>
      <w:r w:rsidRPr="005E5BDB">
        <w:rPr>
          <w:rFonts w:ascii="Times New Roman" w:hAnsi="Times New Roman"/>
          <w:b/>
          <w:bCs/>
          <w:lang w:val="bg-BG"/>
        </w:rPr>
        <w:t>”</w:t>
      </w:r>
    </w:p>
    <w:p w:rsidR="000C7943" w:rsidRPr="005E5BDB" w:rsidRDefault="000C7943" w:rsidP="000C7943">
      <w:pPr>
        <w:rPr>
          <w:rFonts w:ascii="Times New Roman" w:hAnsi="Times New Roman"/>
          <w:szCs w:val="22"/>
          <w:lang w:val="bg-BG"/>
        </w:rPr>
      </w:pPr>
    </w:p>
    <w:p w:rsidR="00225818" w:rsidRPr="005E5BDB" w:rsidRDefault="00225818" w:rsidP="00225818">
      <w:pPr>
        <w:spacing w:line="360" w:lineRule="auto"/>
        <w:ind w:firstLine="709"/>
        <w:jc w:val="both"/>
        <w:rPr>
          <w:rFonts w:ascii="Times New Roman" w:hAnsi="Times New Roman"/>
          <w:szCs w:val="22"/>
          <w:u w:val="single"/>
          <w:lang w:val="bg-BG"/>
        </w:rPr>
      </w:pPr>
      <w:r w:rsidRPr="005E5BDB">
        <w:rPr>
          <w:rFonts w:ascii="Times New Roman" w:hAnsi="Times New Roman"/>
          <w:szCs w:val="22"/>
          <w:lang w:val="bg-BG"/>
        </w:rPr>
        <w:t>Долуподписаният /-</w:t>
      </w:r>
      <w:proofErr w:type="spellStart"/>
      <w:r w:rsidRPr="005E5BDB">
        <w:rPr>
          <w:rFonts w:ascii="Times New Roman" w:hAnsi="Times New Roman"/>
          <w:szCs w:val="22"/>
          <w:lang w:val="bg-BG"/>
        </w:rPr>
        <w:t>ната</w:t>
      </w:r>
      <w:proofErr w:type="spellEnd"/>
      <w:r w:rsidRPr="005E5BDB">
        <w:rPr>
          <w:rFonts w:ascii="Times New Roman" w:hAnsi="Times New Roman"/>
          <w:szCs w:val="22"/>
          <w:lang w:val="bg-BG"/>
        </w:rPr>
        <w:t xml:space="preserve">/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p>
    <w:p w:rsidR="00225818" w:rsidRPr="005E5BDB" w:rsidRDefault="00225818" w:rsidP="00225818">
      <w:pPr>
        <w:spacing w:line="360" w:lineRule="auto"/>
        <w:jc w:val="both"/>
        <w:rPr>
          <w:rFonts w:ascii="Times New Roman" w:hAnsi="Times New Roman"/>
          <w:szCs w:val="22"/>
          <w:u w:val="single"/>
          <w:lang w:val="bg-BG"/>
        </w:rPr>
      </w:pPr>
      <w:r w:rsidRPr="005E5BDB">
        <w:rPr>
          <w:rFonts w:ascii="Times New Roman" w:hAnsi="Times New Roman"/>
          <w:szCs w:val="22"/>
          <w:lang w:val="bg-BG"/>
        </w:rPr>
        <w:t>с ЕГН</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xml:space="preserve">, притежаващ лична карта №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xml:space="preserve">, издадена на </w:t>
      </w:r>
      <w:r w:rsidRPr="005E5BDB">
        <w:rPr>
          <w:rFonts w:ascii="Times New Roman" w:hAnsi="Times New Roman"/>
          <w:szCs w:val="22"/>
          <w:u w:val="single"/>
          <w:lang w:val="bg-BG"/>
        </w:rPr>
        <w:tab/>
      </w:r>
      <w:r w:rsidRPr="005E5BDB">
        <w:rPr>
          <w:rFonts w:ascii="Times New Roman" w:hAnsi="Times New Roman"/>
          <w:szCs w:val="22"/>
          <w:u w:val="single"/>
          <w:lang w:val="bg-BG"/>
        </w:rPr>
        <w:tab/>
      </w:r>
    </w:p>
    <w:p w:rsidR="00225818" w:rsidRPr="005E5BDB" w:rsidRDefault="00225818" w:rsidP="00225818">
      <w:pPr>
        <w:spacing w:line="360" w:lineRule="auto"/>
        <w:jc w:val="both"/>
        <w:rPr>
          <w:rFonts w:ascii="Times New Roman" w:hAnsi="Times New Roman"/>
          <w:szCs w:val="22"/>
          <w:lang w:val="bg-BG"/>
        </w:rPr>
      </w:pPr>
      <w:r w:rsidRPr="005E5BDB">
        <w:rPr>
          <w:rFonts w:ascii="Times New Roman" w:hAnsi="Times New Roman"/>
          <w:szCs w:val="22"/>
          <w:lang w:val="bg-BG"/>
        </w:rPr>
        <w:t xml:space="preserve">от МВР, гр.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адрес:</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w:t>
      </w:r>
    </w:p>
    <w:p w:rsidR="00225818" w:rsidRPr="005E5BDB" w:rsidRDefault="00225818" w:rsidP="00225818">
      <w:pPr>
        <w:spacing w:line="360" w:lineRule="auto"/>
        <w:jc w:val="both"/>
        <w:rPr>
          <w:rFonts w:ascii="Times New Roman" w:hAnsi="Times New Roman"/>
          <w:szCs w:val="22"/>
          <w:u w:val="single"/>
          <w:lang w:val="bg-BG"/>
        </w:rPr>
      </w:pPr>
      <w:r w:rsidRPr="005E5BDB">
        <w:rPr>
          <w:rFonts w:ascii="Times New Roman" w:hAnsi="Times New Roman"/>
          <w:szCs w:val="22"/>
          <w:lang w:val="bg-BG"/>
        </w:rPr>
        <w:t>представляващ</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xml:space="preserve">в качеството си на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p>
    <w:p w:rsidR="00225818" w:rsidRPr="005E5BDB" w:rsidRDefault="00225818" w:rsidP="00225818">
      <w:pPr>
        <w:spacing w:line="360" w:lineRule="auto"/>
        <w:jc w:val="both"/>
        <w:rPr>
          <w:rFonts w:ascii="Times New Roman" w:hAnsi="Times New Roman"/>
          <w:szCs w:val="22"/>
          <w:lang w:val="bg-BG"/>
        </w:rPr>
      </w:pP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със седалище</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xml:space="preserve"> и адрес </w:t>
      </w:r>
    </w:p>
    <w:p w:rsidR="00225818" w:rsidRPr="005E5BDB" w:rsidRDefault="00225818" w:rsidP="00225818">
      <w:pPr>
        <w:spacing w:line="360" w:lineRule="auto"/>
        <w:jc w:val="both"/>
        <w:rPr>
          <w:rFonts w:ascii="Times New Roman" w:hAnsi="Times New Roman"/>
          <w:szCs w:val="22"/>
          <w:lang w:val="bg-BG"/>
        </w:rPr>
      </w:pPr>
      <w:r w:rsidRPr="005E5BDB">
        <w:rPr>
          <w:rFonts w:ascii="Times New Roman" w:hAnsi="Times New Roman"/>
          <w:szCs w:val="22"/>
          <w:lang w:val="bg-BG"/>
        </w:rPr>
        <w:t xml:space="preserve">на управление: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тел./факс:</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w:t>
      </w:r>
      <w:r w:rsidRPr="005E5BDB">
        <w:rPr>
          <w:rFonts w:ascii="Times New Roman" w:hAnsi="Times New Roman"/>
          <w:szCs w:val="22"/>
          <w:u w:val="single"/>
          <w:lang w:val="bg-BG"/>
        </w:rPr>
        <w:t xml:space="preserve"> </w:t>
      </w:r>
      <w:r w:rsidRPr="005E5BDB">
        <w:rPr>
          <w:rFonts w:ascii="Times New Roman" w:hAnsi="Times New Roman"/>
          <w:szCs w:val="22"/>
          <w:lang w:val="bg-BG"/>
        </w:rPr>
        <w:t>вписано в търговския регистър към Агенцията по вписванията с ЕИК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w:t>
      </w:r>
    </w:p>
    <w:p w:rsidR="00225818" w:rsidRPr="005E5BDB" w:rsidRDefault="00225818" w:rsidP="00225818">
      <w:pPr>
        <w:spacing w:line="360" w:lineRule="auto"/>
        <w:jc w:val="both"/>
        <w:rPr>
          <w:rFonts w:ascii="Times New Roman" w:hAnsi="Times New Roman"/>
          <w:color w:val="000000"/>
          <w:position w:val="8"/>
          <w:szCs w:val="22"/>
          <w:u w:val="single"/>
          <w:lang w:val="bg-BG"/>
        </w:rPr>
      </w:pPr>
      <w:r w:rsidRPr="005E5BDB">
        <w:rPr>
          <w:rFonts w:ascii="Times New Roman" w:hAnsi="Times New Roman"/>
          <w:szCs w:val="22"/>
          <w:lang w:val="bg-BG"/>
        </w:rPr>
        <w:t xml:space="preserve"> ИН по ЗДДС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p>
    <w:p w:rsidR="000C7943" w:rsidRPr="005E5BDB" w:rsidRDefault="000C7943" w:rsidP="000C7943">
      <w:pPr>
        <w:spacing w:line="360" w:lineRule="auto"/>
        <w:jc w:val="center"/>
        <w:rPr>
          <w:rFonts w:ascii="Times New Roman" w:hAnsi="Times New Roman"/>
          <w:b/>
          <w:szCs w:val="22"/>
          <w:lang w:val="bg-BG"/>
        </w:rPr>
      </w:pPr>
    </w:p>
    <w:p w:rsidR="000C7943" w:rsidRPr="005E5BDB" w:rsidRDefault="000C7943" w:rsidP="000C7943">
      <w:pPr>
        <w:pStyle w:val="Heading1"/>
      </w:pPr>
      <w:r w:rsidRPr="005E5BDB">
        <w:t>Д Е К Л А Р И Р А М, ЧЕ:</w:t>
      </w:r>
    </w:p>
    <w:p w:rsidR="000C7943" w:rsidRPr="005E5BDB" w:rsidRDefault="000C7943" w:rsidP="000C7943">
      <w:pPr>
        <w:spacing w:line="360" w:lineRule="auto"/>
        <w:jc w:val="center"/>
        <w:rPr>
          <w:rFonts w:ascii="Times New Roman" w:hAnsi="Times New Roman"/>
          <w:b/>
          <w:szCs w:val="22"/>
          <w:lang w:val="bg-BG"/>
        </w:rPr>
      </w:pPr>
    </w:p>
    <w:p w:rsidR="000C7943" w:rsidRPr="005E5BDB" w:rsidRDefault="000C7943" w:rsidP="000C7943">
      <w:pPr>
        <w:pStyle w:val="BodyText"/>
        <w:spacing w:line="320" w:lineRule="exact"/>
      </w:pPr>
      <w:r w:rsidRPr="005E5BDB">
        <w:tab/>
        <w:t>1. В случай че бъдем одобрени в предварителния подбор и бъдем поканени за участие в договарянето</w:t>
      </w:r>
      <w:r w:rsidR="004A2DBB" w:rsidRPr="005E5BDB">
        <w:t>,</w:t>
      </w:r>
      <w:r w:rsidRPr="005E5BDB">
        <w:t xml:space="preserve"> ще представим първоначална оферта.</w:t>
      </w:r>
    </w:p>
    <w:p w:rsidR="000C7943" w:rsidRPr="005E5BDB" w:rsidRDefault="000C7943" w:rsidP="000C7943">
      <w:pPr>
        <w:pStyle w:val="BodyText"/>
        <w:spacing w:line="320" w:lineRule="exact"/>
        <w:rPr>
          <w:sz w:val="16"/>
          <w:szCs w:val="16"/>
        </w:rPr>
      </w:pPr>
      <w:r w:rsidRPr="005E5BDB">
        <w:tab/>
        <w:t xml:space="preserve">2. За подготовка и представяне на оферта, съгласно изискванията на документацията, за нас са необходими </w:t>
      </w:r>
      <w:r w:rsidRPr="005E5BDB">
        <w:rPr>
          <w:b/>
        </w:rPr>
        <w:t>10</w:t>
      </w:r>
      <w:r w:rsidRPr="005E5BDB">
        <w:t xml:space="preserve"> календарни дни след получаване на писмена покана за представяне на оферта.</w:t>
      </w:r>
      <w:r w:rsidRPr="005E5BDB">
        <w:rPr>
          <w:sz w:val="16"/>
          <w:szCs w:val="16"/>
        </w:rPr>
        <w:t xml:space="preserve"> </w:t>
      </w:r>
    </w:p>
    <w:p w:rsidR="000C7943" w:rsidRPr="005E5BDB" w:rsidRDefault="000C7943" w:rsidP="000C7943">
      <w:pPr>
        <w:pStyle w:val="BodyText"/>
        <w:spacing w:line="320" w:lineRule="exact"/>
      </w:pPr>
      <w:r w:rsidRPr="005E5BDB">
        <w:rPr>
          <w:i/>
          <w:iCs/>
          <w:sz w:val="16"/>
          <w:szCs w:val="16"/>
        </w:rPr>
        <w:tab/>
      </w:r>
      <w:r w:rsidRPr="005E5BDB">
        <w:rPr>
          <w:szCs w:val="16"/>
        </w:rPr>
        <w:t>3</w:t>
      </w:r>
      <w:r w:rsidRPr="005E5BDB">
        <w:rPr>
          <w:iCs/>
          <w:szCs w:val="16"/>
        </w:rPr>
        <w:t>.</w:t>
      </w:r>
      <w:r w:rsidRPr="005E5BDB">
        <w:rPr>
          <w:i/>
          <w:iCs/>
          <w:szCs w:val="16"/>
        </w:rPr>
        <w:t xml:space="preserve"> </w:t>
      </w:r>
      <w:r w:rsidRPr="005E5BDB">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rsidRPr="005E5BDB">
        <w:t xml:space="preserve"> </w:t>
      </w:r>
      <w:r w:rsidR="008A31FF" w:rsidRPr="005E5BDB">
        <w:t>135, ал.</w:t>
      </w:r>
      <w:r w:rsidR="002808B7" w:rsidRPr="005E5BDB">
        <w:t xml:space="preserve"> </w:t>
      </w:r>
      <w:r w:rsidR="008A31FF" w:rsidRPr="005E5BDB">
        <w:t>5</w:t>
      </w:r>
      <w:r w:rsidRPr="005E5BDB">
        <w:t xml:space="preserve"> от Закона за обществените поръчки, относно срока за представяне на офертите. </w:t>
      </w:r>
    </w:p>
    <w:p w:rsidR="000C7943" w:rsidRPr="005E5BDB" w:rsidRDefault="000C7943" w:rsidP="000C7943">
      <w:pPr>
        <w:pStyle w:val="BodyText"/>
        <w:spacing w:line="320" w:lineRule="exact"/>
        <w:ind w:firstLine="720"/>
      </w:pPr>
      <w:r w:rsidRPr="005E5BDB">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rsidRPr="005E5BDB">
        <w:t xml:space="preserve"> не може да бъде по-кратък от 10</w:t>
      </w:r>
      <w:r w:rsidRPr="005E5BDB">
        <w:t xml:space="preserve"> дни от датата на поканата за участие. </w:t>
      </w:r>
    </w:p>
    <w:p w:rsidR="000C7943" w:rsidRPr="005E5BDB" w:rsidRDefault="000C7943" w:rsidP="000C7943">
      <w:pPr>
        <w:rPr>
          <w:lang w:val="bg-BG"/>
        </w:rPr>
      </w:pPr>
    </w:p>
    <w:p w:rsidR="000C7943" w:rsidRPr="005E5BDB" w:rsidRDefault="000C7943" w:rsidP="000C7943">
      <w:pPr>
        <w:rPr>
          <w:lang w:val="bg-BG"/>
        </w:rPr>
      </w:pPr>
    </w:p>
    <w:p w:rsidR="000C7943" w:rsidRPr="005E5BDB" w:rsidRDefault="000C7943" w:rsidP="000C7943">
      <w:pPr>
        <w:spacing w:line="360" w:lineRule="auto"/>
        <w:rPr>
          <w:rFonts w:ascii="Times New Roman" w:hAnsi="Times New Roman"/>
          <w:szCs w:val="22"/>
          <w:lang w:val="bg-BG"/>
        </w:rPr>
      </w:pPr>
      <w:r w:rsidRPr="005E5BDB">
        <w:rPr>
          <w:rFonts w:ascii="Times New Roman" w:hAnsi="Times New Roman"/>
          <w:szCs w:val="22"/>
          <w:lang w:val="bg-BG"/>
        </w:rPr>
        <w:t xml:space="preserve">............................................. г </w:t>
      </w:r>
      <w:r w:rsidRPr="005E5BDB">
        <w:rPr>
          <w:rFonts w:ascii="Times New Roman" w:hAnsi="Times New Roman"/>
          <w:szCs w:val="22"/>
          <w:lang w:val="bg-BG"/>
        </w:rPr>
        <w:tab/>
      </w:r>
      <w:r w:rsidRPr="005E5BDB">
        <w:rPr>
          <w:rFonts w:ascii="Times New Roman" w:hAnsi="Times New Roman"/>
          <w:szCs w:val="22"/>
          <w:lang w:val="bg-BG"/>
        </w:rPr>
        <w:tab/>
      </w:r>
      <w:r w:rsidRPr="005E5BDB">
        <w:rPr>
          <w:rFonts w:ascii="Times New Roman" w:hAnsi="Times New Roman"/>
          <w:szCs w:val="22"/>
          <w:lang w:val="bg-BG"/>
        </w:rPr>
        <w:tab/>
      </w:r>
      <w:r w:rsidRPr="005E5BDB">
        <w:rPr>
          <w:rFonts w:ascii="Times New Roman" w:hAnsi="Times New Roman"/>
          <w:szCs w:val="22"/>
          <w:lang w:val="bg-BG"/>
        </w:rPr>
        <w:tab/>
        <w:t>Декларатор: .....................................</w:t>
      </w:r>
    </w:p>
    <w:p w:rsidR="000C7943" w:rsidRPr="005E5BDB" w:rsidRDefault="000C7943" w:rsidP="000C7943">
      <w:pPr>
        <w:rPr>
          <w:rFonts w:ascii="Times New Roman" w:hAnsi="Times New Roman"/>
          <w:szCs w:val="22"/>
          <w:lang w:val="bg-BG"/>
        </w:rPr>
      </w:pPr>
    </w:p>
    <w:p w:rsidR="000C7943" w:rsidRPr="005E5BDB" w:rsidRDefault="000C7943" w:rsidP="000C7943">
      <w:pPr>
        <w:ind w:left="1200" w:hanging="1200"/>
        <w:jc w:val="both"/>
        <w:rPr>
          <w:rFonts w:ascii="Times New Roman" w:hAnsi="Times New Roman"/>
          <w:bCs/>
          <w:lang w:val="bg-BG"/>
        </w:rPr>
      </w:pPr>
    </w:p>
    <w:p w:rsidR="00625AE1" w:rsidRPr="005E5BDB" w:rsidRDefault="00625AE1" w:rsidP="009D17C0">
      <w:pPr>
        <w:jc w:val="both"/>
        <w:rPr>
          <w:rFonts w:ascii="Times New Roman" w:hAnsi="Times New Roman"/>
          <w:bCs/>
          <w:lang w:val="bg-BG"/>
        </w:rPr>
      </w:pPr>
    </w:p>
    <w:sectPr w:rsidR="00625AE1" w:rsidRPr="005E5BDB"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193" w:rsidRDefault="00DC4193">
      <w:r>
        <w:separator/>
      </w:r>
    </w:p>
  </w:endnote>
  <w:endnote w:type="continuationSeparator" w:id="0">
    <w:p w:rsidR="00DC4193" w:rsidRDefault="00DC41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193" w:rsidRDefault="00DC4193">
      <w:r>
        <w:separator/>
      </w:r>
    </w:p>
  </w:footnote>
  <w:footnote w:type="continuationSeparator" w:id="0">
    <w:p w:rsidR="00DC4193" w:rsidRDefault="00DC41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71AE3"/>
    <w:rsid w:val="00094A88"/>
    <w:rsid w:val="000C7943"/>
    <w:rsid w:val="000C7B79"/>
    <w:rsid w:val="000F5E37"/>
    <w:rsid w:val="00112407"/>
    <w:rsid w:val="0011543A"/>
    <w:rsid w:val="00116F8E"/>
    <w:rsid w:val="0016341B"/>
    <w:rsid w:val="00171B86"/>
    <w:rsid w:val="00171D06"/>
    <w:rsid w:val="00172D31"/>
    <w:rsid w:val="001841B2"/>
    <w:rsid w:val="00192725"/>
    <w:rsid w:val="001D22F1"/>
    <w:rsid w:val="001D2CBD"/>
    <w:rsid w:val="001D4FBD"/>
    <w:rsid w:val="001E6B36"/>
    <w:rsid w:val="00200B46"/>
    <w:rsid w:val="00202C07"/>
    <w:rsid w:val="00225818"/>
    <w:rsid w:val="00225F33"/>
    <w:rsid w:val="00236D95"/>
    <w:rsid w:val="002808B7"/>
    <w:rsid w:val="002B5817"/>
    <w:rsid w:val="002C3C9E"/>
    <w:rsid w:val="002D2E51"/>
    <w:rsid w:val="002D3C78"/>
    <w:rsid w:val="002E247A"/>
    <w:rsid w:val="002E5D57"/>
    <w:rsid w:val="002F0877"/>
    <w:rsid w:val="002F13F9"/>
    <w:rsid w:val="00314007"/>
    <w:rsid w:val="003243DB"/>
    <w:rsid w:val="00341DBC"/>
    <w:rsid w:val="00363854"/>
    <w:rsid w:val="003A4E99"/>
    <w:rsid w:val="003B09CD"/>
    <w:rsid w:val="003B0CD2"/>
    <w:rsid w:val="003C6168"/>
    <w:rsid w:val="003E4737"/>
    <w:rsid w:val="00424F1B"/>
    <w:rsid w:val="00454FA9"/>
    <w:rsid w:val="00480827"/>
    <w:rsid w:val="0048181E"/>
    <w:rsid w:val="00483437"/>
    <w:rsid w:val="0048596D"/>
    <w:rsid w:val="00497D1D"/>
    <w:rsid w:val="004A1C5B"/>
    <w:rsid w:val="004A2DBB"/>
    <w:rsid w:val="00501500"/>
    <w:rsid w:val="00502A01"/>
    <w:rsid w:val="00504D8C"/>
    <w:rsid w:val="00517350"/>
    <w:rsid w:val="00524057"/>
    <w:rsid w:val="0052437D"/>
    <w:rsid w:val="00547FA2"/>
    <w:rsid w:val="005544B9"/>
    <w:rsid w:val="005879DC"/>
    <w:rsid w:val="00592444"/>
    <w:rsid w:val="00592BA4"/>
    <w:rsid w:val="005A48CC"/>
    <w:rsid w:val="005B5231"/>
    <w:rsid w:val="005E5BDB"/>
    <w:rsid w:val="005F3ED8"/>
    <w:rsid w:val="006006B5"/>
    <w:rsid w:val="0060239F"/>
    <w:rsid w:val="006142A7"/>
    <w:rsid w:val="00625AE1"/>
    <w:rsid w:val="00632794"/>
    <w:rsid w:val="00645A28"/>
    <w:rsid w:val="00664AD1"/>
    <w:rsid w:val="006758D8"/>
    <w:rsid w:val="006768AB"/>
    <w:rsid w:val="006B20F8"/>
    <w:rsid w:val="006B26E9"/>
    <w:rsid w:val="006B347A"/>
    <w:rsid w:val="006C0683"/>
    <w:rsid w:val="006C679C"/>
    <w:rsid w:val="006F5A31"/>
    <w:rsid w:val="00740C38"/>
    <w:rsid w:val="007501CA"/>
    <w:rsid w:val="0077090B"/>
    <w:rsid w:val="00777CE4"/>
    <w:rsid w:val="00783E64"/>
    <w:rsid w:val="007E59AE"/>
    <w:rsid w:val="007F3DE0"/>
    <w:rsid w:val="007F5AB6"/>
    <w:rsid w:val="007F7A13"/>
    <w:rsid w:val="007F7D51"/>
    <w:rsid w:val="008163BC"/>
    <w:rsid w:val="008233CC"/>
    <w:rsid w:val="00884725"/>
    <w:rsid w:val="00896856"/>
    <w:rsid w:val="008A31FF"/>
    <w:rsid w:val="008A7DAB"/>
    <w:rsid w:val="008B31C8"/>
    <w:rsid w:val="008B50F8"/>
    <w:rsid w:val="008D660C"/>
    <w:rsid w:val="0093346D"/>
    <w:rsid w:val="009543B4"/>
    <w:rsid w:val="0096200D"/>
    <w:rsid w:val="009D17C0"/>
    <w:rsid w:val="009D3081"/>
    <w:rsid w:val="009E0AD2"/>
    <w:rsid w:val="009F351E"/>
    <w:rsid w:val="009F7565"/>
    <w:rsid w:val="00A02C19"/>
    <w:rsid w:val="00A03B7A"/>
    <w:rsid w:val="00A11397"/>
    <w:rsid w:val="00A30C09"/>
    <w:rsid w:val="00A30CD1"/>
    <w:rsid w:val="00A434A6"/>
    <w:rsid w:val="00A45FB1"/>
    <w:rsid w:val="00A620CF"/>
    <w:rsid w:val="00A75C38"/>
    <w:rsid w:val="00A91E03"/>
    <w:rsid w:val="00AB4092"/>
    <w:rsid w:val="00AB6CD1"/>
    <w:rsid w:val="00AC4E9C"/>
    <w:rsid w:val="00AE5380"/>
    <w:rsid w:val="00AF1231"/>
    <w:rsid w:val="00B237B0"/>
    <w:rsid w:val="00B31A4B"/>
    <w:rsid w:val="00B40BC7"/>
    <w:rsid w:val="00B52C56"/>
    <w:rsid w:val="00B74181"/>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119A2"/>
    <w:rsid w:val="00D14E3C"/>
    <w:rsid w:val="00D34BA8"/>
    <w:rsid w:val="00D4661D"/>
    <w:rsid w:val="00D502E8"/>
    <w:rsid w:val="00D5792E"/>
    <w:rsid w:val="00D67A3A"/>
    <w:rsid w:val="00D8186F"/>
    <w:rsid w:val="00D855F2"/>
    <w:rsid w:val="00D87F94"/>
    <w:rsid w:val="00DA3A58"/>
    <w:rsid w:val="00DA51D5"/>
    <w:rsid w:val="00DC4193"/>
    <w:rsid w:val="00DD0B8E"/>
    <w:rsid w:val="00E00B9C"/>
    <w:rsid w:val="00E1390C"/>
    <w:rsid w:val="00E13F81"/>
    <w:rsid w:val="00E229D5"/>
    <w:rsid w:val="00E3499C"/>
    <w:rsid w:val="00E67B83"/>
    <w:rsid w:val="00E82D91"/>
    <w:rsid w:val="00E833D5"/>
    <w:rsid w:val="00EA22CC"/>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60</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apangelov</cp:lastModifiedBy>
  <cp:revision>16</cp:revision>
  <cp:lastPrinted>2018-06-11T12:52:00Z</cp:lastPrinted>
  <dcterms:created xsi:type="dcterms:W3CDTF">2017-07-10T07:23:00Z</dcterms:created>
  <dcterms:modified xsi:type="dcterms:W3CDTF">2019-02-14T07:03:00Z</dcterms:modified>
</cp:coreProperties>
</file>