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7943" w:rsidRPr="00BA552E" w:rsidRDefault="000C7943" w:rsidP="000C7943">
      <w:pPr>
        <w:pStyle w:val="Title"/>
        <w:jc w:val="right"/>
        <w:rPr>
          <w:sz w:val="24"/>
          <w:lang w:val="ru-RU"/>
        </w:rPr>
      </w:pPr>
      <w:r>
        <w:rPr>
          <w:sz w:val="24"/>
          <w:lang w:val="ru-RU"/>
        </w:rPr>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4A2DBB" w:rsidRDefault="0060239F" w:rsidP="006006B5">
      <w:pPr>
        <w:spacing w:line="360" w:lineRule="auto"/>
        <w:ind w:left="187" w:hanging="11"/>
        <w:jc w:val="center"/>
        <w:rPr>
          <w:rFonts w:ascii="Times New Roman" w:hAnsi="Times New Roman"/>
          <w:lang w:val="ru-RU"/>
        </w:rPr>
      </w:pPr>
      <w:r w:rsidRPr="0060239F">
        <w:rPr>
          <w:rFonts w:ascii="Times New Roman" w:hAnsi="Times New Roman"/>
          <w:b/>
          <w:bCs/>
        </w:rPr>
        <w:t>“</w:t>
      </w:r>
      <w:proofErr w:type="spellStart"/>
      <w:r w:rsidR="00743929" w:rsidRPr="00743929">
        <w:rPr>
          <w:rFonts w:ascii="Times New Roman" w:hAnsi="Times New Roman"/>
          <w:b/>
          <w:bCs/>
        </w:rPr>
        <w:t>Проектиране</w:t>
      </w:r>
      <w:proofErr w:type="spellEnd"/>
      <w:r w:rsidR="00743929" w:rsidRPr="00743929">
        <w:rPr>
          <w:rFonts w:ascii="Times New Roman" w:hAnsi="Times New Roman"/>
          <w:b/>
          <w:bCs/>
        </w:rPr>
        <w:t xml:space="preserve"> </w:t>
      </w:r>
      <w:proofErr w:type="spellStart"/>
      <w:r w:rsidR="00743929" w:rsidRPr="00743929">
        <w:rPr>
          <w:rFonts w:ascii="Times New Roman" w:hAnsi="Times New Roman"/>
          <w:b/>
          <w:bCs/>
        </w:rPr>
        <w:t>на</w:t>
      </w:r>
      <w:proofErr w:type="spellEnd"/>
      <w:r w:rsidR="00743929" w:rsidRPr="00743929">
        <w:rPr>
          <w:rFonts w:ascii="Times New Roman" w:hAnsi="Times New Roman"/>
          <w:b/>
          <w:bCs/>
        </w:rPr>
        <w:t xml:space="preserve"> </w:t>
      </w:r>
      <w:proofErr w:type="spellStart"/>
      <w:r w:rsidR="00743929" w:rsidRPr="00743929">
        <w:rPr>
          <w:rFonts w:ascii="Times New Roman" w:hAnsi="Times New Roman"/>
          <w:b/>
          <w:bCs/>
        </w:rPr>
        <w:t>тема</w:t>
      </w:r>
      <w:proofErr w:type="spellEnd"/>
      <w:r w:rsidR="00743929" w:rsidRPr="00743929">
        <w:rPr>
          <w:rFonts w:ascii="Times New Roman" w:hAnsi="Times New Roman"/>
          <w:b/>
          <w:bCs/>
        </w:rPr>
        <w:t>:</w:t>
      </w:r>
      <w:r w:rsidR="00743929">
        <w:rPr>
          <w:rFonts w:ascii="Times New Roman" w:hAnsi="Times New Roman"/>
          <w:b/>
          <w:bCs/>
          <w:lang w:val="bg-BG"/>
        </w:rPr>
        <w:t xml:space="preserve"> </w:t>
      </w:r>
      <w:proofErr w:type="spellStart"/>
      <w:r w:rsidR="006B26E9" w:rsidRPr="006B26E9">
        <w:rPr>
          <w:rFonts w:ascii="Times New Roman" w:hAnsi="Times New Roman"/>
          <w:b/>
          <w:iCs/>
        </w:rPr>
        <w:t>Реконструкция</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укрепване</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на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разпръскващата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тръбопроводна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система</w:t>
      </w:r>
      <w:proofErr w:type="spellEnd"/>
      <w:r w:rsidR="006B26E9" w:rsidRPr="006B26E9">
        <w:rPr>
          <w:rFonts w:ascii="Times New Roman" w:hAnsi="Times New Roman"/>
          <w:b/>
          <w:iCs/>
        </w:rPr>
        <w:t xml:space="preserve"> в ББ, </w:t>
      </w:r>
      <w:proofErr w:type="spellStart"/>
      <w:r w:rsidR="006B26E9" w:rsidRPr="006B26E9">
        <w:rPr>
          <w:rFonts w:ascii="Times New Roman" w:hAnsi="Times New Roman"/>
          <w:b/>
          <w:iCs/>
        </w:rPr>
        <w:t>на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прехвърлящите</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тръбопроводи</w:t>
      </w:r>
      <w:proofErr w:type="spellEnd"/>
      <w:r w:rsidR="006B26E9" w:rsidRPr="006B26E9">
        <w:rPr>
          <w:rFonts w:ascii="Times New Roman" w:hAnsi="Times New Roman"/>
          <w:b/>
          <w:iCs/>
        </w:rPr>
        <w:t xml:space="preserve"> DN1000 и </w:t>
      </w:r>
      <w:proofErr w:type="spellStart"/>
      <w:r w:rsidR="006B26E9" w:rsidRPr="006B26E9">
        <w:rPr>
          <w:rFonts w:ascii="Times New Roman" w:hAnsi="Times New Roman"/>
          <w:b/>
          <w:iCs/>
        </w:rPr>
        <w:t>усилване</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на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стените</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на</w:t>
      </w:r>
      <w:proofErr w:type="spellEnd"/>
      <w:r w:rsidR="006B26E9" w:rsidRPr="006B26E9">
        <w:rPr>
          <w:rFonts w:ascii="Times New Roman" w:hAnsi="Times New Roman"/>
          <w:b/>
          <w:iCs/>
        </w:rPr>
        <w:t xml:space="preserve"> </w:t>
      </w:r>
      <w:proofErr w:type="spellStart"/>
      <w:r w:rsidR="006B26E9" w:rsidRPr="006B26E9">
        <w:rPr>
          <w:rFonts w:ascii="Times New Roman" w:hAnsi="Times New Roman"/>
          <w:b/>
          <w:iCs/>
        </w:rPr>
        <w:t>водовземните</w:t>
      </w:r>
      <w:proofErr w:type="spellEnd"/>
      <w:r w:rsidR="006B26E9" w:rsidRPr="006B26E9">
        <w:rPr>
          <w:rFonts w:ascii="Times New Roman" w:hAnsi="Times New Roman"/>
          <w:b/>
          <w:iCs/>
        </w:rPr>
        <w:t xml:space="preserve"> </w:t>
      </w:r>
      <w:proofErr w:type="spellStart"/>
      <w:r w:rsidR="00896856">
        <w:rPr>
          <w:rFonts w:ascii="Times New Roman" w:hAnsi="Times New Roman"/>
          <w:b/>
          <w:iCs/>
        </w:rPr>
        <w:t>шахти</w:t>
      </w:r>
      <w:proofErr w:type="spellEnd"/>
      <w:r w:rsidRPr="0060239F">
        <w:rPr>
          <w:rFonts w:ascii="Times New Roman" w:hAnsi="Times New Roman"/>
          <w:b/>
          <w:bCs/>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w:t>
      </w:r>
      <w:r w:rsidR="004A2DBB">
        <w:t>,</w:t>
      </w:r>
      <w:r w:rsidRPr="005F0CF8">
        <w:t xml:space="preserve">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2808B7">
        <w:t xml:space="preserve"> </w:t>
      </w:r>
      <w:r w:rsidR="008A31FF">
        <w:t>135, ал.</w:t>
      </w:r>
      <w:r w:rsidR="002808B7">
        <w:t xml:space="preserve"> </w:t>
      </w:r>
      <w:r w:rsidR="008A31F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0C7943" w:rsidP="000C7943">
      <w:pPr>
        <w:spacing w:line="360" w:lineRule="auto"/>
        <w:rPr>
          <w:rFonts w:ascii="Times New Roman" w:hAnsi="Times New Roman"/>
          <w:szCs w:val="22"/>
          <w:lang w:val="bg-BG"/>
        </w:rPr>
      </w:pPr>
      <w:r>
        <w:rPr>
          <w:rFonts w:ascii="Times New Roman" w:hAnsi="Times New Roman"/>
          <w:szCs w:val="22"/>
          <w:lang w:val="bg-BG"/>
        </w:rPr>
        <w:t xml:space="preserve">............................................. г </w:t>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r>
      <w:r>
        <w:rPr>
          <w:rFonts w:ascii="Times New Roman" w:hAnsi="Times New Roman"/>
          <w:szCs w:val="22"/>
          <w:lang w:val="bg-BG"/>
        </w:rPr>
        <w:tab/>
        <w:t>Декларатор: .....................................</w:t>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86B" w:rsidRDefault="0064386B">
      <w:r>
        <w:separator/>
      </w:r>
    </w:p>
  </w:endnote>
  <w:endnote w:type="continuationSeparator" w:id="0">
    <w:p w:rsidR="0064386B" w:rsidRDefault="006438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86B" w:rsidRDefault="0064386B">
      <w:r>
        <w:separator/>
      </w:r>
    </w:p>
  </w:footnote>
  <w:footnote w:type="continuationSeparator" w:id="0">
    <w:p w:rsidR="0064386B" w:rsidRDefault="006438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32F02"/>
    <w:rsid w:val="000457CC"/>
    <w:rsid w:val="00071AE3"/>
    <w:rsid w:val="00094A88"/>
    <w:rsid w:val="000C7943"/>
    <w:rsid w:val="000C7B79"/>
    <w:rsid w:val="000F5E37"/>
    <w:rsid w:val="00112407"/>
    <w:rsid w:val="0011543A"/>
    <w:rsid w:val="00116F8E"/>
    <w:rsid w:val="0016341B"/>
    <w:rsid w:val="00171B86"/>
    <w:rsid w:val="00171D06"/>
    <w:rsid w:val="00172D31"/>
    <w:rsid w:val="001841B2"/>
    <w:rsid w:val="00192725"/>
    <w:rsid w:val="00197B10"/>
    <w:rsid w:val="001D22F1"/>
    <w:rsid w:val="001D2CBD"/>
    <w:rsid w:val="001D4FBD"/>
    <w:rsid w:val="001E6B36"/>
    <w:rsid w:val="00200B46"/>
    <w:rsid w:val="00202C07"/>
    <w:rsid w:val="00225818"/>
    <w:rsid w:val="00225F33"/>
    <w:rsid w:val="00236D95"/>
    <w:rsid w:val="002808B7"/>
    <w:rsid w:val="002B5817"/>
    <w:rsid w:val="002C3C9E"/>
    <w:rsid w:val="002D2E51"/>
    <w:rsid w:val="002D3C78"/>
    <w:rsid w:val="002E247A"/>
    <w:rsid w:val="002E5D57"/>
    <w:rsid w:val="002F0877"/>
    <w:rsid w:val="002F13F9"/>
    <w:rsid w:val="002F16C6"/>
    <w:rsid w:val="00314007"/>
    <w:rsid w:val="003243DB"/>
    <w:rsid w:val="00341DBC"/>
    <w:rsid w:val="00363854"/>
    <w:rsid w:val="003A4E99"/>
    <w:rsid w:val="003B09CD"/>
    <w:rsid w:val="003B0CD2"/>
    <w:rsid w:val="003C6168"/>
    <w:rsid w:val="003E4737"/>
    <w:rsid w:val="00424F1B"/>
    <w:rsid w:val="00454FA9"/>
    <w:rsid w:val="00480827"/>
    <w:rsid w:val="0048181E"/>
    <w:rsid w:val="00483437"/>
    <w:rsid w:val="0048596D"/>
    <w:rsid w:val="00497D1D"/>
    <w:rsid w:val="004A1C5B"/>
    <w:rsid w:val="004A2DBB"/>
    <w:rsid w:val="00501500"/>
    <w:rsid w:val="00502A01"/>
    <w:rsid w:val="00504D8C"/>
    <w:rsid w:val="00517350"/>
    <w:rsid w:val="00524057"/>
    <w:rsid w:val="0052437D"/>
    <w:rsid w:val="00547FA2"/>
    <w:rsid w:val="005544B9"/>
    <w:rsid w:val="005879DC"/>
    <w:rsid w:val="00592444"/>
    <w:rsid w:val="00592BA4"/>
    <w:rsid w:val="005A48CC"/>
    <w:rsid w:val="005B5231"/>
    <w:rsid w:val="005F3ED8"/>
    <w:rsid w:val="006006B5"/>
    <w:rsid w:val="0060239F"/>
    <w:rsid w:val="006142A7"/>
    <w:rsid w:val="00625AE1"/>
    <w:rsid w:val="00632794"/>
    <w:rsid w:val="0064386B"/>
    <w:rsid w:val="00645A28"/>
    <w:rsid w:val="00664AD1"/>
    <w:rsid w:val="006758D8"/>
    <w:rsid w:val="006768AB"/>
    <w:rsid w:val="006B20F8"/>
    <w:rsid w:val="006B26E9"/>
    <w:rsid w:val="006B347A"/>
    <w:rsid w:val="006C0683"/>
    <w:rsid w:val="006C679C"/>
    <w:rsid w:val="006F5A31"/>
    <w:rsid w:val="00740C38"/>
    <w:rsid w:val="00743929"/>
    <w:rsid w:val="007501CA"/>
    <w:rsid w:val="0077090B"/>
    <w:rsid w:val="00777CE4"/>
    <w:rsid w:val="00783E64"/>
    <w:rsid w:val="007E59AE"/>
    <w:rsid w:val="007F7A13"/>
    <w:rsid w:val="007F7D51"/>
    <w:rsid w:val="008163BC"/>
    <w:rsid w:val="008233CC"/>
    <w:rsid w:val="00884725"/>
    <w:rsid w:val="00896856"/>
    <w:rsid w:val="008A31FF"/>
    <w:rsid w:val="008A7DAB"/>
    <w:rsid w:val="008B31C8"/>
    <w:rsid w:val="008B50F8"/>
    <w:rsid w:val="008D660C"/>
    <w:rsid w:val="0093346D"/>
    <w:rsid w:val="009543B4"/>
    <w:rsid w:val="0096200D"/>
    <w:rsid w:val="009D17C0"/>
    <w:rsid w:val="009D3081"/>
    <w:rsid w:val="009E0AD2"/>
    <w:rsid w:val="009F351E"/>
    <w:rsid w:val="009F7565"/>
    <w:rsid w:val="00A02C19"/>
    <w:rsid w:val="00A03B7A"/>
    <w:rsid w:val="00A11397"/>
    <w:rsid w:val="00A30C09"/>
    <w:rsid w:val="00A30CD1"/>
    <w:rsid w:val="00A434A6"/>
    <w:rsid w:val="00A45FB1"/>
    <w:rsid w:val="00A620CF"/>
    <w:rsid w:val="00A75C38"/>
    <w:rsid w:val="00A91E03"/>
    <w:rsid w:val="00AB4092"/>
    <w:rsid w:val="00AC4E9C"/>
    <w:rsid w:val="00AE5380"/>
    <w:rsid w:val="00AF1231"/>
    <w:rsid w:val="00B237B0"/>
    <w:rsid w:val="00B31A4B"/>
    <w:rsid w:val="00B40BC7"/>
    <w:rsid w:val="00B52C56"/>
    <w:rsid w:val="00B74181"/>
    <w:rsid w:val="00B8287B"/>
    <w:rsid w:val="00BA0117"/>
    <w:rsid w:val="00BC7DAE"/>
    <w:rsid w:val="00BE66F4"/>
    <w:rsid w:val="00C35F73"/>
    <w:rsid w:val="00C441F2"/>
    <w:rsid w:val="00C51C59"/>
    <w:rsid w:val="00C537EB"/>
    <w:rsid w:val="00C54E44"/>
    <w:rsid w:val="00C96FB7"/>
    <w:rsid w:val="00CD333A"/>
    <w:rsid w:val="00CD740A"/>
    <w:rsid w:val="00D03ECC"/>
    <w:rsid w:val="00D053A4"/>
    <w:rsid w:val="00D119A2"/>
    <w:rsid w:val="00D14E3C"/>
    <w:rsid w:val="00D34BA8"/>
    <w:rsid w:val="00D4661D"/>
    <w:rsid w:val="00D502E8"/>
    <w:rsid w:val="00D5792E"/>
    <w:rsid w:val="00D67A3A"/>
    <w:rsid w:val="00D8186F"/>
    <w:rsid w:val="00D855F2"/>
    <w:rsid w:val="00D87F94"/>
    <w:rsid w:val="00DA3A58"/>
    <w:rsid w:val="00DA51D5"/>
    <w:rsid w:val="00DD0B8E"/>
    <w:rsid w:val="00E00B9C"/>
    <w:rsid w:val="00E1390C"/>
    <w:rsid w:val="00E13F81"/>
    <w:rsid w:val="00E229D5"/>
    <w:rsid w:val="00E3499C"/>
    <w:rsid w:val="00E67B83"/>
    <w:rsid w:val="00E82D91"/>
    <w:rsid w:val="00E833D5"/>
    <w:rsid w:val="00EA22CC"/>
    <w:rsid w:val="00EA5162"/>
    <w:rsid w:val="00EB1D8F"/>
    <w:rsid w:val="00F345EC"/>
    <w:rsid w:val="00F35254"/>
    <w:rsid w:val="00F35B65"/>
    <w:rsid w:val="00F5326B"/>
    <w:rsid w:val="00F72E6B"/>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divs>
    <w:div w:id="2167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8</TotalTime>
  <Pages>1</Pages>
  <Words>241</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1618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apangelov</cp:lastModifiedBy>
  <cp:revision>15</cp:revision>
  <cp:lastPrinted>2019-03-22T08:49:00Z</cp:lastPrinted>
  <dcterms:created xsi:type="dcterms:W3CDTF">2017-07-10T07:23:00Z</dcterms:created>
  <dcterms:modified xsi:type="dcterms:W3CDTF">2019-03-22T10:28:00Z</dcterms:modified>
</cp:coreProperties>
</file>