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4A2DBB">
        <w:rPr>
          <w:rFonts w:ascii="Times New Roman" w:hAnsi="Times New Roman"/>
          <w:b/>
          <w:szCs w:val="22"/>
          <w:lang w:val="bg-BG"/>
        </w:rPr>
        <w:t>,</w:t>
      </w:r>
      <w:r w:rsidR="005F3ED8">
        <w:rPr>
          <w:rFonts w:ascii="Times New Roman" w:hAnsi="Times New Roman"/>
          <w:b/>
          <w:szCs w:val="22"/>
          <w:lang w:val="en-US"/>
        </w:rPr>
        <w:t xml:space="preserve"> </w:t>
      </w:r>
      <w:r>
        <w:rPr>
          <w:rFonts w:ascii="Times New Roman" w:hAnsi="Times New Roman"/>
          <w:b/>
          <w:szCs w:val="22"/>
          <w:lang w:val="bg-BG"/>
        </w:rPr>
        <w:t xml:space="preserve">г) </w:t>
      </w:r>
      <w:r w:rsidR="004A2DBB">
        <w:rPr>
          <w:rFonts w:ascii="Times New Roman" w:hAnsi="Times New Roman"/>
          <w:b/>
          <w:szCs w:val="22"/>
          <w:lang w:val="bg-BG"/>
        </w:rPr>
        <w:t xml:space="preserve">и д) </w:t>
      </w:r>
      <w:r>
        <w:rPr>
          <w:rFonts w:ascii="Times New Roman" w:hAnsi="Times New Roman"/>
          <w:b/>
          <w:szCs w:val="22"/>
          <w:lang w:val="bg-BG"/>
        </w:rPr>
        <w:t>от ППЗОП</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Кандидат за участие в процедура  </w:t>
      </w:r>
      <w:r w:rsidRPr="0060239F">
        <w:rPr>
          <w:rFonts w:ascii="Times New Roman" w:hAnsi="Times New Roman"/>
          <w:lang w:val="ru-MO"/>
        </w:rPr>
        <w:t xml:space="preserve">с предмет: </w:t>
      </w:r>
    </w:p>
    <w:p w:rsidR="009D17C0" w:rsidRPr="0060239F" w:rsidRDefault="0060239F" w:rsidP="009D17C0">
      <w:pPr>
        <w:spacing w:line="360" w:lineRule="auto"/>
        <w:ind w:left="187" w:hanging="11"/>
        <w:jc w:val="center"/>
        <w:rPr>
          <w:rFonts w:ascii="Times New Roman" w:hAnsi="Times New Roman"/>
          <w:lang w:val="ru-RU"/>
        </w:rPr>
      </w:pPr>
      <w:r w:rsidRPr="0060239F">
        <w:rPr>
          <w:rFonts w:ascii="Times New Roman" w:hAnsi="Times New Roman"/>
          <w:b/>
          <w:bCs/>
        </w:rPr>
        <w:t>“</w:t>
      </w:r>
      <w:proofErr w:type="spellStart"/>
      <w:r w:rsidR="00FC49E9" w:rsidRPr="00FC49E9">
        <w:rPr>
          <w:rFonts w:ascii="Times New Roman" w:hAnsi="Times New Roman"/>
          <w:b/>
          <w:bCs/>
        </w:rPr>
        <w:t>Техническа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помощ</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при</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провеждане</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вихровотоков</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контрол</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топлообменните</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тръби</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парогенератори</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тип</w:t>
      </w:r>
      <w:proofErr w:type="spellEnd"/>
      <w:r w:rsidR="00FC49E9" w:rsidRPr="00FC49E9">
        <w:rPr>
          <w:rFonts w:ascii="Times New Roman" w:hAnsi="Times New Roman"/>
          <w:b/>
          <w:bCs/>
        </w:rPr>
        <w:t xml:space="preserve"> ПГВ 1000М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енергоблокове</w:t>
      </w:r>
      <w:proofErr w:type="spellEnd"/>
      <w:r w:rsidR="00FC49E9" w:rsidRPr="00FC49E9">
        <w:rPr>
          <w:rFonts w:ascii="Times New Roman" w:hAnsi="Times New Roman"/>
          <w:b/>
          <w:bCs/>
        </w:rPr>
        <w:t xml:space="preserve"> 5 и 6</w:t>
      </w:r>
      <w:r w:rsidRPr="0060239F">
        <w:rPr>
          <w:rFonts w:ascii="Times New Roman" w:hAnsi="Times New Roman"/>
          <w:b/>
          <w:bCs/>
        </w:rPr>
        <w:t>”</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0239F">
        <w:rPr>
          <w:rFonts w:ascii="Times New Roman" w:hAnsi="Times New Roman"/>
          <w:szCs w:val="22"/>
          <w:u w:val="single"/>
          <w:lang w:val="en-US"/>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29744E" w:rsidRDefault="0029744E" w:rsidP="006C0683">
      <w:pPr>
        <w:spacing w:line="360" w:lineRule="auto"/>
        <w:jc w:val="both"/>
        <w:rPr>
          <w:rFonts w:ascii="Times New Roman" w:hAnsi="Times New Roman"/>
          <w:b/>
          <w:szCs w:val="22"/>
          <w:lang w:val="bg-BG"/>
        </w:rPr>
      </w:pPr>
    </w:p>
    <w:p w:rsidR="0029744E" w:rsidRDefault="0029744E"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Съгласен съм с клаузите на приложения в д</w:t>
      </w:r>
      <w:r w:rsidR="0029744E">
        <w:rPr>
          <w:rFonts w:ascii="Times New Roman" w:hAnsi="Times New Roman"/>
          <w:snapToGrid w:val="0"/>
          <w:lang w:val="bg-BG"/>
        </w:rPr>
        <w:t>окументацията проект на договор</w:t>
      </w:r>
      <w:r>
        <w:rPr>
          <w:rFonts w:ascii="Times New Roman" w:hAnsi="Times New Roman"/>
          <w:snapToGrid w:val="0"/>
          <w:lang w:val="ru-MO"/>
        </w:rPr>
        <w:t>.</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Предлагаме/не предлагаме изменения в проекта на договор.</w:t>
      </w:r>
    </w:p>
    <w:p w:rsidR="00071AE3" w:rsidRDefault="00071AE3" w:rsidP="00071AE3">
      <w:pPr>
        <w:tabs>
          <w:tab w:val="left" w:pos="567"/>
        </w:tabs>
        <w:spacing w:line="360" w:lineRule="auto"/>
        <w:jc w:val="both"/>
        <w:rPr>
          <w:rFonts w:ascii="Times New Roman" w:hAnsi="Times New Roman"/>
          <w:snapToGrid w:val="0"/>
        </w:rPr>
      </w:pPr>
      <w:r>
        <w:rPr>
          <w:rFonts w:ascii="Times New Roman" w:hAnsi="Times New Roman"/>
          <w:snapToGrid w:val="0"/>
          <w:lang w:val="bg-BG"/>
        </w:rPr>
        <w:tab/>
        <w:t>/</w:t>
      </w:r>
      <w:r>
        <w:rPr>
          <w:rFonts w:ascii="Times New Roman" w:hAnsi="Times New Roman"/>
          <w:i/>
          <w:snapToGrid w:val="0"/>
          <w:lang w:val="bg-BG"/>
        </w:rPr>
        <w:t>правилното се подчертава</w:t>
      </w:r>
      <w:r>
        <w:rPr>
          <w:rFonts w:ascii="Times New Roman" w:hAnsi="Times New Roman"/>
          <w:snapToGrid w:val="0"/>
          <w:lang w:val="bg-BG"/>
        </w:rPr>
        <w:t>/</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zCs w:val="22"/>
          <w:lang w:val="bg-BG"/>
        </w:rPr>
        <w:t>Срокът на валидност на офертата за участие в процедурата е 180 календарни дни, считано от крайната дата за получаване на оферта, посочена в поканата за участие.</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29744E" w:rsidRDefault="0029744E" w:rsidP="00071AE3">
      <w:pPr>
        <w:jc w:val="both"/>
        <w:rPr>
          <w:rFonts w:ascii="Times New Roman" w:hAnsi="Times New Roman"/>
          <w:lang w:val="bg-BG"/>
        </w:rPr>
      </w:pPr>
    </w:p>
    <w:p w:rsidR="0029744E" w:rsidRDefault="0029744E" w:rsidP="00071AE3">
      <w:pPr>
        <w:jc w:val="both"/>
        <w:rPr>
          <w:rFonts w:ascii="Times New Roman" w:hAnsi="Times New Roman"/>
          <w:lang w:val="bg-BG"/>
        </w:rPr>
      </w:pPr>
    </w:p>
    <w:p w:rsidR="0029744E" w:rsidRDefault="0029744E" w:rsidP="00071AE3">
      <w:pPr>
        <w:jc w:val="both"/>
        <w:rPr>
          <w:rFonts w:ascii="Times New Roman" w:hAnsi="Times New Roman"/>
          <w:lang w:val="bg-BG"/>
        </w:rPr>
      </w:pPr>
    </w:p>
    <w:p w:rsidR="0029744E" w:rsidRDefault="0029744E" w:rsidP="00071AE3">
      <w:pPr>
        <w:jc w:val="both"/>
        <w:rPr>
          <w:rFonts w:ascii="Times New Roman" w:hAnsi="Times New Roman"/>
          <w:lang w:val="bg-BG"/>
        </w:rPr>
      </w:pPr>
    </w:p>
    <w:p w:rsidR="0029744E" w:rsidRDefault="0029744E" w:rsidP="00071AE3">
      <w:pPr>
        <w:jc w:val="both"/>
        <w:rPr>
          <w:rFonts w:ascii="Times New Roman" w:hAnsi="Times New Roman"/>
          <w:lang w:val="bg-BG"/>
        </w:rPr>
      </w:pPr>
    </w:p>
    <w:p w:rsidR="00071AE3" w:rsidRDefault="00071AE3" w:rsidP="0029744E">
      <w:pPr>
        <w:jc w:val="both"/>
        <w:rPr>
          <w:rFonts w:ascii="Times New Roman" w:hAnsi="Times New Roman"/>
          <w:b/>
          <w:bCs/>
          <w:lang w:val="ru-RU"/>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4A2DBB" w:rsidP="006006B5">
      <w:pPr>
        <w:spacing w:line="360" w:lineRule="auto"/>
        <w:ind w:left="187" w:hanging="11"/>
        <w:jc w:val="center"/>
        <w:rPr>
          <w:rFonts w:ascii="Times New Roman" w:hAnsi="Times New Roman"/>
          <w:lang w:val="ru-RU"/>
        </w:rPr>
      </w:pPr>
      <w:r w:rsidRPr="004A2DBB">
        <w:rPr>
          <w:rFonts w:ascii="Times New Roman" w:hAnsi="Times New Roman"/>
          <w:b/>
          <w:bCs/>
        </w:rPr>
        <w:t>“</w:t>
      </w:r>
      <w:proofErr w:type="spellStart"/>
      <w:r w:rsidR="00FC49E9" w:rsidRPr="00FC49E9">
        <w:rPr>
          <w:rFonts w:ascii="Times New Roman" w:hAnsi="Times New Roman"/>
          <w:b/>
          <w:bCs/>
        </w:rPr>
        <w:t>Техническа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помощ</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при</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провеждане</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вихровотоков</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контрол</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топлообменните</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тръби</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парогенератори</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тип</w:t>
      </w:r>
      <w:proofErr w:type="spellEnd"/>
      <w:r w:rsidR="00FC49E9" w:rsidRPr="00FC49E9">
        <w:rPr>
          <w:rFonts w:ascii="Times New Roman" w:hAnsi="Times New Roman"/>
          <w:b/>
          <w:bCs/>
        </w:rPr>
        <w:t xml:space="preserve"> ПГВ 1000М </w:t>
      </w:r>
      <w:proofErr w:type="spellStart"/>
      <w:r w:rsidR="00FC49E9" w:rsidRPr="00FC49E9">
        <w:rPr>
          <w:rFonts w:ascii="Times New Roman" w:hAnsi="Times New Roman"/>
          <w:b/>
          <w:bCs/>
        </w:rPr>
        <w:t>на</w:t>
      </w:r>
      <w:proofErr w:type="spellEnd"/>
      <w:r w:rsidR="00FC49E9" w:rsidRPr="00FC49E9">
        <w:rPr>
          <w:rFonts w:ascii="Times New Roman" w:hAnsi="Times New Roman"/>
          <w:b/>
          <w:bCs/>
        </w:rPr>
        <w:t xml:space="preserve"> </w:t>
      </w:r>
      <w:proofErr w:type="spellStart"/>
      <w:r w:rsidR="00FC49E9" w:rsidRPr="00FC49E9">
        <w:rPr>
          <w:rFonts w:ascii="Times New Roman" w:hAnsi="Times New Roman"/>
          <w:b/>
          <w:bCs/>
        </w:rPr>
        <w:t>енергоблокове</w:t>
      </w:r>
      <w:proofErr w:type="spellEnd"/>
      <w:r w:rsidR="00FC49E9" w:rsidRPr="00FC49E9">
        <w:rPr>
          <w:rFonts w:ascii="Times New Roman" w:hAnsi="Times New Roman"/>
          <w:b/>
          <w:bCs/>
        </w:rPr>
        <w:t xml:space="preserve"> 5 и 6</w:t>
      </w:r>
      <w:r w:rsidR="0060239F" w:rsidRPr="0060239F">
        <w:rPr>
          <w:rFonts w:ascii="Times New Roman" w:hAnsi="Times New Roman"/>
          <w:b/>
          <w:bCs/>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A81" w:rsidRDefault="00F53A81">
      <w:r>
        <w:separator/>
      </w:r>
    </w:p>
  </w:endnote>
  <w:endnote w:type="continuationSeparator" w:id="0">
    <w:p w:rsidR="00F53A81" w:rsidRDefault="00F53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A81" w:rsidRDefault="00F53A81">
      <w:r>
        <w:separator/>
      </w:r>
    </w:p>
  </w:footnote>
  <w:footnote w:type="continuationSeparator" w:id="0">
    <w:p w:rsidR="00F53A81" w:rsidRDefault="00F53A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2444"/>
    <w:rsid w:val="00071AE3"/>
    <w:rsid w:val="00094A88"/>
    <w:rsid w:val="000C7943"/>
    <w:rsid w:val="000C7B79"/>
    <w:rsid w:val="000F5E37"/>
    <w:rsid w:val="00112407"/>
    <w:rsid w:val="0011543A"/>
    <w:rsid w:val="00116F8E"/>
    <w:rsid w:val="0016341B"/>
    <w:rsid w:val="00171D06"/>
    <w:rsid w:val="00172D31"/>
    <w:rsid w:val="001841B2"/>
    <w:rsid w:val="00192725"/>
    <w:rsid w:val="001C4E29"/>
    <w:rsid w:val="001D22F1"/>
    <w:rsid w:val="001D2CBD"/>
    <w:rsid w:val="001D4FBD"/>
    <w:rsid w:val="00200B46"/>
    <w:rsid w:val="00202C07"/>
    <w:rsid w:val="00225818"/>
    <w:rsid w:val="00225F33"/>
    <w:rsid w:val="00236D95"/>
    <w:rsid w:val="002808B7"/>
    <w:rsid w:val="002931DA"/>
    <w:rsid w:val="0029744E"/>
    <w:rsid w:val="002B5817"/>
    <w:rsid w:val="002D2E51"/>
    <w:rsid w:val="002D3C78"/>
    <w:rsid w:val="002E247A"/>
    <w:rsid w:val="002E5D57"/>
    <w:rsid w:val="002F13F9"/>
    <w:rsid w:val="00314007"/>
    <w:rsid w:val="003243DB"/>
    <w:rsid w:val="00341DBC"/>
    <w:rsid w:val="00363854"/>
    <w:rsid w:val="003A4E99"/>
    <w:rsid w:val="003B09CD"/>
    <w:rsid w:val="003B0CD2"/>
    <w:rsid w:val="003E4737"/>
    <w:rsid w:val="00424F1B"/>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79DC"/>
    <w:rsid w:val="00592444"/>
    <w:rsid w:val="00592BA4"/>
    <w:rsid w:val="005A48CC"/>
    <w:rsid w:val="005B5231"/>
    <w:rsid w:val="005F3ED8"/>
    <w:rsid w:val="006006B5"/>
    <w:rsid w:val="0060239F"/>
    <w:rsid w:val="006142A7"/>
    <w:rsid w:val="00625AE1"/>
    <w:rsid w:val="00632794"/>
    <w:rsid w:val="00645A28"/>
    <w:rsid w:val="00664AD1"/>
    <w:rsid w:val="006758D8"/>
    <w:rsid w:val="006768AB"/>
    <w:rsid w:val="006B20F8"/>
    <w:rsid w:val="006B347A"/>
    <w:rsid w:val="006C0683"/>
    <w:rsid w:val="006C679C"/>
    <w:rsid w:val="006F5A31"/>
    <w:rsid w:val="00740C38"/>
    <w:rsid w:val="007501CA"/>
    <w:rsid w:val="0077090B"/>
    <w:rsid w:val="00777CE4"/>
    <w:rsid w:val="007E59AE"/>
    <w:rsid w:val="007F7D51"/>
    <w:rsid w:val="008074A7"/>
    <w:rsid w:val="008163BC"/>
    <w:rsid w:val="00884725"/>
    <w:rsid w:val="008A31FF"/>
    <w:rsid w:val="008A7DAB"/>
    <w:rsid w:val="008B50F8"/>
    <w:rsid w:val="008D660C"/>
    <w:rsid w:val="0093346D"/>
    <w:rsid w:val="009543B4"/>
    <w:rsid w:val="009D17C0"/>
    <w:rsid w:val="009D3081"/>
    <w:rsid w:val="009E0AD2"/>
    <w:rsid w:val="009F7565"/>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34BA8"/>
    <w:rsid w:val="00D4661D"/>
    <w:rsid w:val="00D502E8"/>
    <w:rsid w:val="00D5792E"/>
    <w:rsid w:val="00D6609A"/>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B1D8F"/>
    <w:rsid w:val="00F345EC"/>
    <w:rsid w:val="00F35254"/>
    <w:rsid w:val="00F35B65"/>
    <w:rsid w:val="00F5326B"/>
    <w:rsid w:val="00F53A81"/>
    <w:rsid w:val="00F72E6B"/>
    <w:rsid w:val="00F75E31"/>
    <w:rsid w:val="00FC49E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0</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2</cp:revision>
  <cp:lastPrinted>2018-05-30T06:16:00Z</cp:lastPrinted>
  <dcterms:created xsi:type="dcterms:W3CDTF">2019-01-23T10:31:00Z</dcterms:created>
  <dcterms:modified xsi:type="dcterms:W3CDTF">2019-01-23T10:31:00Z</dcterms:modified>
</cp:coreProperties>
</file>