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77" w:rsidRPr="00A049E6" w:rsidRDefault="00F56977" w:rsidP="00F56977">
      <w:pPr>
        <w:pStyle w:val="Heading1"/>
        <w:jc w:val="right"/>
        <w:rPr>
          <w:bCs w:val="0"/>
          <w:u w:val="none"/>
        </w:rPr>
      </w:pPr>
      <w:r w:rsidRPr="00A049E6">
        <w:rPr>
          <w:u w:val="none"/>
        </w:rPr>
        <w:t xml:space="preserve">ОБРАЗЕЦ </w:t>
      </w:r>
    </w:p>
    <w:p w:rsidR="00F56977" w:rsidRPr="00A049E6" w:rsidRDefault="00F56977" w:rsidP="00F56977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 w:rsidR="00E6499E" w:rsidRPr="00A049E6">
        <w:rPr>
          <w:b w:val="0"/>
          <w:lang w:val="ru-RU"/>
        </w:rPr>
        <w:t>_______________________________</w:t>
      </w:r>
    </w:p>
    <w:p w:rsidR="00F56977" w:rsidRPr="00A049E6" w:rsidRDefault="00F56977" w:rsidP="00F56977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</w:t>
      </w:r>
      <w:r w:rsidR="009F335B">
        <w:rPr>
          <w:b w:val="0"/>
          <w:bCs w:val="0"/>
          <w:u w:val="none"/>
        </w:rPr>
        <w:t>ЕИК</w:t>
      </w:r>
      <w:r w:rsidRPr="00A049E6">
        <w:rPr>
          <w:b w:val="0"/>
          <w:bCs w:val="0"/>
          <w:u w:val="none"/>
        </w:rPr>
        <w:t xml:space="preserve">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F56977" w:rsidRPr="00A049E6" w:rsidRDefault="00F56977" w:rsidP="00F56977">
      <w:pPr>
        <w:pStyle w:val="Heading2"/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bg-BG"/>
        </w:rPr>
      </w:pPr>
    </w:p>
    <w:p w:rsidR="00E6499E" w:rsidRPr="00A049E6" w:rsidRDefault="00F56977" w:rsidP="00E6499E">
      <w:pPr>
        <w:ind w:left="6358" w:hanging="187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>Д</w:t>
      </w:r>
      <w:r w:rsidR="00E6499E" w:rsidRPr="00A049E6">
        <w:rPr>
          <w:rFonts w:ascii="Times New Roman" w:hAnsi="Times New Roman"/>
          <w:b/>
          <w:lang w:val="bg-BG"/>
        </w:rPr>
        <w:t>О</w:t>
      </w:r>
    </w:p>
    <w:p w:rsidR="00E6499E" w:rsidRPr="00A049E6" w:rsidRDefault="00F56977" w:rsidP="00E6499E">
      <w:pPr>
        <w:ind w:left="6480"/>
        <w:rPr>
          <w:rFonts w:ascii="Times New Roman" w:hAnsi="Times New Roman"/>
          <w:b/>
          <w:lang w:val="bg-BG"/>
        </w:rPr>
      </w:pPr>
      <w:r w:rsidRPr="00A049E6">
        <w:rPr>
          <w:rFonts w:ascii="Times New Roman" w:hAnsi="Times New Roman"/>
          <w:b/>
          <w:lang w:val="bg-BG"/>
        </w:rPr>
        <w:t xml:space="preserve">“АЕЦ КОЗЛОДУЙ” ЕАД </w:t>
      </w:r>
    </w:p>
    <w:p w:rsidR="00F56977" w:rsidRPr="00A049E6" w:rsidRDefault="00F56977" w:rsidP="00E6499E">
      <w:pPr>
        <w:ind w:left="6480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b/>
          <w:lang w:val="bg-BG"/>
        </w:rPr>
        <w:t>гр. Козлодуй</w:t>
      </w:r>
    </w:p>
    <w:p w:rsidR="00F56977" w:rsidRPr="00A049E6" w:rsidRDefault="00F56977" w:rsidP="00F56977">
      <w:pPr>
        <w:pStyle w:val="BodyText"/>
        <w:rPr>
          <w:iCs/>
        </w:rPr>
      </w:pPr>
    </w:p>
    <w:p w:rsidR="00F56977" w:rsidRPr="00A049E6" w:rsidRDefault="00F56977" w:rsidP="00F56977">
      <w:pPr>
        <w:pStyle w:val="BodyText"/>
        <w:jc w:val="center"/>
        <w:rPr>
          <w:b/>
          <w:bCs/>
        </w:rPr>
      </w:pPr>
      <w:r w:rsidRPr="00A049E6">
        <w:rPr>
          <w:b/>
          <w:bCs/>
        </w:rPr>
        <w:t>О Ф Е Р Т А</w:t>
      </w:r>
    </w:p>
    <w:p w:rsidR="00F56977" w:rsidRDefault="00F56977" w:rsidP="00F56977">
      <w:pPr>
        <w:pStyle w:val="BodyText"/>
        <w:jc w:val="center"/>
        <w:rPr>
          <w:b/>
          <w:bCs/>
        </w:rPr>
      </w:pPr>
    </w:p>
    <w:p w:rsidR="00955CC5" w:rsidRDefault="00955CC5" w:rsidP="00F56977">
      <w:pPr>
        <w:pStyle w:val="BodyText"/>
        <w:jc w:val="center"/>
        <w:rPr>
          <w:b/>
          <w:bCs/>
        </w:rPr>
      </w:pPr>
    </w:p>
    <w:p w:rsidR="00955CC5" w:rsidRPr="00A049E6" w:rsidRDefault="00955CC5" w:rsidP="00F56977">
      <w:pPr>
        <w:pStyle w:val="BodyText"/>
        <w:jc w:val="center"/>
        <w:rPr>
          <w:b/>
          <w:bCs/>
        </w:rPr>
      </w:pPr>
    </w:p>
    <w:p w:rsidR="00F56977" w:rsidRPr="00A049E6" w:rsidRDefault="00F56977" w:rsidP="00F56977">
      <w:pPr>
        <w:pStyle w:val="BodyText"/>
        <w:spacing w:line="360" w:lineRule="auto"/>
        <w:jc w:val="center"/>
      </w:pPr>
      <w:r w:rsidRPr="00A049E6">
        <w:t xml:space="preserve">за участие в </w:t>
      </w:r>
      <w:r w:rsidR="006328C4">
        <w:t xml:space="preserve">публично състезание </w:t>
      </w:r>
      <w:r w:rsidRPr="00A049E6">
        <w:t xml:space="preserve">с </w:t>
      </w:r>
      <w:r w:rsidR="00D96566">
        <w:t>предмет</w:t>
      </w:r>
      <w:r w:rsidRPr="00A049E6">
        <w:t xml:space="preserve">: </w:t>
      </w:r>
    </w:p>
    <w:p w:rsidR="009C002B" w:rsidRPr="009C002B" w:rsidRDefault="009C002B" w:rsidP="009C002B">
      <w:pPr>
        <w:jc w:val="center"/>
        <w:rPr>
          <w:rFonts w:ascii="Times New Roman" w:hAnsi="Times New Roman"/>
          <w:b/>
          <w:lang w:val="bg-BG"/>
        </w:rPr>
      </w:pPr>
      <w:r w:rsidRPr="00C957FA">
        <w:rPr>
          <w:rFonts w:ascii="Times New Roman" w:hAnsi="Times New Roman"/>
          <w:b/>
          <w:lang w:val="ru-MO"/>
        </w:rPr>
        <w:t>„</w:t>
      </w:r>
      <w:r w:rsidR="002706B2" w:rsidRPr="002509DB">
        <w:rPr>
          <w:rFonts w:ascii="Times New Roman" w:hAnsi="Times New Roman"/>
          <w:b/>
          <w:szCs w:val="22"/>
          <w:lang w:val="bg-BG"/>
        </w:rPr>
        <w:t>Доставка на</w:t>
      </w:r>
      <w:r w:rsidR="002706B2">
        <w:rPr>
          <w:rFonts w:ascii="Times New Roman" w:hAnsi="Times New Roman"/>
          <w:b/>
          <w:szCs w:val="22"/>
          <w:lang w:val="bg-BG"/>
        </w:rPr>
        <w:t xml:space="preserve"> монитор</w:t>
      </w:r>
      <w:r w:rsidR="009F2708">
        <w:rPr>
          <w:rFonts w:ascii="Times New Roman" w:hAnsi="Times New Roman"/>
          <w:b/>
          <w:szCs w:val="22"/>
          <w:lang w:val="bg-BG"/>
        </w:rPr>
        <w:t xml:space="preserve"> за контрол на радиоактивни благородни газове</w:t>
      </w:r>
      <w:r w:rsidRPr="00C957FA">
        <w:rPr>
          <w:rFonts w:ascii="Times New Roman" w:hAnsi="Times New Roman"/>
          <w:b/>
          <w:lang w:val="ru-MO"/>
        </w:rPr>
        <w:t>”</w:t>
      </w:r>
    </w:p>
    <w:p w:rsidR="00F56977" w:rsidRPr="00A049E6" w:rsidRDefault="00F56977" w:rsidP="00F56977">
      <w:pPr>
        <w:pStyle w:val="BodyText"/>
        <w:rPr>
          <w:b/>
          <w:bCs/>
        </w:rPr>
      </w:pPr>
      <w:r w:rsidRPr="00A049E6">
        <w:rPr>
          <w:b/>
          <w:bCs/>
        </w:rPr>
        <w:tab/>
      </w:r>
    </w:p>
    <w:p w:rsidR="00F56977" w:rsidRPr="00A049E6" w:rsidRDefault="00F56977" w:rsidP="00F56977">
      <w:pPr>
        <w:pStyle w:val="BodyText"/>
        <w:ind w:left="720" w:firstLine="720"/>
        <w:rPr>
          <w:b/>
          <w:bCs/>
        </w:rPr>
      </w:pPr>
      <w:r w:rsidRPr="00A049E6">
        <w:rPr>
          <w:b/>
          <w:bCs/>
        </w:rPr>
        <w:t>УВАЖАЕМИ ГОСПОДА,</w:t>
      </w:r>
    </w:p>
    <w:p w:rsidR="00F56977" w:rsidRPr="00A049E6" w:rsidRDefault="00F56977" w:rsidP="00F56977">
      <w:pPr>
        <w:pStyle w:val="BodyText"/>
        <w:rPr>
          <w:b/>
          <w:bCs/>
        </w:rPr>
      </w:pPr>
    </w:p>
    <w:p w:rsidR="00F56977" w:rsidRDefault="00F56977" w:rsidP="00F56977">
      <w:pPr>
        <w:ind w:firstLine="561"/>
        <w:jc w:val="both"/>
        <w:rPr>
          <w:rFonts w:ascii="Times New Roman" w:hAnsi="Times New Roman"/>
          <w:lang w:val="bg-BG"/>
        </w:rPr>
      </w:pPr>
      <w:r w:rsidRPr="00A049E6">
        <w:rPr>
          <w:rFonts w:ascii="Times New Roman" w:hAnsi="Times New Roman"/>
          <w:lang w:val="bg-BG"/>
        </w:rPr>
        <w:tab/>
        <w:t>След запознаване с всички документи и образци за участие в процедурата, предлагаме да изпълним настоящата обществена поръчка в съответстви</w:t>
      </w:r>
      <w:r w:rsidR="009C002B">
        <w:rPr>
          <w:rFonts w:ascii="Times New Roman" w:hAnsi="Times New Roman"/>
          <w:lang w:val="bg-BG"/>
        </w:rPr>
        <w:t>е с изискванията на техническ</w:t>
      </w:r>
      <w:r w:rsidR="00D73EF8">
        <w:rPr>
          <w:rFonts w:ascii="Times New Roman" w:hAnsi="Times New Roman"/>
          <w:lang w:val="bg-BG"/>
        </w:rPr>
        <w:t>ото задание</w:t>
      </w:r>
      <w:r w:rsidRPr="00A049E6">
        <w:rPr>
          <w:rFonts w:ascii="Times New Roman" w:hAnsi="Times New Roman"/>
          <w:lang w:val="bg-BG"/>
        </w:rPr>
        <w:t xml:space="preserve"> за сумата</w:t>
      </w:r>
      <w:r w:rsidR="009C002B">
        <w:rPr>
          <w:rFonts w:ascii="Times New Roman" w:hAnsi="Times New Roman"/>
          <w:lang w:val="bg-BG"/>
        </w:rPr>
        <w:t>,</w:t>
      </w:r>
      <w:r w:rsidRPr="00A049E6">
        <w:rPr>
          <w:rFonts w:ascii="Times New Roman" w:hAnsi="Times New Roman"/>
          <w:lang w:val="bg-BG"/>
        </w:rPr>
        <w:t xml:space="preserve"> посочена в </w:t>
      </w:r>
      <w:r w:rsidR="009F335B">
        <w:rPr>
          <w:rFonts w:ascii="Times New Roman" w:hAnsi="Times New Roman"/>
          <w:lang w:val="bg-BG"/>
        </w:rPr>
        <w:t>ценовото предложение</w:t>
      </w:r>
      <w:r w:rsidRPr="00A049E6">
        <w:rPr>
          <w:rFonts w:ascii="Times New Roman" w:hAnsi="Times New Roman"/>
          <w:lang w:val="bg-BG"/>
        </w:rPr>
        <w:t>, ко</w:t>
      </w:r>
      <w:r w:rsidR="009F335B">
        <w:rPr>
          <w:rFonts w:ascii="Times New Roman" w:hAnsi="Times New Roman"/>
          <w:lang w:val="bg-BG"/>
        </w:rPr>
        <w:t>е</w:t>
      </w:r>
      <w:r w:rsidRPr="00A049E6">
        <w:rPr>
          <w:rFonts w:ascii="Times New Roman" w:hAnsi="Times New Roman"/>
          <w:lang w:val="bg-BG"/>
        </w:rPr>
        <w:t>то е неразделна част от офертата.</w:t>
      </w:r>
    </w:p>
    <w:p w:rsidR="009F335B" w:rsidRDefault="00F56977" w:rsidP="000960B8">
      <w:pPr>
        <w:pStyle w:val="BodyText"/>
        <w:rPr>
          <w:bCs/>
          <w:color w:val="000000"/>
        </w:rPr>
      </w:pPr>
      <w:r w:rsidRPr="00A049E6">
        <w:tab/>
      </w:r>
    </w:p>
    <w:p w:rsidR="00F56977" w:rsidRPr="00A049E6" w:rsidRDefault="00504973" w:rsidP="00F56977">
      <w:pPr>
        <w:pStyle w:val="BodyText"/>
      </w:pPr>
      <w:r>
        <w:rPr>
          <w:bCs/>
          <w:color w:val="000000"/>
        </w:rPr>
        <w:tab/>
      </w:r>
      <w:r w:rsidR="00F56977" w:rsidRPr="00A049E6">
        <w:t xml:space="preserve">До подготвянето на официален договор, тази оферта заедно с </w:t>
      </w:r>
      <w:r w:rsidR="00F56977" w:rsidRPr="009C002B">
        <w:t>писменото ù</w:t>
      </w:r>
      <w:r w:rsidR="00F56977" w:rsidRPr="00A049E6">
        <w:t xml:space="preserve"> приемане от Ваша страна</w:t>
      </w:r>
      <w:r w:rsidR="009C002B">
        <w:t>,</w:t>
      </w:r>
      <w:r w:rsidR="00F56977" w:rsidRPr="00A049E6">
        <w:t xml:space="preserve"> ще формират обвързващо споразумение между двете страни.</w:t>
      </w:r>
    </w:p>
    <w:p w:rsidR="00F56977" w:rsidRPr="00A049E6" w:rsidRDefault="00F56977" w:rsidP="00F56977">
      <w:pPr>
        <w:pStyle w:val="BodyText"/>
      </w:pPr>
    </w:p>
    <w:p w:rsidR="00F56977" w:rsidRDefault="009F4432" w:rsidP="00F56977">
      <w:pPr>
        <w:pStyle w:val="BodyText"/>
        <w:ind w:firstLine="720"/>
      </w:pPr>
      <w:r>
        <w:t>Съдържание на</w:t>
      </w:r>
      <w:r w:rsidR="003D6A84" w:rsidRPr="00A049E6">
        <w:t xml:space="preserve"> офертата</w:t>
      </w:r>
      <w:r w:rsidR="00F56977" w:rsidRPr="00A049E6">
        <w:t>:</w:t>
      </w:r>
    </w:p>
    <w:p w:rsidR="009F4432" w:rsidRPr="009F4432" w:rsidRDefault="009F4432" w:rsidP="009F4432">
      <w:pPr>
        <w:pStyle w:val="BodyText"/>
        <w:rPr>
          <w:b/>
        </w:rPr>
      </w:pPr>
      <w:r w:rsidRPr="009F4432">
        <w:rPr>
          <w:b/>
        </w:rPr>
        <w:t>І. Документи и информация</w:t>
      </w:r>
    </w:p>
    <w:p w:rsidR="003D6A84" w:rsidRPr="00A049E6" w:rsidRDefault="003D6A84" w:rsidP="003D6A84">
      <w:pPr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>.1. Представяне на участника, което включва:</w:t>
      </w:r>
    </w:p>
    <w:p w:rsidR="00EF7280" w:rsidRDefault="003D6A84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RU"/>
        </w:rPr>
      </w:pPr>
      <w:r w:rsidRPr="00A049E6">
        <w:rPr>
          <w:rFonts w:ascii="Times New Roman" w:hAnsi="Times New Roman"/>
          <w:lang w:val="en-US"/>
        </w:rPr>
        <w:t>I</w:t>
      </w:r>
      <w:r w:rsidRPr="00A049E6">
        <w:rPr>
          <w:rFonts w:ascii="Times New Roman" w:hAnsi="Times New Roman"/>
          <w:lang w:val="bg-BG"/>
        </w:rPr>
        <w:t xml:space="preserve">.1.1. </w:t>
      </w:r>
      <w:r w:rsidR="00EF7280" w:rsidRPr="00EF7280">
        <w:rPr>
          <w:rFonts w:ascii="Times New Roman" w:hAnsi="Times New Roman"/>
          <w:lang w:val="ru-RU"/>
        </w:rPr>
        <w:t xml:space="preserve">Единен европейски документ за </w:t>
      </w:r>
      <w:proofErr w:type="spellStart"/>
      <w:r w:rsidR="00EF7280" w:rsidRPr="00EF7280">
        <w:rPr>
          <w:rFonts w:ascii="Times New Roman" w:hAnsi="Times New Roman"/>
          <w:lang w:val="ru-RU"/>
        </w:rPr>
        <w:t>обществени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proofErr w:type="spellStart"/>
      <w:r w:rsidR="00EF7280" w:rsidRPr="00EF7280">
        <w:rPr>
          <w:rFonts w:ascii="Times New Roman" w:hAnsi="Times New Roman"/>
          <w:lang w:val="ru-RU"/>
        </w:rPr>
        <w:t>поръчки</w:t>
      </w:r>
      <w:proofErr w:type="spellEnd"/>
      <w:r w:rsidR="00EF7280" w:rsidRPr="00EF7280">
        <w:rPr>
          <w:rFonts w:ascii="Times New Roman" w:hAnsi="Times New Roman"/>
          <w:lang w:val="ru-RU"/>
        </w:rPr>
        <w:t xml:space="preserve"> </w:t>
      </w:r>
      <w:r w:rsidR="00EF7280" w:rsidRPr="00167746">
        <w:rPr>
          <w:rFonts w:ascii="Times New Roman" w:hAnsi="Times New Roman"/>
          <w:lang w:val="ru-RU"/>
        </w:rPr>
        <w:t>(</w:t>
      </w:r>
      <w:r w:rsidR="00EF7280">
        <w:rPr>
          <w:rFonts w:ascii="Times New Roman" w:hAnsi="Times New Roman"/>
          <w:lang w:val="ru-RU"/>
        </w:rPr>
        <w:t>ЕЕДОП</w:t>
      </w:r>
      <w:r w:rsidR="00EF7280" w:rsidRPr="00167746">
        <w:rPr>
          <w:rFonts w:ascii="Times New Roman" w:hAnsi="Times New Roman"/>
          <w:lang w:val="ru-RU"/>
        </w:rPr>
        <w:t>)</w:t>
      </w:r>
      <w:r w:rsidR="00EF7280">
        <w:rPr>
          <w:rFonts w:ascii="Times New Roman" w:hAnsi="Times New Roman"/>
          <w:lang w:val="ru-RU"/>
        </w:rPr>
        <w:t xml:space="preserve"> за </w:t>
      </w:r>
      <w:r w:rsidR="00D73EF8">
        <w:rPr>
          <w:rFonts w:ascii="Times New Roman" w:hAnsi="Times New Roman"/>
          <w:lang w:val="ru-RU"/>
        </w:rPr>
        <w:t>участника</w:t>
      </w:r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съответствие</w:t>
      </w:r>
      <w:proofErr w:type="spellEnd"/>
      <w:r w:rsidR="00EF7280">
        <w:rPr>
          <w:rFonts w:ascii="Times New Roman" w:hAnsi="Times New Roman"/>
          <w:lang w:val="ru-RU"/>
        </w:rPr>
        <w:t xml:space="preserve"> с </w:t>
      </w:r>
      <w:proofErr w:type="spellStart"/>
      <w:r w:rsidR="00EF7280">
        <w:rPr>
          <w:rFonts w:ascii="Times New Roman" w:hAnsi="Times New Roman"/>
          <w:lang w:val="ru-RU"/>
        </w:rPr>
        <w:t>изискванията</w:t>
      </w:r>
      <w:proofErr w:type="spellEnd"/>
      <w:r w:rsidR="00EF7280">
        <w:rPr>
          <w:rFonts w:ascii="Times New Roman" w:hAnsi="Times New Roman"/>
          <w:lang w:val="ru-RU"/>
        </w:rPr>
        <w:t xml:space="preserve"> на закона и </w:t>
      </w:r>
      <w:proofErr w:type="spellStart"/>
      <w:r w:rsidR="00EF7280">
        <w:rPr>
          <w:rFonts w:ascii="Times New Roman" w:hAnsi="Times New Roman"/>
          <w:lang w:val="ru-RU"/>
        </w:rPr>
        <w:t>условията</w:t>
      </w:r>
      <w:proofErr w:type="spellEnd"/>
      <w:r w:rsidR="00EF7280">
        <w:rPr>
          <w:rFonts w:ascii="Times New Roman" w:hAnsi="Times New Roman"/>
          <w:lang w:val="ru-RU"/>
        </w:rPr>
        <w:t xml:space="preserve"> на </w:t>
      </w:r>
      <w:proofErr w:type="spellStart"/>
      <w:r w:rsidR="00EF7280">
        <w:rPr>
          <w:rFonts w:ascii="Times New Roman" w:hAnsi="Times New Roman"/>
          <w:lang w:val="ru-RU"/>
        </w:rPr>
        <w:t>възложителя</w:t>
      </w:r>
      <w:proofErr w:type="spellEnd"/>
      <w:r w:rsidR="00EF7280">
        <w:rPr>
          <w:rFonts w:ascii="Times New Roman" w:hAnsi="Times New Roman"/>
          <w:lang w:val="ru-RU"/>
        </w:rPr>
        <w:t xml:space="preserve">, а </w:t>
      </w:r>
      <w:proofErr w:type="spellStart"/>
      <w:r w:rsidR="00EF7280">
        <w:rPr>
          <w:rFonts w:ascii="Times New Roman" w:hAnsi="Times New Roman"/>
          <w:lang w:val="ru-RU"/>
        </w:rPr>
        <w:t>когато</w:t>
      </w:r>
      <w:proofErr w:type="spellEnd"/>
      <w:r w:rsidR="00EF7280">
        <w:rPr>
          <w:rFonts w:ascii="Times New Roman" w:hAnsi="Times New Roman"/>
          <w:lang w:val="ru-RU"/>
        </w:rPr>
        <w:t xml:space="preserve"> е </w:t>
      </w:r>
      <w:proofErr w:type="spellStart"/>
      <w:r w:rsidR="00EF7280">
        <w:rPr>
          <w:rFonts w:ascii="Times New Roman" w:hAnsi="Times New Roman"/>
          <w:lang w:val="ru-RU"/>
        </w:rPr>
        <w:t>приложимо</w:t>
      </w:r>
      <w:proofErr w:type="spellEnd"/>
      <w:r w:rsidR="00EF7280">
        <w:rPr>
          <w:rFonts w:ascii="Times New Roman" w:hAnsi="Times New Roman"/>
          <w:lang w:val="ru-RU"/>
        </w:rPr>
        <w:t xml:space="preserve"> – ЕЕДОП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от </w:t>
      </w:r>
      <w:proofErr w:type="spellStart"/>
      <w:r w:rsidR="00EF7280">
        <w:rPr>
          <w:rFonts w:ascii="Times New Roman" w:hAnsi="Times New Roman"/>
          <w:lang w:val="ru-RU"/>
        </w:rPr>
        <w:t>участниците</w:t>
      </w:r>
      <w:proofErr w:type="spellEnd"/>
      <w:r w:rsidR="00EF7280">
        <w:rPr>
          <w:rFonts w:ascii="Times New Roman" w:hAnsi="Times New Roman"/>
          <w:lang w:val="ru-RU"/>
        </w:rPr>
        <w:t xml:space="preserve"> в </w:t>
      </w:r>
      <w:proofErr w:type="spellStart"/>
      <w:r w:rsidR="00EF7280">
        <w:rPr>
          <w:rFonts w:ascii="Times New Roman" w:hAnsi="Times New Roman"/>
          <w:lang w:val="ru-RU"/>
        </w:rPr>
        <w:t>обединението</w:t>
      </w:r>
      <w:proofErr w:type="spellEnd"/>
      <w:r w:rsidR="00EF7280">
        <w:rPr>
          <w:rFonts w:ascii="Times New Roman" w:hAnsi="Times New Roman"/>
          <w:lang w:val="ru-RU"/>
        </w:rPr>
        <w:t xml:space="preserve">, </w:t>
      </w:r>
      <w:proofErr w:type="spellStart"/>
      <w:r w:rsidR="00EF7280">
        <w:rPr>
          <w:rFonts w:ascii="Times New Roman" w:hAnsi="Times New Roman"/>
          <w:lang w:val="ru-RU"/>
        </w:rPr>
        <w:t>което</w:t>
      </w:r>
      <w:proofErr w:type="spellEnd"/>
      <w:r w:rsidR="00EF7280">
        <w:rPr>
          <w:rFonts w:ascii="Times New Roman" w:hAnsi="Times New Roman"/>
          <w:lang w:val="ru-RU"/>
        </w:rPr>
        <w:t xml:space="preserve"> не е </w:t>
      </w:r>
      <w:proofErr w:type="spellStart"/>
      <w:r w:rsidR="00EF7280">
        <w:rPr>
          <w:rFonts w:ascii="Times New Roman" w:hAnsi="Times New Roman"/>
          <w:lang w:val="ru-RU"/>
        </w:rPr>
        <w:t>юридическо</w:t>
      </w:r>
      <w:proofErr w:type="spellEnd"/>
      <w:r w:rsidR="00EF7280">
        <w:rPr>
          <w:rFonts w:ascii="Times New Roman" w:hAnsi="Times New Roman"/>
          <w:lang w:val="ru-RU"/>
        </w:rPr>
        <w:t xml:space="preserve"> лице, за </w:t>
      </w:r>
      <w:proofErr w:type="spellStart"/>
      <w:r w:rsidR="00EF7280">
        <w:rPr>
          <w:rFonts w:ascii="Times New Roman" w:hAnsi="Times New Roman"/>
          <w:lang w:val="ru-RU"/>
        </w:rPr>
        <w:t>всеки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подизпълнител</w:t>
      </w:r>
      <w:proofErr w:type="spellEnd"/>
      <w:r w:rsidR="00EF7280">
        <w:rPr>
          <w:rFonts w:ascii="Times New Roman" w:hAnsi="Times New Roman"/>
          <w:lang w:val="ru-RU"/>
        </w:rPr>
        <w:t xml:space="preserve"> и за всяко лице, </w:t>
      </w:r>
      <w:proofErr w:type="spellStart"/>
      <w:r w:rsidR="00EF7280">
        <w:rPr>
          <w:rFonts w:ascii="Times New Roman" w:hAnsi="Times New Roman"/>
          <w:lang w:val="ru-RU"/>
        </w:rPr>
        <w:t>чиито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ресурси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ще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бъдат</w:t>
      </w:r>
      <w:proofErr w:type="spellEnd"/>
      <w:r w:rsidR="00EF7280">
        <w:rPr>
          <w:rFonts w:ascii="Times New Roman" w:hAnsi="Times New Roman"/>
          <w:lang w:val="ru-RU"/>
        </w:rPr>
        <w:t xml:space="preserve"> </w:t>
      </w:r>
      <w:proofErr w:type="spellStart"/>
      <w:r w:rsidR="00EF7280">
        <w:rPr>
          <w:rFonts w:ascii="Times New Roman" w:hAnsi="Times New Roman"/>
          <w:lang w:val="ru-RU"/>
        </w:rPr>
        <w:t>ангажир</w:t>
      </w:r>
      <w:r w:rsidR="00773A7D">
        <w:rPr>
          <w:rFonts w:ascii="Times New Roman" w:hAnsi="Times New Roman"/>
          <w:lang w:val="ru-RU"/>
        </w:rPr>
        <w:t>ани</w:t>
      </w:r>
      <w:proofErr w:type="spellEnd"/>
      <w:r w:rsidR="00773A7D">
        <w:rPr>
          <w:rFonts w:ascii="Times New Roman" w:hAnsi="Times New Roman"/>
          <w:lang w:val="ru-RU"/>
        </w:rPr>
        <w:t xml:space="preserve"> в </w:t>
      </w:r>
      <w:proofErr w:type="spellStart"/>
      <w:r w:rsidR="00773A7D">
        <w:rPr>
          <w:rFonts w:ascii="Times New Roman" w:hAnsi="Times New Roman"/>
          <w:lang w:val="ru-RU"/>
        </w:rPr>
        <w:t>изпълнението</w:t>
      </w:r>
      <w:proofErr w:type="spellEnd"/>
      <w:r w:rsidR="00773A7D">
        <w:rPr>
          <w:rFonts w:ascii="Times New Roman" w:hAnsi="Times New Roman"/>
          <w:lang w:val="ru-RU"/>
        </w:rPr>
        <w:t xml:space="preserve"> на </w:t>
      </w:r>
      <w:proofErr w:type="spellStart"/>
      <w:r w:rsidR="00773A7D">
        <w:rPr>
          <w:rFonts w:ascii="Times New Roman" w:hAnsi="Times New Roman"/>
          <w:lang w:val="ru-RU"/>
        </w:rPr>
        <w:t>поръчката</w:t>
      </w:r>
      <w:proofErr w:type="spellEnd"/>
      <w:r w:rsidR="00773A7D">
        <w:rPr>
          <w:rFonts w:ascii="Times New Roman" w:hAnsi="Times New Roman"/>
          <w:lang w:val="ru-RU"/>
        </w:rPr>
        <w:t>.</w:t>
      </w:r>
    </w:p>
    <w:p w:rsidR="00773A7D" w:rsidRPr="00C957FA" w:rsidRDefault="00773A7D" w:rsidP="00742A77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bg-BG"/>
        </w:rPr>
      </w:pPr>
      <w:proofErr w:type="gramStart"/>
      <w:r>
        <w:rPr>
          <w:rFonts w:ascii="Times New Roman" w:hAnsi="Times New Roman"/>
          <w:lang w:val="en-US"/>
        </w:rPr>
        <w:t>I</w:t>
      </w:r>
      <w:r w:rsidRPr="00C957FA">
        <w:rPr>
          <w:rFonts w:ascii="Times New Roman" w:hAnsi="Times New Roman"/>
          <w:lang w:val="ru-MO"/>
        </w:rPr>
        <w:t xml:space="preserve">.1.2. </w:t>
      </w:r>
      <w:r w:rsidRPr="00C957FA">
        <w:rPr>
          <w:rFonts w:ascii="Times New Roman" w:hAnsi="Times New Roman"/>
          <w:lang w:val="bg-BG"/>
        </w:rPr>
        <w:t>Документи за доказване на предприетите мерки за надеждност, когато е приложимо.</w:t>
      </w:r>
      <w:proofErr w:type="gramEnd"/>
    </w:p>
    <w:p w:rsidR="00EF57DF" w:rsidRPr="00C957FA" w:rsidRDefault="00773A7D" w:rsidP="00C957FA">
      <w:pPr>
        <w:widowControl w:val="0"/>
        <w:tabs>
          <w:tab w:val="left" w:pos="900"/>
        </w:tabs>
        <w:jc w:val="both"/>
        <w:rPr>
          <w:rFonts w:ascii="Times New Roman" w:hAnsi="Times New Roman"/>
          <w:lang w:val="ru-MO"/>
        </w:rPr>
      </w:pPr>
      <w:r w:rsidRPr="00C957FA">
        <w:rPr>
          <w:rFonts w:ascii="Times New Roman" w:hAnsi="Times New Roman"/>
          <w:lang w:val="bg-BG"/>
        </w:rPr>
        <w:t xml:space="preserve">I.1.3. </w:t>
      </w:r>
      <w:r w:rsidR="00EF57DF" w:rsidRPr="00C957FA">
        <w:rPr>
          <w:rFonts w:ascii="Times New Roman" w:hAnsi="Times New Roman"/>
          <w:lang w:val="bg-BG"/>
        </w:rPr>
        <w:t>Документите по чл. 37, ал. 4 от ППЗОП, когато е приложимо</w:t>
      </w:r>
      <w:r w:rsidR="00C957FA" w:rsidRPr="00C957FA">
        <w:rPr>
          <w:rFonts w:ascii="Times New Roman" w:hAnsi="Times New Roman"/>
          <w:lang w:val="bg-BG"/>
        </w:rPr>
        <w:t xml:space="preserve">. </w:t>
      </w:r>
    </w:p>
    <w:p w:rsidR="00773A7D" w:rsidRPr="00C957FA" w:rsidRDefault="00773A7D" w:rsidP="00773A7D">
      <w:pPr>
        <w:widowControl w:val="0"/>
        <w:tabs>
          <w:tab w:val="num" w:pos="2216"/>
        </w:tabs>
        <w:jc w:val="both"/>
        <w:rPr>
          <w:rFonts w:ascii="Times New Roman" w:hAnsi="Times New Roman"/>
          <w:highlight w:val="yellow"/>
          <w:lang w:val="ru-MO"/>
        </w:rPr>
      </w:pPr>
    </w:p>
    <w:p w:rsidR="00773A7D" w:rsidRPr="00C957FA" w:rsidRDefault="00773A7D" w:rsidP="00EF7280">
      <w:pPr>
        <w:widowControl w:val="0"/>
        <w:tabs>
          <w:tab w:val="num" w:pos="2216"/>
        </w:tabs>
        <w:autoSpaceDE w:val="0"/>
        <w:autoSpaceDN w:val="0"/>
        <w:jc w:val="both"/>
        <w:rPr>
          <w:rFonts w:ascii="Times New Roman" w:hAnsi="Times New Roman"/>
          <w:lang w:val="ru-MO"/>
        </w:rPr>
      </w:pPr>
    </w:p>
    <w:p w:rsidR="005678F6" w:rsidRPr="001175E6" w:rsidRDefault="00F56977" w:rsidP="00F56977">
      <w:pPr>
        <w:jc w:val="both"/>
        <w:rPr>
          <w:rFonts w:ascii="Times New Roman" w:hAnsi="Times New Roman"/>
          <w:b/>
          <w:color w:val="000000"/>
          <w:lang w:val="bg-BG"/>
        </w:rPr>
      </w:pPr>
      <w:r w:rsidRPr="001175E6">
        <w:rPr>
          <w:rFonts w:ascii="Times New Roman" w:hAnsi="Times New Roman"/>
          <w:b/>
          <w:color w:val="000000"/>
          <w:lang w:val="bg-BG"/>
        </w:rPr>
        <w:t xml:space="preserve">II. </w:t>
      </w:r>
      <w:r w:rsidR="00394604" w:rsidRPr="001175E6">
        <w:rPr>
          <w:rFonts w:ascii="Times New Roman" w:hAnsi="Times New Roman"/>
          <w:b/>
          <w:color w:val="000000"/>
          <w:lang w:val="bg-BG"/>
        </w:rPr>
        <w:t>Техническо предложение</w:t>
      </w:r>
    </w:p>
    <w:p w:rsidR="00991392" w:rsidRDefault="00991392" w:rsidP="00991392">
      <w:pPr>
        <w:jc w:val="both"/>
        <w:rPr>
          <w:rFonts w:ascii="Times New Roman" w:hAnsi="Times New Roman"/>
          <w:lang w:val="bg-BG"/>
        </w:rPr>
      </w:pPr>
      <w:r w:rsidRPr="001175E6">
        <w:rPr>
          <w:rFonts w:ascii="Times New Roman" w:hAnsi="Times New Roman"/>
          <w:lang w:val="bg-BG"/>
        </w:rPr>
        <w:t>II.1.</w:t>
      </w:r>
      <w:r w:rsidRPr="001175E6">
        <w:rPr>
          <w:rFonts w:ascii="Times New Roman" w:hAnsi="Times New Roman"/>
          <w:lang w:val="ru-RU"/>
        </w:rPr>
        <w:t xml:space="preserve"> </w:t>
      </w:r>
      <w:r w:rsidRPr="001175E6">
        <w:rPr>
          <w:rFonts w:ascii="Times New Roman" w:hAnsi="Times New Roman"/>
          <w:lang w:val="bg-BG"/>
        </w:rPr>
        <w:t>Спецификация на сток</w:t>
      </w:r>
      <w:r w:rsidR="007D1FF2" w:rsidRPr="001175E6">
        <w:rPr>
          <w:rFonts w:ascii="Times New Roman" w:hAnsi="Times New Roman"/>
          <w:lang w:val="bg-BG"/>
        </w:rPr>
        <w:t>ата</w:t>
      </w:r>
      <w:r w:rsidRPr="001175E6">
        <w:rPr>
          <w:rFonts w:ascii="Times New Roman" w:hAnsi="Times New Roman"/>
          <w:lang w:val="bg-BG"/>
        </w:rPr>
        <w:t xml:space="preserve"> за доставка с включени </w:t>
      </w:r>
      <w:r w:rsidR="00076572" w:rsidRPr="001175E6">
        <w:rPr>
          <w:rFonts w:ascii="Times New Roman" w:hAnsi="Times New Roman"/>
          <w:lang w:val="bg-BG"/>
        </w:rPr>
        <w:t>наименование</w:t>
      </w:r>
      <w:r w:rsidRPr="001175E6">
        <w:rPr>
          <w:rFonts w:ascii="Times New Roman" w:hAnsi="Times New Roman"/>
          <w:lang w:val="bg-BG"/>
        </w:rPr>
        <w:t xml:space="preserve">, </w:t>
      </w:r>
      <w:r w:rsidR="00A414F8" w:rsidRPr="001175E6">
        <w:rPr>
          <w:rFonts w:ascii="Times New Roman" w:hAnsi="Times New Roman"/>
          <w:lang w:val="bg-BG"/>
        </w:rPr>
        <w:t>технически характеристики</w:t>
      </w:r>
      <w:r w:rsidR="007716A1">
        <w:rPr>
          <w:rFonts w:ascii="Times New Roman" w:hAnsi="Times New Roman"/>
          <w:lang w:val="bg-BG"/>
        </w:rPr>
        <w:t>,</w:t>
      </w:r>
      <w:r w:rsidR="00596286" w:rsidRPr="001175E6">
        <w:rPr>
          <w:rFonts w:ascii="Times New Roman" w:hAnsi="Times New Roman"/>
          <w:lang w:val="bg-BG"/>
        </w:rPr>
        <w:t xml:space="preserve"> мерни единици, количество</w:t>
      </w:r>
      <w:r w:rsidRPr="001175E6">
        <w:rPr>
          <w:rFonts w:ascii="Times New Roman" w:hAnsi="Times New Roman"/>
          <w:lang w:val="bg-BG"/>
        </w:rPr>
        <w:t>,</w:t>
      </w:r>
      <w:r w:rsidR="00EF7280" w:rsidRPr="001175E6">
        <w:rPr>
          <w:rFonts w:ascii="Times New Roman" w:hAnsi="Times New Roman"/>
          <w:lang w:val="bg-BG"/>
        </w:rPr>
        <w:t xml:space="preserve"> </w:t>
      </w:r>
      <w:r w:rsidRPr="001175E6">
        <w:rPr>
          <w:rFonts w:ascii="Times New Roman" w:hAnsi="Times New Roman"/>
          <w:lang w:val="bg-BG"/>
        </w:rPr>
        <w:t>и др.</w:t>
      </w:r>
      <w:r w:rsidR="00FE3D5D" w:rsidRPr="001175E6">
        <w:rPr>
          <w:rFonts w:ascii="Times New Roman" w:hAnsi="Times New Roman"/>
          <w:lang w:val="bg-BG"/>
        </w:rPr>
        <w:t xml:space="preserve">, които трябва да бъдат описани, съгласно </w:t>
      </w:r>
      <w:r w:rsidRPr="001175E6">
        <w:rPr>
          <w:rFonts w:ascii="Times New Roman" w:hAnsi="Times New Roman"/>
          <w:lang w:val="bg-BG"/>
        </w:rPr>
        <w:t xml:space="preserve">изискванията на </w:t>
      </w:r>
      <w:proofErr w:type="spellStart"/>
      <w:r w:rsidR="00C21C4D" w:rsidRPr="001175E6">
        <w:rPr>
          <w:rFonts w:ascii="Times New Roman" w:hAnsi="Times New Roman"/>
        </w:rPr>
        <w:t>Техническо</w:t>
      </w:r>
      <w:proofErr w:type="spellEnd"/>
      <w:r w:rsidR="00596286" w:rsidRPr="001175E6">
        <w:rPr>
          <w:rFonts w:ascii="Times New Roman" w:hAnsi="Times New Roman"/>
          <w:lang w:val="bg-BG"/>
        </w:rPr>
        <w:t>то</w:t>
      </w:r>
      <w:r w:rsidR="00C21C4D" w:rsidRPr="001175E6">
        <w:rPr>
          <w:rFonts w:ascii="Times New Roman" w:hAnsi="Times New Roman"/>
        </w:rPr>
        <w:t xml:space="preserve"> </w:t>
      </w:r>
      <w:proofErr w:type="spellStart"/>
      <w:r w:rsidR="00C21C4D" w:rsidRPr="001175E6">
        <w:rPr>
          <w:rFonts w:ascii="Times New Roman" w:hAnsi="Times New Roman"/>
        </w:rPr>
        <w:t>задание</w:t>
      </w:r>
      <w:proofErr w:type="spellEnd"/>
      <w:r w:rsidR="00C21C4D" w:rsidRPr="001175E6">
        <w:rPr>
          <w:rFonts w:ascii="Times New Roman" w:hAnsi="Times New Roman"/>
        </w:rPr>
        <w:t xml:space="preserve"> </w:t>
      </w:r>
      <w:r w:rsidR="00596286" w:rsidRPr="001175E6">
        <w:rPr>
          <w:rFonts w:ascii="Times New Roman" w:hAnsi="Times New Roman"/>
          <w:lang w:val="bg-BG"/>
        </w:rPr>
        <w:t>към документацията за участие.</w:t>
      </w:r>
    </w:p>
    <w:p w:rsidR="00A632FD" w:rsidRPr="001175E6" w:rsidRDefault="00A632FD" w:rsidP="00991392">
      <w:pPr>
        <w:jc w:val="both"/>
        <w:rPr>
          <w:rFonts w:ascii="Times New Roman" w:hAnsi="Times New Roman"/>
          <w:lang w:val="bg-BG"/>
        </w:rPr>
      </w:pPr>
      <w:r w:rsidRPr="001175E6">
        <w:rPr>
          <w:rFonts w:ascii="Times New Roman" w:hAnsi="Times New Roman"/>
          <w:lang w:val="bg-BG"/>
        </w:rPr>
        <w:t>II.</w:t>
      </w:r>
      <w:r>
        <w:rPr>
          <w:rFonts w:ascii="Times New Roman" w:hAnsi="Times New Roman"/>
          <w:lang w:val="bg-BG"/>
        </w:rPr>
        <w:t>2</w:t>
      </w:r>
      <w:r w:rsidRPr="001175E6">
        <w:rPr>
          <w:rFonts w:ascii="Times New Roman" w:hAnsi="Times New Roman"/>
          <w:lang w:val="bg-BG"/>
        </w:rPr>
        <w:t>.</w:t>
      </w:r>
      <w:r>
        <w:rPr>
          <w:rFonts w:ascii="Times New Roman" w:hAnsi="Times New Roman"/>
          <w:lang w:val="bg-BG"/>
        </w:rPr>
        <w:t xml:space="preserve"> Спецификация на резервни части и специфични консумативи</w:t>
      </w:r>
      <w:r w:rsidR="007716A1">
        <w:rPr>
          <w:rFonts w:ascii="Times New Roman" w:hAnsi="Times New Roman"/>
          <w:lang w:val="bg-BG"/>
        </w:rPr>
        <w:t>.</w:t>
      </w:r>
    </w:p>
    <w:p w:rsidR="00961473" w:rsidRPr="00B2152F" w:rsidRDefault="00961473" w:rsidP="00991392">
      <w:pPr>
        <w:jc w:val="both"/>
        <w:rPr>
          <w:rFonts w:ascii="Times New Roman" w:hAnsi="Times New Roman"/>
          <w:bCs/>
          <w:lang w:val="ru-MO"/>
        </w:rPr>
      </w:pPr>
      <w:proofErr w:type="gramStart"/>
      <w:r w:rsidRPr="00B2152F">
        <w:rPr>
          <w:rFonts w:ascii="Times New Roman" w:hAnsi="Times New Roman"/>
          <w:lang w:val="en-US"/>
        </w:rPr>
        <w:t>II</w:t>
      </w:r>
      <w:r w:rsidRPr="00B2152F">
        <w:rPr>
          <w:rFonts w:ascii="Times New Roman" w:hAnsi="Times New Roman"/>
          <w:lang w:val="ru-MO"/>
        </w:rPr>
        <w:t>.</w:t>
      </w:r>
      <w:r w:rsidR="00511BA9" w:rsidRPr="00B2152F">
        <w:rPr>
          <w:rFonts w:ascii="Times New Roman" w:hAnsi="Times New Roman"/>
          <w:lang w:val="ru-MO"/>
        </w:rPr>
        <w:t>3</w:t>
      </w:r>
      <w:r w:rsidRPr="00B2152F">
        <w:rPr>
          <w:rFonts w:ascii="Times New Roman" w:hAnsi="Times New Roman"/>
          <w:lang w:val="ru-MO"/>
        </w:rPr>
        <w:t>.</w:t>
      </w:r>
      <w:r w:rsidRPr="00B2152F">
        <w:rPr>
          <w:rFonts w:ascii="Times New Roman" w:hAnsi="Times New Roman"/>
          <w:bCs/>
          <w:lang w:val="ru-MO"/>
        </w:rPr>
        <w:t xml:space="preserve"> Документ за </w:t>
      </w:r>
      <w:proofErr w:type="spellStart"/>
      <w:r w:rsidRPr="00B2152F">
        <w:rPr>
          <w:rFonts w:ascii="Times New Roman" w:hAnsi="Times New Roman"/>
          <w:bCs/>
          <w:lang w:val="ru-MO"/>
        </w:rPr>
        <w:t>упълномощаване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B2152F">
        <w:rPr>
          <w:rFonts w:ascii="Times New Roman" w:hAnsi="Times New Roman"/>
          <w:bCs/>
          <w:lang w:val="ru-MO"/>
        </w:rPr>
        <w:t>когато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2152F">
        <w:rPr>
          <w:rFonts w:ascii="Times New Roman" w:hAnsi="Times New Roman"/>
          <w:bCs/>
          <w:lang w:val="ru-MO"/>
        </w:rPr>
        <w:t>лицето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, </w:t>
      </w:r>
      <w:proofErr w:type="spellStart"/>
      <w:r w:rsidRPr="00B2152F">
        <w:rPr>
          <w:rFonts w:ascii="Times New Roman" w:hAnsi="Times New Roman"/>
          <w:bCs/>
          <w:lang w:val="ru-MO"/>
        </w:rPr>
        <w:t>което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2152F">
        <w:rPr>
          <w:rFonts w:ascii="Times New Roman" w:hAnsi="Times New Roman"/>
          <w:bCs/>
          <w:lang w:val="ru-MO"/>
        </w:rPr>
        <w:t>подава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2152F">
        <w:rPr>
          <w:rFonts w:ascii="Times New Roman" w:hAnsi="Times New Roman"/>
          <w:bCs/>
          <w:lang w:val="ru-MO"/>
        </w:rPr>
        <w:t>офертата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, не е </w:t>
      </w:r>
      <w:proofErr w:type="spellStart"/>
      <w:r w:rsidRPr="00B2152F">
        <w:rPr>
          <w:rFonts w:ascii="Times New Roman" w:hAnsi="Times New Roman"/>
          <w:bCs/>
          <w:lang w:val="ru-MO"/>
        </w:rPr>
        <w:t>законният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 </w:t>
      </w:r>
      <w:proofErr w:type="spellStart"/>
      <w:r w:rsidRPr="00B2152F">
        <w:rPr>
          <w:rFonts w:ascii="Times New Roman" w:hAnsi="Times New Roman"/>
          <w:bCs/>
          <w:lang w:val="ru-MO"/>
        </w:rPr>
        <w:t>представител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 на участника</w:t>
      </w:r>
      <w:r w:rsidR="00A2072D" w:rsidRPr="00B2152F">
        <w:rPr>
          <w:rFonts w:ascii="Times New Roman" w:hAnsi="Times New Roman"/>
          <w:bCs/>
          <w:lang w:val="ru-MO"/>
        </w:rPr>
        <w:t>.</w:t>
      </w:r>
      <w:proofErr w:type="gramEnd"/>
    </w:p>
    <w:p w:rsidR="00961473" w:rsidRPr="00B2152F" w:rsidRDefault="00961473" w:rsidP="00961473">
      <w:pPr>
        <w:widowControl w:val="0"/>
        <w:adjustRightInd w:val="0"/>
        <w:jc w:val="both"/>
        <w:rPr>
          <w:rFonts w:ascii="Times New Roman" w:hAnsi="Times New Roman"/>
          <w:bCs/>
          <w:lang w:val="ru-MO"/>
        </w:rPr>
      </w:pPr>
      <w:proofErr w:type="gramStart"/>
      <w:r w:rsidRPr="00B2152F">
        <w:rPr>
          <w:rFonts w:ascii="Times New Roman" w:hAnsi="Times New Roman"/>
          <w:bCs/>
        </w:rPr>
        <w:t>II</w:t>
      </w:r>
      <w:r w:rsidRPr="00B2152F">
        <w:rPr>
          <w:rFonts w:ascii="Times New Roman" w:hAnsi="Times New Roman"/>
          <w:bCs/>
          <w:lang w:val="ru-MO"/>
        </w:rPr>
        <w:t>.</w:t>
      </w:r>
      <w:r w:rsidR="00511BA9" w:rsidRPr="00B2152F">
        <w:rPr>
          <w:rFonts w:ascii="Times New Roman" w:hAnsi="Times New Roman"/>
          <w:bCs/>
          <w:lang w:val="ru-MO"/>
        </w:rPr>
        <w:t>4</w:t>
      </w:r>
      <w:r w:rsidRPr="00B2152F">
        <w:rPr>
          <w:rFonts w:ascii="Times New Roman" w:hAnsi="Times New Roman"/>
          <w:bCs/>
          <w:lang w:val="ru-MO"/>
        </w:rPr>
        <w:t xml:space="preserve">. Декларация за </w:t>
      </w:r>
      <w:proofErr w:type="spellStart"/>
      <w:r w:rsidRPr="00B2152F">
        <w:rPr>
          <w:rFonts w:ascii="Times New Roman" w:hAnsi="Times New Roman"/>
          <w:bCs/>
          <w:lang w:val="ru-MO"/>
        </w:rPr>
        <w:t>обстоятелствата</w:t>
      </w:r>
      <w:proofErr w:type="spellEnd"/>
      <w:r w:rsidRPr="00B2152F">
        <w:rPr>
          <w:rFonts w:ascii="Times New Roman" w:hAnsi="Times New Roman"/>
          <w:bCs/>
          <w:lang w:val="ru-MO"/>
        </w:rPr>
        <w:t xml:space="preserve"> по чл.</w:t>
      </w:r>
      <w:proofErr w:type="gramEnd"/>
      <w:r w:rsidRPr="00B2152F">
        <w:rPr>
          <w:rFonts w:ascii="Times New Roman" w:hAnsi="Times New Roman"/>
          <w:bCs/>
          <w:lang w:val="ru-MO"/>
        </w:rPr>
        <w:t xml:space="preserve"> </w:t>
      </w:r>
      <w:proofErr w:type="gramStart"/>
      <w:r w:rsidRPr="00B2152F">
        <w:rPr>
          <w:rFonts w:ascii="Times New Roman" w:hAnsi="Times New Roman"/>
          <w:bCs/>
          <w:lang w:val="ru-MO"/>
        </w:rPr>
        <w:t>39, ал.3, т.1, б. в)</w:t>
      </w:r>
      <w:r w:rsidR="007D1FF2" w:rsidRPr="00B2152F">
        <w:rPr>
          <w:rFonts w:ascii="Times New Roman" w:hAnsi="Times New Roman"/>
          <w:bCs/>
          <w:lang w:val="ru-MO"/>
        </w:rPr>
        <w:t xml:space="preserve"> и</w:t>
      </w:r>
      <w:r w:rsidRPr="00B2152F">
        <w:rPr>
          <w:rFonts w:ascii="Times New Roman" w:hAnsi="Times New Roman"/>
          <w:bCs/>
          <w:lang w:val="ru-MO"/>
        </w:rPr>
        <w:t xml:space="preserve"> г) </w:t>
      </w:r>
      <w:r w:rsidR="001A23CA" w:rsidRPr="00B2152F">
        <w:rPr>
          <w:rFonts w:ascii="Times New Roman" w:hAnsi="Times New Roman"/>
          <w:bCs/>
          <w:lang w:val="bg-BG"/>
        </w:rPr>
        <w:t>от ППЗОП</w:t>
      </w:r>
      <w:r w:rsidR="00A2072D" w:rsidRPr="00B2152F">
        <w:rPr>
          <w:rFonts w:ascii="Times New Roman" w:hAnsi="Times New Roman"/>
          <w:bCs/>
          <w:lang w:val="ru-MO"/>
        </w:rPr>
        <w:t>.</w:t>
      </w:r>
      <w:proofErr w:type="gramEnd"/>
    </w:p>
    <w:p w:rsidR="00991392" w:rsidRPr="00B2152F" w:rsidRDefault="00961473" w:rsidP="00991392">
      <w:pPr>
        <w:jc w:val="both"/>
        <w:rPr>
          <w:rFonts w:ascii="Times New Roman" w:hAnsi="Times New Roman"/>
          <w:lang w:val="bg-BG"/>
        </w:rPr>
      </w:pPr>
      <w:r w:rsidRPr="00B2152F">
        <w:rPr>
          <w:rFonts w:ascii="Times New Roman" w:hAnsi="Times New Roman"/>
          <w:lang w:val="bg-BG"/>
        </w:rPr>
        <w:t>ІІ.</w:t>
      </w:r>
      <w:r w:rsidR="00511BA9" w:rsidRPr="00B2152F">
        <w:rPr>
          <w:rFonts w:ascii="Times New Roman" w:hAnsi="Times New Roman"/>
          <w:lang w:val="ru-MO"/>
        </w:rPr>
        <w:t>5</w:t>
      </w:r>
      <w:r w:rsidR="00991392" w:rsidRPr="00B2152F">
        <w:rPr>
          <w:rFonts w:ascii="Times New Roman" w:hAnsi="Times New Roman"/>
          <w:lang w:val="bg-BG"/>
        </w:rPr>
        <w:t>. Документи, удостоверяващи, че предлаган</w:t>
      </w:r>
      <w:r w:rsidR="00DB3C78" w:rsidRPr="00B2152F">
        <w:rPr>
          <w:rFonts w:ascii="Times New Roman" w:hAnsi="Times New Roman"/>
          <w:lang w:val="bg-BG"/>
        </w:rPr>
        <w:t xml:space="preserve">ата </w:t>
      </w:r>
      <w:r w:rsidR="00991392" w:rsidRPr="00B2152F">
        <w:rPr>
          <w:rFonts w:ascii="Times New Roman" w:hAnsi="Times New Roman"/>
          <w:lang w:val="bg-BG"/>
        </w:rPr>
        <w:t>за доставка сток</w:t>
      </w:r>
      <w:r w:rsidR="00DB3C78" w:rsidRPr="00B2152F">
        <w:rPr>
          <w:rFonts w:ascii="Times New Roman" w:hAnsi="Times New Roman"/>
          <w:lang w:val="bg-BG"/>
        </w:rPr>
        <w:t>а</w:t>
      </w:r>
      <w:r w:rsidR="00991392" w:rsidRPr="00B2152F">
        <w:rPr>
          <w:rFonts w:ascii="Times New Roman" w:hAnsi="Times New Roman"/>
          <w:lang w:val="bg-BG"/>
        </w:rPr>
        <w:t xml:space="preserve"> о</w:t>
      </w:r>
      <w:r w:rsidR="009F4CFA" w:rsidRPr="00B2152F">
        <w:rPr>
          <w:rFonts w:ascii="Times New Roman" w:hAnsi="Times New Roman"/>
          <w:lang w:val="bg-BG"/>
        </w:rPr>
        <w:t>тговаря на изискванията на</w:t>
      </w:r>
      <w:r w:rsidR="00991392" w:rsidRPr="00B2152F">
        <w:rPr>
          <w:rFonts w:ascii="Times New Roman" w:hAnsi="Times New Roman"/>
          <w:lang w:val="bg-BG"/>
        </w:rPr>
        <w:t xml:space="preserve"> документация</w:t>
      </w:r>
      <w:r w:rsidR="009F4CFA" w:rsidRPr="00B2152F">
        <w:rPr>
          <w:rFonts w:ascii="Times New Roman" w:hAnsi="Times New Roman"/>
          <w:lang w:val="bg-BG"/>
        </w:rPr>
        <w:t>та</w:t>
      </w:r>
      <w:r w:rsidR="001A23CA" w:rsidRPr="00B2152F">
        <w:rPr>
          <w:rFonts w:ascii="Times New Roman" w:hAnsi="Times New Roman"/>
          <w:lang w:val="bg-BG"/>
        </w:rPr>
        <w:t xml:space="preserve"> (</w:t>
      </w:r>
      <w:r w:rsidR="00991392" w:rsidRPr="00B2152F">
        <w:rPr>
          <w:rFonts w:ascii="Times New Roman" w:hAnsi="Times New Roman"/>
          <w:lang w:val="bg-BG"/>
        </w:rPr>
        <w:t>например:</w:t>
      </w:r>
      <w:r w:rsidR="00FE3D5D" w:rsidRPr="00B2152F">
        <w:rPr>
          <w:rFonts w:ascii="Times New Roman" w:hAnsi="Times New Roman"/>
          <w:lang w:val="bg-BG"/>
        </w:rPr>
        <w:t xml:space="preserve"> </w:t>
      </w:r>
      <w:r w:rsidR="00705144" w:rsidRPr="00B2152F">
        <w:rPr>
          <w:rFonts w:ascii="Times New Roman" w:hAnsi="Times New Roman"/>
          <w:lang w:val="bg-BG"/>
        </w:rPr>
        <w:t>заводска документация</w:t>
      </w:r>
      <w:r w:rsidR="00DB3C78" w:rsidRPr="00B2152F">
        <w:rPr>
          <w:rFonts w:ascii="Times New Roman" w:hAnsi="Times New Roman"/>
          <w:lang w:val="bg-BG"/>
        </w:rPr>
        <w:t xml:space="preserve">, </w:t>
      </w:r>
      <w:r w:rsidR="00FE3D5D" w:rsidRPr="00B2152F">
        <w:rPr>
          <w:rFonts w:ascii="Times New Roman" w:hAnsi="Times New Roman"/>
          <w:lang w:val="bg-BG"/>
        </w:rPr>
        <w:t>проспекти</w:t>
      </w:r>
      <w:r w:rsidR="00DB3C78" w:rsidRPr="00B2152F">
        <w:rPr>
          <w:rFonts w:ascii="Times New Roman" w:hAnsi="Times New Roman"/>
          <w:lang w:val="bg-BG"/>
        </w:rPr>
        <w:t xml:space="preserve"> </w:t>
      </w:r>
      <w:r w:rsidR="00DB3C78" w:rsidRPr="00B2152F">
        <w:rPr>
          <w:rFonts w:ascii="Times New Roman" w:hAnsi="Times New Roman"/>
          <w:lang w:val="bg-BG" w:eastAsia="bg-BG"/>
        </w:rPr>
        <w:t>–</w:t>
      </w:r>
      <w:r w:rsidR="00DB3C78" w:rsidRPr="00B2152F">
        <w:rPr>
          <w:rFonts w:ascii="Times New Roman" w:hAnsi="Times New Roman"/>
          <w:lang w:val="bg-BG"/>
        </w:rPr>
        <w:t xml:space="preserve"> </w:t>
      </w:r>
      <w:r w:rsidR="00DB3C78" w:rsidRPr="00B2152F">
        <w:rPr>
          <w:rFonts w:ascii="Times New Roman" w:hAnsi="Times New Roman"/>
          <w:lang w:val="bg-BG" w:eastAsia="bg-BG"/>
        </w:rPr>
        <w:t>без указана ценова информация</w:t>
      </w:r>
      <w:r w:rsidR="00DB3C78" w:rsidRPr="00B2152F">
        <w:rPr>
          <w:rFonts w:ascii="Times New Roman" w:hAnsi="Times New Roman"/>
          <w:lang w:val="bg-BG"/>
        </w:rPr>
        <w:t xml:space="preserve"> и т.н</w:t>
      </w:r>
      <w:r w:rsidR="001A23CA" w:rsidRPr="00B2152F">
        <w:rPr>
          <w:rFonts w:ascii="Times New Roman" w:hAnsi="Times New Roman"/>
          <w:lang w:val="bg-BG"/>
        </w:rPr>
        <w:t>)</w:t>
      </w:r>
      <w:r w:rsidR="00A2072D" w:rsidRPr="00B2152F">
        <w:rPr>
          <w:rFonts w:ascii="Times New Roman" w:hAnsi="Times New Roman"/>
          <w:lang w:val="bg-BG"/>
        </w:rPr>
        <w:t>.</w:t>
      </w:r>
    </w:p>
    <w:p w:rsidR="00350036" w:rsidRPr="00B2152F" w:rsidRDefault="00350036" w:rsidP="00991392">
      <w:pPr>
        <w:jc w:val="both"/>
        <w:rPr>
          <w:rFonts w:ascii="Times New Roman" w:hAnsi="Times New Roman"/>
          <w:lang w:val="bg-BG"/>
        </w:rPr>
      </w:pPr>
      <w:r w:rsidRPr="00B2152F">
        <w:rPr>
          <w:rFonts w:ascii="Times New Roman" w:hAnsi="Times New Roman"/>
          <w:lang w:val="bg-BG"/>
        </w:rPr>
        <w:t>ІІ.</w:t>
      </w:r>
      <w:r w:rsidR="00511BA9" w:rsidRPr="00B2152F">
        <w:rPr>
          <w:rFonts w:ascii="Times New Roman" w:hAnsi="Times New Roman"/>
          <w:lang w:val="ru-MO"/>
        </w:rPr>
        <w:t>6</w:t>
      </w:r>
      <w:r w:rsidRPr="00B2152F">
        <w:rPr>
          <w:rFonts w:ascii="Times New Roman" w:hAnsi="Times New Roman"/>
          <w:lang w:val="bg-BG"/>
        </w:rPr>
        <w:t xml:space="preserve">. </w:t>
      </w:r>
      <w:r w:rsidR="00FA13FB" w:rsidRPr="00B2152F">
        <w:rPr>
          <w:rFonts w:ascii="Times New Roman" w:hAnsi="Times New Roman"/>
          <w:lang w:val="ru-MO"/>
        </w:rPr>
        <w:t xml:space="preserve">Сертификат от производителя, </w:t>
      </w:r>
      <w:proofErr w:type="spellStart"/>
      <w:r w:rsidR="00FA13FB" w:rsidRPr="00B2152F">
        <w:rPr>
          <w:rFonts w:ascii="Times New Roman" w:hAnsi="Times New Roman"/>
          <w:lang w:val="ru-MO"/>
        </w:rPr>
        <w:t>доказващ</w:t>
      </w:r>
      <w:proofErr w:type="spellEnd"/>
      <w:r w:rsidR="00FA13FB" w:rsidRPr="00B2152F">
        <w:rPr>
          <w:rFonts w:ascii="Times New Roman" w:hAnsi="Times New Roman"/>
          <w:lang w:val="ru-MO"/>
        </w:rPr>
        <w:t xml:space="preserve">, </w:t>
      </w:r>
      <w:proofErr w:type="spellStart"/>
      <w:r w:rsidR="00FA13FB" w:rsidRPr="00B2152F">
        <w:rPr>
          <w:rFonts w:ascii="Times New Roman" w:hAnsi="Times New Roman"/>
          <w:lang w:val="ru-MO"/>
        </w:rPr>
        <w:t>че</w:t>
      </w:r>
      <w:proofErr w:type="spellEnd"/>
      <w:r w:rsidR="00FA13FB" w:rsidRPr="00B2152F">
        <w:rPr>
          <w:rFonts w:ascii="Times New Roman" w:hAnsi="Times New Roman"/>
          <w:lang w:val="ru-MO"/>
        </w:rPr>
        <w:t xml:space="preserve"> монито</w:t>
      </w:r>
      <w:r w:rsidR="00705144" w:rsidRPr="00B2152F">
        <w:rPr>
          <w:rFonts w:ascii="Times New Roman" w:hAnsi="Times New Roman"/>
          <w:lang w:val="ru-MO"/>
        </w:rPr>
        <w:t>р</w:t>
      </w:r>
      <w:r w:rsidR="00511BA9" w:rsidRPr="00B2152F">
        <w:rPr>
          <w:rFonts w:ascii="Times New Roman" w:hAnsi="Times New Roman"/>
          <w:lang w:val="ru-MO"/>
        </w:rPr>
        <w:t>а</w:t>
      </w:r>
      <w:r w:rsidR="00705144" w:rsidRPr="00B2152F">
        <w:rPr>
          <w:rFonts w:ascii="Times New Roman" w:hAnsi="Times New Roman"/>
          <w:lang w:val="ru-MO"/>
        </w:rPr>
        <w:t xml:space="preserve"> </w:t>
      </w:r>
      <w:r w:rsidR="00511BA9" w:rsidRPr="00B2152F">
        <w:rPr>
          <w:rFonts w:ascii="Times New Roman" w:hAnsi="Times New Roman"/>
          <w:lang w:val="ru-MO"/>
        </w:rPr>
        <w:t>е</w:t>
      </w:r>
      <w:r w:rsidR="00FA13FB" w:rsidRPr="00B2152F">
        <w:rPr>
          <w:rFonts w:ascii="Times New Roman" w:hAnsi="Times New Roman"/>
          <w:lang w:val="ru-MO"/>
        </w:rPr>
        <w:t xml:space="preserve"> произведен в </w:t>
      </w:r>
      <w:proofErr w:type="spellStart"/>
      <w:r w:rsidR="00FA13FB" w:rsidRPr="00B2152F">
        <w:rPr>
          <w:rFonts w:ascii="Times New Roman" w:hAnsi="Times New Roman"/>
          <w:lang w:val="ru-MO"/>
        </w:rPr>
        <w:t>условията</w:t>
      </w:r>
      <w:proofErr w:type="spellEnd"/>
      <w:r w:rsidR="00FA13FB" w:rsidRPr="00B2152F">
        <w:rPr>
          <w:rFonts w:ascii="Times New Roman" w:hAnsi="Times New Roman"/>
          <w:lang w:val="ru-MO"/>
        </w:rPr>
        <w:t xml:space="preserve"> </w:t>
      </w:r>
      <w:proofErr w:type="gramStart"/>
      <w:r w:rsidR="00FA13FB" w:rsidRPr="00B2152F">
        <w:rPr>
          <w:rFonts w:ascii="Times New Roman" w:hAnsi="Times New Roman"/>
          <w:lang w:val="ru-MO"/>
        </w:rPr>
        <w:t>на</w:t>
      </w:r>
      <w:proofErr w:type="gramEnd"/>
      <w:r w:rsidR="00FA13FB" w:rsidRPr="00B2152F">
        <w:rPr>
          <w:rFonts w:ascii="Times New Roman" w:hAnsi="Times New Roman"/>
          <w:lang w:val="ru-MO"/>
        </w:rPr>
        <w:t xml:space="preserve"> система за управление на </w:t>
      </w:r>
      <w:proofErr w:type="spellStart"/>
      <w:r w:rsidR="00FA13FB" w:rsidRPr="00B2152F">
        <w:rPr>
          <w:rFonts w:ascii="Times New Roman" w:hAnsi="Times New Roman"/>
          <w:lang w:val="ru-MO"/>
        </w:rPr>
        <w:t>качеството</w:t>
      </w:r>
      <w:proofErr w:type="spellEnd"/>
      <w:r w:rsidR="00FA13FB" w:rsidRPr="00B2152F">
        <w:rPr>
          <w:rFonts w:ascii="Times New Roman" w:hAnsi="Times New Roman"/>
          <w:lang w:val="ru-MO"/>
        </w:rPr>
        <w:t xml:space="preserve">, </w:t>
      </w:r>
      <w:proofErr w:type="spellStart"/>
      <w:r w:rsidR="00FA13FB" w:rsidRPr="00B2152F">
        <w:rPr>
          <w:rFonts w:ascii="Times New Roman" w:hAnsi="Times New Roman"/>
          <w:lang w:val="ru-MO"/>
        </w:rPr>
        <w:t>съгласно</w:t>
      </w:r>
      <w:proofErr w:type="spellEnd"/>
      <w:r w:rsidR="00FA13FB" w:rsidRPr="00B2152F">
        <w:rPr>
          <w:rFonts w:ascii="Times New Roman" w:hAnsi="Times New Roman"/>
          <w:lang w:val="ru-MO"/>
        </w:rPr>
        <w:t xml:space="preserve"> БДС </w:t>
      </w:r>
      <w:r w:rsidR="00FA13FB" w:rsidRPr="00B2152F">
        <w:rPr>
          <w:rFonts w:ascii="Times New Roman" w:hAnsi="Times New Roman"/>
          <w:lang w:val="en-US"/>
        </w:rPr>
        <w:t>EN ISO 9001</w:t>
      </w:r>
      <w:r w:rsidR="00596286" w:rsidRPr="00B2152F">
        <w:rPr>
          <w:rFonts w:ascii="Times New Roman" w:hAnsi="Times New Roman"/>
          <w:lang w:val="bg-BG"/>
        </w:rPr>
        <w:t xml:space="preserve"> </w:t>
      </w:r>
      <w:r w:rsidR="00FA13FB" w:rsidRPr="00B2152F">
        <w:rPr>
          <w:rFonts w:ascii="Times New Roman" w:hAnsi="Times New Roman"/>
          <w:lang w:val="ru-MO"/>
        </w:rPr>
        <w:t xml:space="preserve">или </w:t>
      </w:r>
      <w:proofErr w:type="spellStart"/>
      <w:r w:rsidR="00FA13FB" w:rsidRPr="00B2152F">
        <w:rPr>
          <w:rFonts w:ascii="Times New Roman" w:hAnsi="Times New Roman"/>
          <w:lang w:val="ru-MO"/>
        </w:rPr>
        <w:t>еквивалент</w:t>
      </w:r>
      <w:proofErr w:type="spellEnd"/>
      <w:r w:rsidR="00FA13FB" w:rsidRPr="00B2152F">
        <w:rPr>
          <w:rFonts w:ascii="Times New Roman" w:hAnsi="Times New Roman"/>
          <w:lang w:val="ru-MO"/>
        </w:rPr>
        <w:t>.</w:t>
      </w:r>
    </w:p>
    <w:p w:rsidR="00705144" w:rsidRDefault="00705144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1175E6" w:rsidRDefault="001175E6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1175E6" w:rsidRDefault="001175E6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C607DE" w:rsidRDefault="00C607DE" w:rsidP="00F56977">
      <w:pPr>
        <w:jc w:val="both"/>
        <w:rPr>
          <w:rFonts w:ascii="Times New Roman" w:hAnsi="Times New Roman"/>
          <w:b/>
          <w:color w:val="000000"/>
          <w:lang w:val="bg-BG"/>
        </w:rPr>
      </w:pPr>
    </w:p>
    <w:p w:rsidR="0077738B" w:rsidRDefault="0077738B" w:rsidP="00854806">
      <w:pPr>
        <w:jc w:val="both"/>
        <w:rPr>
          <w:rFonts w:ascii="Times New Roman" w:hAnsi="Times New Roman"/>
          <w:lang w:val="bg-BG"/>
        </w:rPr>
      </w:pPr>
    </w:p>
    <w:p w:rsidR="00D82D46" w:rsidRPr="00A049E6" w:rsidRDefault="00D82D46" w:rsidP="00D82D46">
      <w:pPr>
        <w:jc w:val="both"/>
        <w:rPr>
          <w:rFonts w:ascii="Times New Roman" w:hAnsi="Times New Roman"/>
          <w:b/>
          <w:color w:val="000000"/>
          <w:lang w:val="bg-BG"/>
        </w:rPr>
      </w:pPr>
      <w:smartTag w:uri="urn:schemas-microsoft-com:office:smarttags" w:element="stockticker">
        <w:r w:rsidRPr="00A049E6">
          <w:rPr>
            <w:rFonts w:ascii="Times New Roman" w:hAnsi="Times New Roman"/>
            <w:b/>
            <w:color w:val="000000"/>
            <w:lang w:val="bg-BG"/>
          </w:rPr>
          <w:lastRenderedPageBreak/>
          <w:t>III</w:t>
        </w:r>
      </w:smartTag>
      <w:r w:rsidRPr="00A049E6">
        <w:rPr>
          <w:rFonts w:ascii="Times New Roman" w:hAnsi="Times New Roman"/>
          <w:b/>
          <w:color w:val="000000"/>
          <w:lang w:val="bg-BG"/>
        </w:rPr>
        <w:t xml:space="preserve">. Ценово предложение </w:t>
      </w:r>
    </w:p>
    <w:p w:rsidR="00854806" w:rsidRDefault="00854806" w:rsidP="00854806">
      <w:pPr>
        <w:jc w:val="both"/>
        <w:rPr>
          <w:rFonts w:ascii="Times New Roman" w:hAnsi="Times New Roman"/>
          <w:bCs/>
          <w:lang w:val="bg-BG"/>
        </w:rPr>
      </w:pPr>
      <w:r w:rsidRPr="0076094A">
        <w:rPr>
          <w:rFonts w:ascii="Times New Roman" w:hAnsi="Times New Roman"/>
          <w:lang w:val="bg-BG"/>
        </w:rPr>
        <w:t>III.</w:t>
      </w:r>
      <w:r w:rsidRPr="0076094A">
        <w:rPr>
          <w:rFonts w:ascii="Times New Roman" w:hAnsi="Times New Roman"/>
          <w:bCs/>
          <w:lang w:val="bg-BG"/>
        </w:rPr>
        <w:t xml:space="preserve">1. </w:t>
      </w:r>
      <w:r w:rsidRPr="0076094A">
        <w:rPr>
          <w:rFonts w:ascii="Times New Roman" w:hAnsi="Times New Roman"/>
        </w:rPr>
        <w:t xml:space="preserve">Ценова </w:t>
      </w:r>
      <w:proofErr w:type="spellStart"/>
      <w:r w:rsidRPr="0076094A">
        <w:rPr>
          <w:rFonts w:ascii="Times New Roman" w:hAnsi="Times New Roman"/>
        </w:rPr>
        <w:t>таблица</w:t>
      </w:r>
      <w:proofErr w:type="spellEnd"/>
      <w:r w:rsidRPr="0076094A">
        <w:rPr>
          <w:rFonts w:ascii="Times New Roman" w:hAnsi="Times New Roman"/>
        </w:rPr>
        <w:t xml:space="preserve"> </w:t>
      </w:r>
      <w:r w:rsidR="003F3E86">
        <w:rPr>
          <w:rFonts w:ascii="Times New Roman" w:hAnsi="Times New Roman"/>
          <w:lang w:val="bg-BG"/>
        </w:rPr>
        <w:t xml:space="preserve">за доставка </w:t>
      </w:r>
      <w:r w:rsidRPr="0076094A">
        <w:rPr>
          <w:rFonts w:ascii="Times New Roman" w:hAnsi="Times New Roman"/>
        </w:rPr>
        <w:t xml:space="preserve">с </w:t>
      </w:r>
      <w:proofErr w:type="spellStart"/>
      <w:r w:rsidRPr="0076094A">
        <w:rPr>
          <w:rFonts w:ascii="Times New Roman" w:hAnsi="Times New Roman"/>
        </w:rPr>
        <w:t>посочени</w:t>
      </w:r>
      <w:proofErr w:type="spellEnd"/>
      <w:r w:rsidRPr="0076094A">
        <w:rPr>
          <w:rFonts w:ascii="Times New Roman" w:hAnsi="Times New Roman"/>
        </w:rPr>
        <w:t xml:space="preserve"> </w:t>
      </w:r>
      <w:proofErr w:type="spellStart"/>
      <w:r w:rsidRPr="0076094A">
        <w:rPr>
          <w:rFonts w:ascii="Times New Roman" w:hAnsi="Times New Roman"/>
        </w:rPr>
        <w:t>единична</w:t>
      </w:r>
      <w:proofErr w:type="spellEnd"/>
      <w:r w:rsidRPr="0076094A">
        <w:rPr>
          <w:rFonts w:ascii="Times New Roman" w:hAnsi="Times New Roman"/>
        </w:rPr>
        <w:t xml:space="preserve"> </w:t>
      </w:r>
      <w:proofErr w:type="spellStart"/>
      <w:r w:rsidRPr="0076094A">
        <w:rPr>
          <w:rFonts w:ascii="Times New Roman" w:hAnsi="Times New Roman"/>
        </w:rPr>
        <w:t>цена</w:t>
      </w:r>
      <w:proofErr w:type="spellEnd"/>
      <w:r w:rsidRPr="0076094A">
        <w:rPr>
          <w:rFonts w:ascii="Times New Roman" w:hAnsi="Times New Roman"/>
        </w:rPr>
        <w:t xml:space="preserve"> и </w:t>
      </w:r>
      <w:proofErr w:type="spellStart"/>
      <w:r w:rsidRPr="0076094A">
        <w:rPr>
          <w:rFonts w:ascii="Times New Roman" w:hAnsi="Times New Roman"/>
        </w:rPr>
        <w:t>обща</w:t>
      </w:r>
      <w:proofErr w:type="spellEnd"/>
      <w:r w:rsidRPr="0076094A">
        <w:rPr>
          <w:rFonts w:ascii="Times New Roman" w:hAnsi="Times New Roman"/>
        </w:rPr>
        <w:t xml:space="preserve"> </w:t>
      </w:r>
      <w:proofErr w:type="spellStart"/>
      <w:r w:rsidRPr="0076094A">
        <w:rPr>
          <w:rFonts w:ascii="Times New Roman" w:hAnsi="Times New Roman"/>
        </w:rPr>
        <w:t>цена</w:t>
      </w:r>
      <w:proofErr w:type="spellEnd"/>
      <w:r w:rsidRPr="0076094A">
        <w:rPr>
          <w:rFonts w:ascii="Times New Roman" w:hAnsi="Times New Roman"/>
        </w:rPr>
        <w:t xml:space="preserve"> в </w:t>
      </w:r>
      <w:proofErr w:type="spellStart"/>
      <w:r w:rsidRPr="0076094A">
        <w:rPr>
          <w:rFonts w:ascii="Times New Roman" w:hAnsi="Times New Roman"/>
        </w:rPr>
        <w:t>лева</w:t>
      </w:r>
      <w:proofErr w:type="spellEnd"/>
      <w:r w:rsidRPr="0076094A">
        <w:rPr>
          <w:rFonts w:ascii="Times New Roman" w:hAnsi="Times New Roman"/>
        </w:rPr>
        <w:t xml:space="preserve"> (</w:t>
      </w:r>
      <w:proofErr w:type="spellStart"/>
      <w:r w:rsidRPr="0076094A">
        <w:rPr>
          <w:rFonts w:ascii="Times New Roman" w:hAnsi="Times New Roman"/>
        </w:rPr>
        <w:t>без</w:t>
      </w:r>
      <w:proofErr w:type="spellEnd"/>
      <w:r w:rsidRPr="0076094A">
        <w:rPr>
          <w:rFonts w:ascii="Times New Roman" w:hAnsi="Times New Roman"/>
        </w:rPr>
        <w:t xml:space="preserve"> ДДС</w:t>
      </w:r>
      <w:r w:rsidRPr="0076094A">
        <w:rPr>
          <w:rFonts w:ascii="Times New Roman" w:hAnsi="Times New Roman"/>
          <w:color w:val="000000"/>
        </w:rPr>
        <w:t xml:space="preserve">), </w:t>
      </w:r>
      <w:proofErr w:type="spellStart"/>
      <w:r w:rsidRPr="0076094A">
        <w:rPr>
          <w:rFonts w:ascii="Times New Roman" w:hAnsi="Times New Roman"/>
          <w:color w:val="000000"/>
        </w:rPr>
        <w:t>формирана</w:t>
      </w:r>
      <w:proofErr w:type="spellEnd"/>
      <w:r w:rsidRPr="0076094A">
        <w:rPr>
          <w:rFonts w:ascii="Times New Roman" w:hAnsi="Times New Roman"/>
          <w:color w:val="000000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</w:rPr>
        <w:t>при</w:t>
      </w:r>
      <w:proofErr w:type="spellEnd"/>
      <w:r w:rsidRPr="0076094A">
        <w:rPr>
          <w:rFonts w:ascii="Times New Roman" w:hAnsi="Times New Roman"/>
          <w:color w:val="000000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</w:rPr>
        <w:t>условие</w:t>
      </w:r>
      <w:proofErr w:type="spellEnd"/>
      <w:r w:rsidRPr="0076094A">
        <w:rPr>
          <w:rFonts w:ascii="Times New Roman" w:hAnsi="Times New Roman"/>
          <w:color w:val="000000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</w:rPr>
        <w:t>на</w:t>
      </w:r>
      <w:proofErr w:type="spellEnd"/>
      <w:r w:rsidRPr="0076094A">
        <w:rPr>
          <w:rFonts w:ascii="Times New Roman" w:hAnsi="Times New Roman"/>
          <w:color w:val="000000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</w:rPr>
        <w:t>доставка</w:t>
      </w:r>
      <w:proofErr w:type="spellEnd"/>
      <w:r w:rsidRPr="0076094A">
        <w:rPr>
          <w:rFonts w:ascii="Times New Roman" w:hAnsi="Times New Roman"/>
          <w:color w:val="000000"/>
        </w:rPr>
        <w:t xml:space="preserve"> </w:t>
      </w:r>
      <w:r w:rsidRPr="0076094A">
        <w:rPr>
          <w:rFonts w:ascii="Times New Roman" w:hAnsi="Times New Roman"/>
          <w:color w:val="000000"/>
          <w:lang w:val="en-US"/>
        </w:rPr>
        <w:t xml:space="preserve">DDP АЕЦ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Козлодуй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r w:rsidRPr="0076094A">
        <w:rPr>
          <w:rFonts w:ascii="Times New Roman" w:hAnsi="Times New Roman"/>
        </w:rPr>
        <w:t>(</w:t>
      </w:r>
      <w:proofErr w:type="spellStart"/>
      <w:r w:rsidRPr="0076094A">
        <w:rPr>
          <w:rFonts w:ascii="Times New Roman" w:hAnsi="Times New Roman"/>
          <w:lang w:val="en-US"/>
        </w:rPr>
        <w:t>Incoterms</w:t>
      </w:r>
      <w:proofErr w:type="spellEnd"/>
      <w:r w:rsidRPr="0076094A">
        <w:rPr>
          <w:rFonts w:ascii="Times New Roman" w:hAnsi="Times New Roman"/>
          <w:lang w:val="en-US"/>
        </w:rPr>
        <w:t xml:space="preserve"> 2010</w:t>
      </w:r>
      <w:r w:rsidRPr="0076094A">
        <w:rPr>
          <w:rFonts w:ascii="Times New Roman" w:hAnsi="Times New Roman"/>
          <w:color w:val="000000"/>
        </w:rPr>
        <w:t>)</w:t>
      </w:r>
      <w:r w:rsidRPr="0076094A">
        <w:rPr>
          <w:rFonts w:ascii="Times New Roman" w:hAnsi="Times New Roman"/>
          <w:color w:val="000000"/>
          <w:lang w:val="en-US"/>
        </w:rPr>
        <w:t xml:space="preserve"> с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включени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всички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разходи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за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доставка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до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склад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на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Възложител</w:t>
      </w:r>
      <w:proofErr w:type="spellEnd"/>
      <w:r w:rsidRPr="0076094A">
        <w:rPr>
          <w:rFonts w:ascii="Times New Roman" w:hAnsi="Times New Roman"/>
          <w:color w:val="000000"/>
        </w:rPr>
        <w:t>я</w:t>
      </w:r>
      <w:r w:rsidRPr="0076094A">
        <w:rPr>
          <w:rFonts w:ascii="Times New Roman" w:hAnsi="Times New Roman"/>
          <w:color w:val="000000"/>
          <w:lang w:val="en-US"/>
        </w:rPr>
        <w:t xml:space="preserve">, </w:t>
      </w:r>
      <w:proofErr w:type="spellStart"/>
      <w:r w:rsidRPr="0076094A">
        <w:rPr>
          <w:rFonts w:ascii="Times New Roman" w:hAnsi="Times New Roman"/>
          <w:color w:val="000000"/>
          <w:lang w:val="en-US"/>
        </w:rPr>
        <w:t>опаковка</w:t>
      </w:r>
      <w:proofErr w:type="spellEnd"/>
      <w:r w:rsidRPr="0076094A">
        <w:rPr>
          <w:rFonts w:ascii="Times New Roman" w:hAnsi="Times New Roman"/>
          <w:color w:val="000000"/>
          <w:lang w:val="en-US"/>
        </w:rPr>
        <w:t>,</w:t>
      </w:r>
      <w:r w:rsidRPr="0076094A">
        <w:rPr>
          <w:rFonts w:ascii="Times New Roman" w:hAnsi="Times New Roman"/>
          <w:color w:val="000000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</w:rPr>
        <w:t>транспорт</w:t>
      </w:r>
      <w:proofErr w:type="spellEnd"/>
      <w:r w:rsidRPr="0076094A">
        <w:rPr>
          <w:rFonts w:ascii="Times New Roman" w:hAnsi="Times New Roman"/>
          <w:color w:val="000000"/>
        </w:rPr>
        <w:t xml:space="preserve">, </w:t>
      </w:r>
      <w:proofErr w:type="spellStart"/>
      <w:r w:rsidRPr="0076094A">
        <w:rPr>
          <w:rFonts w:ascii="Times New Roman" w:hAnsi="Times New Roman"/>
          <w:color w:val="000000"/>
        </w:rPr>
        <w:t>наем</w:t>
      </w:r>
      <w:proofErr w:type="spellEnd"/>
      <w:r w:rsidRPr="0076094A">
        <w:rPr>
          <w:rFonts w:ascii="Times New Roman" w:hAnsi="Times New Roman"/>
          <w:color w:val="000000"/>
        </w:rPr>
        <w:t xml:space="preserve">, </w:t>
      </w:r>
      <w:proofErr w:type="spellStart"/>
      <w:r w:rsidRPr="0076094A">
        <w:rPr>
          <w:rFonts w:ascii="Times New Roman" w:hAnsi="Times New Roman"/>
          <w:color w:val="000000"/>
        </w:rPr>
        <w:t>такси</w:t>
      </w:r>
      <w:proofErr w:type="spellEnd"/>
      <w:r w:rsidRPr="0076094A">
        <w:rPr>
          <w:rFonts w:ascii="Times New Roman" w:hAnsi="Times New Roman"/>
          <w:color w:val="000000"/>
        </w:rPr>
        <w:t xml:space="preserve"> и </w:t>
      </w:r>
      <w:proofErr w:type="spellStart"/>
      <w:r w:rsidRPr="0076094A">
        <w:rPr>
          <w:rFonts w:ascii="Times New Roman" w:hAnsi="Times New Roman"/>
          <w:color w:val="000000"/>
        </w:rPr>
        <w:t>други</w:t>
      </w:r>
      <w:proofErr w:type="spellEnd"/>
      <w:r w:rsidRPr="0076094A">
        <w:rPr>
          <w:rFonts w:ascii="Times New Roman" w:hAnsi="Times New Roman"/>
          <w:color w:val="000000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</w:rPr>
        <w:t>дължиими</w:t>
      </w:r>
      <w:proofErr w:type="spellEnd"/>
      <w:r w:rsidRPr="0076094A">
        <w:rPr>
          <w:rFonts w:ascii="Times New Roman" w:hAnsi="Times New Roman"/>
          <w:color w:val="000000"/>
        </w:rPr>
        <w:t xml:space="preserve"> </w:t>
      </w:r>
      <w:proofErr w:type="spellStart"/>
      <w:r w:rsidRPr="0076094A">
        <w:rPr>
          <w:rFonts w:ascii="Times New Roman" w:hAnsi="Times New Roman"/>
          <w:color w:val="000000"/>
        </w:rPr>
        <w:t>суми</w:t>
      </w:r>
      <w:proofErr w:type="spellEnd"/>
      <w:r w:rsidR="00A2072D">
        <w:rPr>
          <w:rFonts w:ascii="Times New Roman" w:hAnsi="Times New Roman"/>
          <w:lang w:val="bg-BG"/>
        </w:rPr>
        <w:t>.</w:t>
      </w:r>
      <w:r w:rsidRPr="0076094A">
        <w:rPr>
          <w:rFonts w:ascii="Times New Roman" w:hAnsi="Times New Roman"/>
          <w:bCs/>
        </w:rPr>
        <w:t xml:space="preserve"> </w:t>
      </w:r>
    </w:p>
    <w:p w:rsidR="00A2072D" w:rsidRDefault="00854806" w:rsidP="00854806">
      <w:pPr>
        <w:jc w:val="both"/>
        <w:rPr>
          <w:rFonts w:ascii="Times New Roman" w:hAnsi="Times New Roman"/>
          <w:bCs/>
          <w:lang w:val="bg-BG"/>
        </w:rPr>
      </w:pPr>
      <w:r w:rsidRPr="00B2152F">
        <w:rPr>
          <w:rFonts w:ascii="Times New Roman" w:hAnsi="Times New Roman"/>
          <w:lang w:val="bg-BG"/>
        </w:rPr>
        <w:t>III.</w:t>
      </w:r>
      <w:r w:rsidR="00511BA9" w:rsidRPr="00B2152F">
        <w:rPr>
          <w:rFonts w:ascii="Times New Roman" w:hAnsi="Times New Roman"/>
          <w:bCs/>
          <w:lang w:val="bg-BG"/>
        </w:rPr>
        <w:t>2</w:t>
      </w:r>
      <w:r w:rsidRPr="00B2152F">
        <w:rPr>
          <w:rFonts w:ascii="Times New Roman" w:hAnsi="Times New Roman"/>
          <w:bCs/>
          <w:lang w:val="bg-BG"/>
        </w:rPr>
        <w:t>.</w:t>
      </w:r>
      <w:r w:rsidR="00C607DE" w:rsidRPr="00B2152F">
        <w:rPr>
          <w:rFonts w:ascii="Times New Roman" w:hAnsi="Times New Roman"/>
          <w:bCs/>
          <w:lang w:val="bg-BG"/>
        </w:rPr>
        <w:t xml:space="preserve"> Ц</w:t>
      </w:r>
      <w:r w:rsidRPr="00B2152F">
        <w:rPr>
          <w:rFonts w:ascii="Times New Roman" w:hAnsi="Times New Roman"/>
          <w:bCs/>
          <w:lang w:val="bg-BG"/>
        </w:rPr>
        <w:t xml:space="preserve">ена за обучение на специалисти </w:t>
      </w:r>
      <w:r w:rsidR="00B2152F">
        <w:rPr>
          <w:rFonts w:ascii="Times New Roman" w:hAnsi="Times New Roman"/>
          <w:bCs/>
          <w:lang w:val="bg-BG"/>
        </w:rPr>
        <w:t>от</w:t>
      </w:r>
      <w:r w:rsidRPr="00B2152F">
        <w:rPr>
          <w:rFonts w:ascii="Times New Roman" w:hAnsi="Times New Roman"/>
          <w:bCs/>
          <w:lang w:val="bg-BG"/>
        </w:rPr>
        <w:t xml:space="preserve"> „АЕЦ Козлодуй” ЕАД</w:t>
      </w:r>
      <w:r w:rsidR="00A2072D" w:rsidRPr="00B2152F">
        <w:rPr>
          <w:rFonts w:ascii="Times New Roman" w:hAnsi="Times New Roman"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</w:t>
      </w:r>
    </w:p>
    <w:p w:rsidR="00854806" w:rsidRPr="00A2072D" w:rsidRDefault="00854806" w:rsidP="00854806">
      <w:pPr>
        <w:jc w:val="both"/>
        <w:rPr>
          <w:rFonts w:ascii="Times New Roman" w:hAnsi="Times New Roman"/>
          <w:lang w:val="bg-BG"/>
        </w:rPr>
      </w:pPr>
      <w:r w:rsidRPr="0076094A">
        <w:rPr>
          <w:rFonts w:ascii="Times New Roman" w:hAnsi="Times New Roman"/>
          <w:lang w:val="bg-BG"/>
        </w:rPr>
        <w:t>III.</w:t>
      </w:r>
      <w:r w:rsidR="00511BA9">
        <w:rPr>
          <w:rFonts w:ascii="Times New Roman" w:hAnsi="Times New Roman"/>
          <w:bCs/>
          <w:lang w:val="bg-BG"/>
        </w:rPr>
        <w:t>3</w:t>
      </w:r>
      <w:r w:rsidRPr="0076094A">
        <w:rPr>
          <w:rFonts w:ascii="Times New Roman" w:hAnsi="Times New Roman"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Обща цена за изпълнение на предмета на поръчката</w:t>
      </w:r>
      <w:r w:rsidR="00A2072D">
        <w:rPr>
          <w:rFonts w:ascii="Times New Roman" w:hAnsi="Times New Roman"/>
          <w:lang w:val="bg-BG"/>
        </w:rPr>
        <w:t>.</w:t>
      </w:r>
    </w:p>
    <w:p w:rsidR="00854806" w:rsidRPr="0076094A" w:rsidRDefault="00854806" w:rsidP="00854806">
      <w:pPr>
        <w:spacing w:line="220" w:lineRule="exact"/>
        <w:ind w:left="374"/>
        <w:rPr>
          <w:rFonts w:ascii="Times New Roman" w:hAnsi="Times New Roman"/>
          <w:bCs/>
          <w:color w:val="000000"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B2152F" w:rsidRDefault="00B2152F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B2152F" w:rsidRDefault="00B2152F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B2152F" w:rsidRPr="00A7052D" w:rsidRDefault="00B2152F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b/>
          <w:i/>
          <w:lang w:val="bg-BG"/>
        </w:rPr>
      </w:pPr>
    </w:p>
    <w:p w:rsidR="00A850C5" w:rsidRPr="00167746" w:rsidRDefault="00A850C5" w:rsidP="00093D48">
      <w:pPr>
        <w:pStyle w:val="h1"/>
        <w:numPr>
          <w:ilvl w:val="0"/>
          <w:numId w:val="0"/>
        </w:numPr>
        <w:tabs>
          <w:tab w:val="num" w:pos="720"/>
        </w:tabs>
        <w:jc w:val="both"/>
        <w:rPr>
          <w:rFonts w:ascii="Times New Roman" w:hAnsi="Times New Roman"/>
          <w:lang w:val="bg-BG"/>
        </w:rPr>
      </w:pPr>
    </w:p>
    <w:p w:rsidR="00F56977" w:rsidRDefault="00F56977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093D48" w:rsidRDefault="00093D48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B2152F" w:rsidRDefault="00B2152F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955CC5" w:rsidRDefault="00955CC5" w:rsidP="00F56977">
      <w:pPr>
        <w:tabs>
          <w:tab w:val="left" w:pos="0"/>
        </w:tabs>
        <w:jc w:val="both"/>
        <w:rPr>
          <w:rFonts w:ascii="Times New Roman" w:hAnsi="Times New Roman"/>
          <w:bCs/>
          <w:color w:val="000000"/>
          <w:lang w:val="bg-BG"/>
        </w:rPr>
      </w:pPr>
    </w:p>
    <w:p w:rsidR="00F56977" w:rsidRPr="00A049E6" w:rsidRDefault="00F56977" w:rsidP="00F56977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(име и фамилия)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(дата)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F56977" w:rsidRPr="00A049E6" w:rsidRDefault="00F56977" w:rsidP="00F56977">
      <w:pPr>
        <w:pStyle w:val="BodyText"/>
        <w:ind w:left="3366" w:hanging="2805"/>
      </w:pPr>
    </w:p>
    <w:p w:rsidR="00F56977" w:rsidRPr="00A049E6" w:rsidRDefault="00F56977" w:rsidP="00F56977">
      <w:pPr>
        <w:pStyle w:val="BodyText"/>
        <w:ind w:left="567"/>
      </w:pPr>
      <w:r w:rsidRPr="00A049E6">
        <w:t>______________________ (наименование на участника)</w:t>
      </w:r>
    </w:p>
    <w:p w:rsidR="00F56977" w:rsidRPr="00A049E6" w:rsidRDefault="00F56977" w:rsidP="00F56977">
      <w:pPr>
        <w:pStyle w:val="BodyText"/>
        <w:ind w:left="567"/>
      </w:pPr>
    </w:p>
    <w:p w:rsidR="00F56977" w:rsidRPr="00A049E6" w:rsidRDefault="00F56977" w:rsidP="00F56977">
      <w:pPr>
        <w:pStyle w:val="BodyText"/>
        <w:ind w:left="567"/>
      </w:pPr>
    </w:p>
    <w:p w:rsidR="00742A77" w:rsidRDefault="00F56977" w:rsidP="001175E6">
      <w:pPr>
        <w:pStyle w:val="Heading4"/>
        <w:ind w:left="5760"/>
        <w:rPr>
          <w:lang w:val="ru-RU"/>
        </w:rPr>
      </w:pPr>
      <w:r w:rsidRPr="00A049E6">
        <w:rPr>
          <w:sz w:val="24"/>
          <w:szCs w:val="24"/>
          <w:lang w:val="ru-RU"/>
        </w:rPr>
        <w:br w:type="page"/>
      </w:r>
    </w:p>
    <w:sectPr w:rsidR="00742A77" w:rsidSect="00EB7548">
      <w:pgSz w:w="11906" w:h="16838" w:code="9"/>
      <w:pgMar w:top="567" w:right="851" w:bottom="719" w:left="1418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A23"/>
    <w:multiLevelType w:val="hybridMultilevel"/>
    <w:tmpl w:val="151C1C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10D37"/>
    <w:multiLevelType w:val="hybridMultilevel"/>
    <w:tmpl w:val="41D86B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7EF1F2C"/>
    <w:multiLevelType w:val="multilevel"/>
    <w:tmpl w:val="C90445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15"/>
        </w:tabs>
        <w:ind w:left="101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670"/>
        </w:tabs>
        <w:ind w:left="16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0"/>
        </w:tabs>
        <w:ind w:left="2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65"/>
        </w:tabs>
        <w:ind w:left="47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800"/>
      </w:pPr>
      <w:rPr>
        <w:rFonts w:hint="default"/>
      </w:rPr>
    </w:lvl>
  </w:abstractNum>
  <w:abstractNum w:abstractNumId="3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4">
    <w:nsid w:val="0BD8102C"/>
    <w:multiLevelType w:val="multilevel"/>
    <w:tmpl w:val="6F1C281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5">
    <w:nsid w:val="11A93AA4"/>
    <w:multiLevelType w:val="singleLevel"/>
    <w:tmpl w:val="B32E606C"/>
    <w:lvl w:ilvl="0">
      <w:start w:val="2"/>
      <w:numFmt w:val="decimal"/>
      <w:lvlText w:val="1.%1."/>
      <w:legacy w:legacy="1" w:legacySpace="0" w:legacyIndent="418"/>
      <w:lvlJc w:val="left"/>
      <w:rPr>
        <w:rFonts w:ascii="Times New Roman" w:hAnsi="Times New Roman" w:hint="default"/>
      </w:rPr>
    </w:lvl>
  </w:abstractNum>
  <w:abstractNum w:abstractNumId="6">
    <w:nsid w:val="12614E58"/>
    <w:multiLevelType w:val="multilevel"/>
    <w:tmpl w:val="6DAAACD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D65989"/>
    <w:multiLevelType w:val="multilevel"/>
    <w:tmpl w:val="BBA2E2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7"/>
        </w:tabs>
        <w:ind w:left="7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1800"/>
      </w:pPr>
      <w:rPr>
        <w:rFonts w:hint="default"/>
      </w:rPr>
    </w:lvl>
  </w:abstractNum>
  <w:abstractNum w:abstractNumId="8">
    <w:nsid w:val="14CA4199"/>
    <w:multiLevelType w:val="multilevel"/>
    <w:tmpl w:val="48600CC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5700DAD"/>
    <w:multiLevelType w:val="multilevel"/>
    <w:tmpl w:val="C79072B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815084E"/>
    <w:multiLevelType w:val="multilevel"/>
    <w:tmpl w:val="9C3897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FB64EAA"/>
    <w:multiLevelType w:val="multilevel"/>
    <w:tmpl w:val="43F459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82"/>
        </w:tabs>
        <w:ind w:left="1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6"/>
        </w:tabs>
        <w:ind w:left="22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64"/>
        </w:tabs>
        <w:ind w:left="29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20"/>
        </w:tabs>
        <w:ind w:left="4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28"/>
        </w:tabs>
        <w:ind w:left="5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76"/>
        </w:tabs>
        <w:ind w:left="66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84"/>
        </w:tabs>
        <w:ind w:left="7784" w:hanging="1800"/>
      </w:pPr>
      <w:rPr>
        <w:rFonts w:hint="default"/>
      </w:rPr>
    </w:lvl>
  </w:abstractNum>
  <w:abstractNum w:abstractNumId="12">
    <w:nsid w:val="22106868"/>
    <w:multiLevelType w:val="multilevel"/>
    <w:tmpl w:val="541E660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22BF203B"/>
    <w:multiLevelType w:val="multilevel"/>
    <w:tmpl w:val="6AB4DD7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4"/>
        </w:tabs>
        <w:ind w:left="91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4FF13D6"/>
    <w:multiLevelType w:val="singleLevel"/>
    <w:tmpl w:val="63CABD44"/>
    <w:lvl w:ilvl="0">
      <w:start w:val="10"/>
      <w:numFmt w:val="decimal"/>
      <w:lvlText w:val="4.1.%1.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5">
    <w:nsid w:val="2940481A"/>
    <w:multiLevelType w:val="singleLevel"/>
    <w:tmpl w:val="AFF82C1A"/>
    <w:lvl w:ilvl="0">
      <w:start w:val="1"/>
      <w:numFmt w:val="decimal"/>
      <w:lvlText w:val="4.1.8.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6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00F79E7"/>
    <w:multiLevelType w:val="multilevel"/>
    <w:tmpl w:val="8A86D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166551D"/>
    <w:multiLevelType w:val="multilevel"/>
    <w:tmpl w:val="1CC407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19">
    <w:nsid w:val="346C4B59"/>
    <w:multiLevelType w:val="singleLevel"/>
    <w:tmpl w:val="919A55B8"/>
    <w:lvl w:ilvl="0">
      <w:start w:val="1"/>
      <w:numFmt w:val="decimal"/>
      <w:lvlText w:val="4.2.%1."/>
      <w:legacy w:legacy="1" w:legacySpace="0" w:legacyIndent="612"/>
      <w:lvlJc w:val="left"/>
      <w:rPr>
        <w:rFonts w:ascii="Times New Roman" w:hAnsi="Times New Roman" w:hint="default"/>
      </w:rPr>
    </w:lvl>
  </w:abstractNum>
  <w:abstractNum w:abstractNumId="20">
    <w:nsid w:val="37C00D38"/>
    <w:multiLevelType w:val="multilevel"/>
    <w:tmpl w:val="4E0EE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E1A260E"/>
    <w:multiLevelType w:val="singleLevel"/>
    <w:tmpl w:val="474A5484"/>
    <w:lvl w:ilvl="0">
      <w:start w:val="2"/>
      <w:numFmt w:val="decimal"/>
      <w:lvlText w:val="4.1.%1."/>
      <w:legacy w:legacy="1" w:legacySpace="0" w:legacyIndent="681"/>
      <w:lvlJc w:val="left"/>
      <w:rPr>
        <w:rFonts w:ascii="Times New Roman" w:hAnsi="Times New Roman" w:hint="default"/>
      </w:rPr>
    </w:lvl>
  </w:abstractNum>
  <w:abstractNum w:abstractNumId="22">
    <w:nsid w:val="41C96C32"/>
    <w:multiLevelType w:val="hybridMultilevel"/>
    <w:tmpl w:val="33F4678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3D90BE4"/>
    <w:multiLevelType w:val="multilevel"/>
    <w:tmpl w:val="6688F09A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3.%3."/>
      <w:lvlJc w:val="left"/>
      <w:pPr>
        <w:ind w:left="878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542B2D23"/>
    <w:multiLevelType w:val="multilevel"/>
    <w:tmpl w:val="B55AEF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63B586E"/>
    <w:multiLevelType w:val="singleLevel"/>
    <w:tmpl w:val="9EB4FA5E"/>
    <w:lvl w:ilvl="0">
      <w:start w:val="1"/>
      <w:numFmt w:val="decimal"/>
      <w:lvlText w:val="3.%1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6">
    <w:nsid w:val="602B299B"/>
    <w:multiLevelType w:val="multilevel"/>
    <w:tmpl w:val="CFA221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000000"/>
      </w:rPr>
    </w:lvl>
  </w:abstractNum>
  <w:abstractNum w:abstractNumId="27">
    <w:nsid w:val="63630C0F"/>
    <w:multiLevelType w:val="multilevel"/>
    <w:tmpl w:val="6F50B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abstractNum w:abstractNumId="28">
    <w:nsid w:val="67707412"/>
    <w:multiLevelType w:val="hybridMultilevel"/>
    <w:tmpl w:val="44BA2634"/>
    <w:lvl w:ilvl="0" w:tplc="A2DA1D50">
      <w:start w:val="1"/>
      <w:numFmt w:val="decimal"/>
      <w:lvlText w:val="%1."/>
      <w:lvlJc w:val="center"/>
      <w:pPr>
        <w:tabs>
          <w:tab w:val="num" w:pos="1403"/>
        </w:tabs>
        <w:ind w:left="1403" w:hanging="104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8C5F62"/>
    <w:multiLevelType w:val="singleLevel"/>
    <w:tmpl w:val="F3DE3E96"/>
    <w:lvl w:ilvl="0">
      <w:start w:val="4"/>
      <w:numFmt w:val="decimal"/>
      <w:lvlText w:val="4.2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30">
    <w:nsid w:val="6C6D514D"/>
    <w:multiLevelType w:val="multilevel"/>
    <w:tmpl w:val="40A8EE8E"/>
    <w:lvl w:ilvl="0">
      <w:start w:val="1"/>
      <w:numFmt w:val="none"/>
      <w:isLgl/>
      <w:lvlText w:val="4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suff w:val="space"/>
      <w:lvlText w:val="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2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EFF06F6"/>
    <w:multiLevelType w:val="multilevel"/>
    <w:tmpl w:val="8E6066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75"/>
        </w:tabs>
        <w:ind w:left="10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2">
    <w:nsid w:val="714379F0"/>
    <w:multiLevelType w:val="multilevel"/>
    <w:tmpl w:val="FA46105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b w:val="0"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b/>
      </w:rPr>
    </w:lvl>
  </w:abstractNum>
  <w:abstractNum w:abstractNumId="33">
    <w:nsid w:val="71BE5B95"/>
    <w:multiLevelType w:val="singleLevel"/>
    <w:tmpl w:val="46C45834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34">
    <w:nsid w:val="72711F5D"/>
    <w:multiLevelType w:val="singleLevel"/>
    <w:tmpl w:val="F7C61B14"/>
    <w:lvl w:ilvl="0">
      <w:start w:val="6"/>
      <w:numFmt w:val="decimal"/>
      <w:lvlText w:val="4.1.%1."/>
      <w:legacy w:legacy="1" w:legacySpace="0" w:legacyIndent="605"/>
      <w:lvlJc w:val="left"/>
      <w:rPr>
        <w:rFonts w:ascii="Times New Roman" w:hAnsi="Times New Roman" w:hint="default"/>
      </w:rPr>
    </w:lvl>
  </w:abstractNum>
  <w:abstractNum w:abstractNumId="35">
    <w:nsid w:val="72D82295"/>
    <w:multiLevelType w:val="multilevel"/>
    <w:tmpl w:val="4B6270A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6">
    <w:nsid w:val="749D7291"/>
    <w:multiLevelType w:val="hybridMultilevel"/>
    <w:tmpl w:val="F1C252DC"/>
    <w:lvl w:ilvl="0" w:tplc="D3D637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DD5DFB"/>
    <w:multiLevelType w:val="hybridMultilevel"/>
    <w:tmpl w:val="4C945E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BB6088"/>
    <w:multiLevelType w:val="multilevel"/>
    <w:tmpl w:val="F5AED17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5"/>
        </w:tabs>
        <w:ind w:left="1195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790"/>
        </w:tabs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25"/>
        </w:tabs>
        <w:ind w:left="23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55"/>
        </w:tabs>
        <w:ind w:left="3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50"/>
        </w:tabs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85"/>
        </w:tabs>
        <w:ind w:left="51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0"/>
        </w:tabs>
        <w:ind w:left="6080" w:hanging="1800"/>
      </w:pPr>
      <w:rPr>
        <w:rFonts w:hint="default"/>
      </w:rPr>
    </w:lvl>
  </w:abstractNum>
  <w:abstractNum w:abstractNumId="39">
    <w:nsid w:val="7F3571B7"/>
    <w:multiLevelType w:val="multilevel"/>
    <w:tmpl w:val="CEB6DB40"/>
    <w:lvl w:ilvl="0">
      <w:start w:val="1"/>
      <w:numFmt w:val="decimal"/>
      <w:lvlText w:val="%1."/>
      <w:lvlJc w:val="left"/>
      <w:pPr>
        <w:tabs>
          <w:tab w:val="num" w:pos="1503"/>
        </w:tabs>
        <w:ind w:left="1503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76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671"/>
        </w:tabs>
        <w:ind w:left="1671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86"/>
        </w:tabs>
        <w:ind w:left="1986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079"/>
        </w:tabs>
        <w:ind w:left="207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3"/>
        </w:tabs>
        <w:ind w:left="222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1"/>
        </w:tabs>
        <w:ind w:left="25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55"/>
        </w:tabs>
        <w:ind w:left="2655" w:hanging="1584"/>
      </w:pPr>
      <w:rPr>
        <w:rFonts w:hint="default"/>
      </w:rPr>
    </w:lvl>
  </w:abstractNum>
  <w:num w:numId="1">
    <w:abstractNumId w:val="37"/>
  </w:num>
  <w:num w:numId="2">
    <w:abstractNumId w:val="1"/>
  </w:num>
  <w:num w:numId="3">
    <w:abstractNumId w:val="3"/>
  </w:num>
  <w:num w:numId="4">
    <w:abstractNumId w:val="39"/>
  </w:num>
  <w:num w:numId="5">
    <w:abstractNumId w:val="30"/>
  </w:num>
  <w:num w:numId="6">
    <w:abstractNumId w:val="23"/>
  </w:num>
  <w:num w:numId="7">
    <w:abstractNumId w:val="36"/>
  </w:num>
  <w:num w:numId="8">
    <w:abstractNumId w:val="17"/>
  </w:num>
  <w:num w:numId="9">
    <w:abstractNumId w:val="26"/>
  </w:num>
  <w:num w:numId="10">
    <w:abstractNumId w:val="10"/>
  </w:num>
  <w:num w:numId="11">
    <w:abstractNumId w:val="24"/>
  </w:num>
  <w:num w:numId="12">
    <w:abstractNumId w:val="12"/>
  </w:num>
  <w:num w:numId="13">
    <w:abstractNumId w:val="13"/>
  </w:num>
  <w:num w:numId="14">
    <w:abstractNumId w:val="7"/>
  </w:num>
  <w:num w:numId="15">
    <w:abstractNumId w:val="20"/>
  </w:num>
  <w:num w:numId="16">
    <w:abstractNumId w:val="35"/>
  </w:num>
  <w:num w:numId="17">
    <w:abstractNumId w:val="5"/>
  </w:num>
  <w:num w:numId="18">
    <w:abstractNumId w:val="25"/>
  </w:num>
  <w:num w:numId="19">
    <w:abstractNumId w:val="21"/>
  </w:num>
  <w:num w:numId="20">
    <w:abstractNumId w:val="34"/>
  </w:num>
  <w:num w:numId="21">
    <w:abstractNumId w:val="15"/>
  </w:num>
  <w:num w:numId="22">
    <w:abstractNumId w:val="14"/>
  </w:num>
  <w:num w:numId="23">
    <w:abstractNumId w:val="19"/>
  </w:num>
  <w:num w:numId="24">
    <w:abstractNumId w:val="29"/>
  </w:num>
  <w:num w:numId="25">
    <w:abstractNumId w:val="33"/>
  </w:num>
  <w:num w:numId="26">
    <w:abstractNumId w:val="2"/>
  </w:num>
  <w:num w:numId="27">
    <w:abstractNumId w:val="0"/>
  </w:num>
  <w:num w:numId="28">
    <w:abstractNumId w:val="31"/>
  </w:num>
  <w:num w:numId="29">
    <w:abstractNumId w:val="4"/>
  </w:num>
  <w:num w:numId="30">
    <w:abstractNumId w:val="6"/>
  </w:num>
  <w:num w:numId="31">
    <w:abstractNumId w:val="9"/>
  </w:num>
  <w:num w:numId="32">
    <w:abstractNumId w:val="38"/>
  </w:num>
  <w:num w:numId="33">
    <w:abstractNumId w:val="22"/>
  </w:num>
  <w:num w:numId="34">
    <w:abstractNumId w:val="28"/>
  </w:num>
  <w:num w:numId="35">
    <w:abstractNumId w:val="27"/>
  </w:num>
  <w:num w:numId="36">
    <w:abstractNumId w:val="32"/>
  </w:num>
  <w:num w:numId="37">
    <w:abstractNumId w:val="16"/>
  </w:num>
  <w:num w:numId="38">
    <w:abstractNumId w:val="11"/>
  </w:num>
  <w:num w:numId="39">
    <w:abstractNumId w:val="18"/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E42C79"/>
    <w:rsid w:val="0000239B"/>
    <w:rsid w:val="0000637F"/>
    <w:rsid w:val="0001288C"/>
    <w:rsid w:val="000162CA"/>
    <w:rsid w:val="000224F4"/>
    <w:rsid w:val="000255CB"/>
    <w:rsid w:val="00030ECD"/>
    <w:rsid w:val="00033371"/>
    <w:rsid w:val="00035AC8"/>
    <w:rsid w:val="00040CB6"/>
    <w:rsid w:val="00042B83"/>
    <w:rsid w:val="00043C17"/>
    <w:rsid w:val="00044908"/>
    <w:rsid w:val="00045637"/>
    <w:rsid w:val="00051F0E"/>
    <w:rsid w:val="000541D9"/>
    <w:rsid w:val="00056DE9"/>
    <w:rsid w:val="000600AC"/>
    <w:rsid w:val="0006202A"/>
    <w:rsid w:val="00062C13"/>
    <w:rsid w:val="00073FE6"/>
    <w:rsid w:val="00076572"/>
    <w:rsid w:val="000834AA"/>
    <w:rsid w:val="00093D48"/>
    <w:rsid w:val="000957CD"/>
    <w:rsid w:val="000960B8"/>
    <w:rsid w:val="00096BC2"/>
    <w:rsid w:val="000A6F63"/>
    <w:rsid w:val="000B461C"/>
    <w:rsid w:val="000C2306"/>
    <w:rsid w:val="000C33E0"/>
    <w:rsid w:val="000C4420"/>
    <w:rsid w:val="000D372D"/>
    <w:rsid w:val="000D64C4"/>
    <w:rsid w:val="000E27BC"/>
    <w:rsid w:val="000E7A41"/>
    <w:rsid w:val="000F2D53"/>
    <w:rsid w:val="000F46F1"/>
    <w:rsid w:val="001014A8"/>
    <w:rsid w:val="00102277"/>
    <w:rsid w:val="0010441E"/>
    <w:rsid w:val="00112497"/>
    <w:rsid w:val="00113791"/>
    <w:rsid w:val="001175E6"/>
    <w:rsid w:val="00124666"/>
    <w:rsid w:val="0012641E"/>
    <w:rsid w:val="00133BA1"/>
    <w:rsid w:val="001425E9"/>
    <w:rsid w:val="001455F8"/>
    <w:rsid w:val="00146A2E"/>
    <w:rsid w:val="00146C7F"/>
    <w:rsid w:val="00161E3A"/>
    <w:rsid w:val="001622D8"/>
    <w:rsid w:val="00170978"/>
    <w:rsid w:val="00171408"/>
    <w:rsid w:val="00177D03"/>
    <w:rsid w:val="001822B9"/>
    <w:rsid w:val="00193075"/>
    <w:rsid w:val="001A06D8"/>
    <w:rsid w:val="001A23CA"/>
    <w:rsid w:val="001A2576"/>
    <w:rsid w:val="001A28AB"/>
    <w:rsid w:val="001C4820"/>
    <w:rsid w:val="001C52A0"/>
    <w:rsid w:val="001D2580"/>
    <w:rsid w:val="001D2818"/>
    <w:rsid w:val="001E60A2"/>
    <w:rsid w:val="00201178"/>
    <w:rsid w:val="00213EC7"/>
    <w:rsid w:val="00220152"/>
    <w:rsid w:val="00220656"/>
    <w:rsid w:val="002247EC"/>
    <w:rsid w:val="00234272"/>
    <w:rsid w:val="002375E2"/>
    <w:rsid w:val="00242802"/>
    <w:rsid w:val="00242E0B"/>
    <w:rsid w:val="002476AA"/>
    <w:rsid w:val="0024785C"/>
    <w:rsid w:val="00256B4A"/>
    <w:rsid w:val="00260A74"/>
    <w:rsid w:val="002611F3"/>
    <w:rsid w:val="002656E2"/>
    <w:rsid w:val="00265CAF"/>
    <w:rsid w:val="00267188"/>
    <w:rsid w:val="0027010D"/>
    <w:rsid w:val="002706B2"/>
    <w:rsid w:val="002761F1"/>
    <w:rsid w:val="00284813"/>
    <w:rsid w:val="00290EC8"/>
    <w:rsid w:val="00291844"/>
    <w:rsid w:val="00294894"/>
    <w:rsid w:val="00295071"/>
    <w:rsid w:val="00295278"/>
    <w:rsid w:val="002A0E4B"/>
    <w:rsid w:val="002A5C74"/>
    <w:rsid w:val="002A656A"/>
    <w:rsid w:val="002B02FF"/>
    <w:rsid w:val="002B258F"/>
    <w:rsid w:val="002B7F14"/>
    <w:rsid w:val="002C1F38"/>
    <w:rsid w:val="002C4B3B"/>
    <w:rsid w:val="002C59C7"/>
    <w:rsid w:val="002D0337"/>
    <w:rsid w:val="002E2669"/>
    <w:rsid w:val="002E75A4"/>
    <w:rsid w:val="002F70E8"/>
    <w:rsid w:val="002F7764"/>
    <w:rsid w:val="0031073F"/>
    <w:rsid w:val="00314E4F"/>
    <w:rsid w:val="003211D8"/>
    <w:rsid w:val="00327389"/>
    <w:rsid w:val="003310CE"/>
    <w:rsid w:val="003331E4"/>
    <w:rsid w:val="003351A6"/>
    <w:rsid w:val="003351BB"/>
    <w:rsid w:val="00342609"/>
    <w:rsid w:val="00350036"/>
    <w:rsid w:val="00350EE8"/>
    <w:rsid w:val="003539FF"/>
    <w:rsid w:val="00355C00"/>
    <w:rsid w:val="0035625A"/>
    <w:rsid w:val="003619C9"/>
    <w:rsid w:val="003656F4"/>
    <w:rsid w:val="00370139"/>
    <w:rsid w:val="003710CD"/>
    <w:rsid w:val="003777D4"/>
    <w:rsid w:val="003818C5"/>
    <w:rsid w:val="00385C2B"/>
    <w:rsid w:val="003927AB"/>
    <w:rsid w:val="00394604"/>
    <w:rsid w:val="0039529D"/>
    <w:rsid w:val="003963EA"/>
    <w:rsid w:val="003A0CED"/>
    <w:rsid w:val="003A5595"/>
    <w:rsid w:val="003A7E8D"/>
    <w:rsid w:val="003C3A38"/>
    <w:rsid w:val="003C6DCA"/>
    <w:rsid w:val="003C72A2"/>
    <w:rsid w:val="003D035B"/>
    <w:rsid w:val="003D15A8"/>
    <w:rsid w:val="003D6A84"/>
    <w:rsid w:val="003E4499"/>
    <w:rsid w:val="003E493B"/>
    <w:rsid w:val="003E53E9"/>
    <w:rsid w:val="003E5F11"/>
    <w:rsid w:val="003F3E86"/>
    <w:rsid w:val="0041012F"/>
    <w:rsid w:val="004143FA"/>
    <w:rsid w:val="00417A23"/>
    <w:rsid w:val="00425D9B"/>
    <w:rsid w:val="00441745"/>
    <w:rsid w:val="004417AB"/>
    <w:rsid w:val="00456212"/>
    <w:rsid w:val="00456796"/>
    <w:rsid w:val="0046163A"/>
    <w:rsid w:val="00467A9F"/>
    <w:rsid w:val="00467FE1"/>
    <w:rsid w:val="004739D8"/>
    <w:rsid w:val="00477B3A"/>
    <w:rsid w:val="00477BC6"/>
    <w:rsid w:val="00477F50"/>
    <w:rsid w:val="00482D41"/>
    <w:rsid w:val="0048551D"/>
    <w:rsid w:val="00485C60"/>
    <w:rsid w:val="00494294"/>
    <w:rsid w:val="00496DEE"/>
    <w:rsid w:val="004A7DD8"/>
    <w:rsid w:val="004B158E"/>
    <w:rsid w:val="004B24DE"/>
    <w:rsid w:val="004C1198"/>
    <w:rsid w:val="004C49BF"/>
    <w:rsid w:val="004E1287"/>
    <w:rsid w:val="004E3693"/>
    <w:rsid w:val="004E5A82"/>
    <w:rsid w:val="004E67FF"/>
    <w:rsid w:val="004E73F7"/>
    <w:rsid w:val="004F4B05"/>
    <w:rsid w:val="00502184"/>
    <w:rsid w:val="00502408"/>
    <w:rsid w:val="00504973"/>
    <w:rsid w:val="00507189"/>
    <w:rsid w:val="00511BA9"/>
    <w:rsid w:val="00517E0B"/>
    <w:rsid w:val="0052581D"/>
    <w:rsid w:val="005364BA"/>
    <w:rsid w:val="00541047"/>
    <w:rsid w:val="00557915"/>
    <w:rsid w:val="005678F6"/>
    <w:rsid w:val="00567E4F"/>
    <w:rsid w:val="005728B5"/>
    <w:rsid w:val="005758EC"/>
    <w:rsid w:val="00577BAF"/>
    <w:rsid w:val="00577C28"/>
    <w:rsid w:val="00583882"/>
    <w:rsid w:val="00587206"/>
    <w:rsid w:val="0059227C"/>
    <w:rsid w:val="00595FE5"/>
    <w:rsid w:val="00596286"/>
    <w:rsid w:val="00597310"/>
    <w:rsid w:val="005A14EA"/>
    <w:rsid w:val="005A5C29"/>
    <w:rsid w:val="005A5CDE"/>
    <w:rsid w:val="005B605D"/>
    <w:rsid w:val="005C1A40"/>
    <w:rsid w:val="005C37B1"/>
    <w:rsid w:val="005D5909"/>
    <w:rsid w:val="005E0452"/>
    <w:rsid w:val="005E1771"/>
    <w:rsid w:val="005E47A0"/>
    <w:rsid w:val="005E5987"/>
    <w:rsid w:val="005F1617"/>
    <w:rsid w:val="005F479B"/>
    <w:rsid w:val="005F4B7E"/>
    <w:rsid w:val="00602334"/>
    <w:rsid w:val="00605C9C"/>
    <w:rsid w:val="0061241C"/>
    <w:rsid w:val="00614A06"/>
    <w:rsid w:val="0063134A"/>
    <w:rsid w:val="006328C4"/>
    <w:rsid w:val="00642AAA"/>
    <w:rsid w:val="00653F33"/>
    <w:rsid w:val="0065423A"/>
    <w:rsid w:val="00662375"/>
    <w:rsid w:val="00663D81"/>
    <w:rsid w:val="0069375E"/>
    <w:rsid w:val="006A092A"/>
    <w:rsid w:val="006A6F25"/>
    <w:rsid w:val="006B04FE"/>
    <w:rsid w:val="006B0A8F"/>
    <w:rsid w:val="006B0CB5"/>
    <w:rsid w:val="006C4873"/>
    <w:rsid w:val="006E0410"/>
    <w:rsid w:val="006E3971"/>
    <w:rsid w:val="006E6224"/>
    <w:rsid w:val="006F4693"/>
    <w:rsid w:val="006F4C7A"/>
    <w:rsid w:val="006F544B"/>
    <w:rsid w:val="00701D83"/>
    <w:rsid w:val="00705144"/>
    <w:rsid w:val="00707679"/>
    <w:rsid w:val="00710D3E"/>
    <w:rsid w:val="00715AF0"/>
    <w:rsid w:val="00720365"/>
    <w:rsid w:val="00725403"/>
    <w:rsid w:val="00727C79"/>
    <w:rsid w:val="007374C7"/>
    <w:rsid w:val="0074211B"/>
    <w:rsid w:val="00742A77"/>
    <w:rsid w:val="007445C3"/>
    <w:rsid w:val="00750229"/>
    <w:rsid w:val="00755C4C"/>
    <w:rsid w:val="007575E9"/>
    <w:rsid w:val="00760D47"/>
    <w:rsid w:val="007617AD"/>
    <w:rsid w:val="007624E8"/>
    <w:rsid w:val="00764630"/>
    <w:rsid w:val="00764AA5"/>
    <w:rsid w:val="00770182"/>
    <w:rsid w:val="007716A1"/>
    <w:rsid w:val="00773A7D"/>
    <w:rsid w:val="0077738B"/>
    <w:rsid w:val="00780647"/>
    <w:rsid w:val="00786466"/>
    <w:rsid w:val="0079370A"/>
    <w:rsid w:val="00793E45"/>
    <w:rsid w:val="00796531"/>
    <w:rsid w:val="007A06B5"/>
    <w:rsid w:val="007A1C49"/>
    <w:rsid w:val="007B281A"/>
    <w:rsid w:val="007B7EB2"/>
    <w:rsid w:val="007C0E23"/>
    <w:rsid w:val="007C5CA3"/>
    <w:rsid w:val="007C6AFE"/>
    <w:rsid w:val="007D09EB"/>
    <w:rsid w:val="007D1FF2"/>
    <w:rsid w:val="007E154B"/>
    <w:rsid w:val="007E3F8E"/>
    <w:rsid w:val="007F4E96"/>
    <w:rsid w:val="00810AAB"/>
    <w:rsid w:val="00811E71"/>
    <w:rsid w:val="00826014"/>
    <w:rsid w:val="008265CF"/>
    <w:rsid w:val="00830F8B"/>
    <w:rsid w:val="00836F17"/>
    <w:rsid w:val="0084037C"/>
    <w:rsid w:val="008410B7"/>
    <w:rsid w:val="00842E6E"/>
    <w:rsid w:val="008447EF"/>
    <w:rsid w:val="008456F5"/>
    <w:rsid w:val="00850FFC"/>
    <w:rsid w:val="00854806"/>
    <w:rsid w:val="00856201"/>
    <w:rsid w:val="00856874"/>
    <w:rsid w:val="0086506A"/>
    <w:rsid w:val="00874A90"/>
    <w:rsid w:val="00880D9E"/>
    <w:rsid w:val="00883342"/>
    <w:rsid w:val="00890F16"/>
    <w:rsid w:val="008921B5"/>
    <w:rsid w:val="00892498"/>
    <w:rsid w:val="00894B03"/>
    <w:rsid w:val="008963C3"/>
    <w:rsid w:val="008A40FE"/>
    <w:rsid w:val="008A7E68"/>
    <w:rsid w:val="008B4E96"/>
    <w:rsid w:val="008C6033"/>
    <w:rsid w:val="008D626C"/>
    <w:rsid w:val="008D69A9"/>
    <w:rsid w:val="008D6D7E"/>
    <w:rsid w:val="008E52CB"/>
    <w:rsid w:val="008F234E"/>
    <w:rsid w:val="008F3731"/>
    <w:rsid w:val="00912D5C"/>
    <w:rsid w:val="00922FCD"/>
    <w:rsid w:val="00923B68"/>
    <w:rsid w:val="009358AA"/>
    <w:rsid w:val="00941690"/>
    <w:rsid w:val="00943429"/>
    <w:rsid w:val="00955CC5"/>
    <w:rsid w:val="00957500"/>
    <w:rsid w:val="00961473"/>
    <w:rsid w:val="00961BCD"/>
    <w:rsid w:val="0096454C"/>
    <w:rsid w:val="009738E1"/>
    <w:rsid w:val="00991392"/>
    <w:rsid w:val="00995525"/>
    <w:rsid w:val="009956D7"/>
    <w:rsid w:val="009A03C8"/>
    <w:rsid w:val="009B6650"/>
    <w:rsid w:val="009C002B"/>
    <w:rsid w:val="009C702F"/>
    <w:rsid w:val="009D2D9E"/>
    <w:rsid w:val="009D30BD"/>
    <w:rsid w:val="009D342C"/>
    <w:rsid w:val="009E6ED6"/>
    <w:rsid w:val="009F2708"/>
    <w:rsid w:val="009F335B"/>
    <w:rsid w:val="009F4432"/>
    <w:rsid w:val="009F4CFA"/>
    <w:rsid w:val="009F56BC"/>
    <w:rsid w:val="00A01A0F"/>
    <w:rsid w:val="00A049E6"/>
    <w:rsid w:val="00A12D55"/>
    <w:rsid w:val="00A14C0B"/>
    <w:rsid w:val="00A14EE2"/>
    <w:rsid w:val="00A2072D"/>
    <w:rsid w:val="00A241D4"/>
    <w:rsid w:val="00A32F0F"/>
    <w:rsid w:val="00A34959"/>
    <w:rsid w:val="00A414F8"/>
    <w:rsid w:val="00A55DF3"/>
    <w:rsid w:val="00A57CED"/>
    <w:rsid w:val="00A632FD"/>
    <w:rsid w:val="00A6618B"/>
    <w:rsid w:val="00A7052D"/>
    <w:rsid w:val="00A850C5"/>
    <w:rsid w:val="00A9726F"/>
    <w:rsid w:val="00AA5922"/>
    <w:rsid w:val="00AA6F82"/>
    <w:rsid w:val="00AB1F9D"/>
    <w:rsid w:val="00AB4EDB"/>
    <w:rsid w:val="00AB5BFB"/>
    <w:rsid w:val="00AC1B68"/>
    <w:rsid w:val="00AC296A"/>
    <w:rsid w:val="00AC3447"/>
    <w:rsid w:val="00AC425B"/>
    <w:rsid w:val="00AC6234"/>
    <w:rsid w:val="00AC6872"/>
    <w:rsid w:val="00AD049D"/>
    <w:rsid w:val="00AD0850"/>
    <w:rsid w:val="00AD416C"/>
    <w:rsid w:val="00AE3CFD"/>
    <w:rsid w:val="00AF06F3"/>
    <w:rsid w:val="00B14720"/>
    <w:rsid w:val="00B2074B"/>
    <w:rsid w:val="00B2152F"/>
    <w:rsid w:val="00B22F5F"/>
    <w:rsid w:val="00B24218"/>
    <w:rsid w:val="00B24860"/>
    <w:rsid w:val="00B25EA8"/>
    <w:rsid w:val="00B267AF"/>
    <w:rsid w:val="00B2680F"/>
    <w:rsid w:val="00B27FE5"/>
    <w:rsid w:val="00B31631"/>
    <w:rsid w:val="00B365D9"/>
    <w:rsid w:val="00B404AD"/>
    <w:rsid w:val="00B457F0"/>
    <w:rsid w:val="00B53FF4"/>
    <w:rsid w:val="00B60B44"/>
    <w:rsid w:val="00B655BE"/>
    <w:rsid w:val="00B67529"/>
    <w:rsid w:val="00B67F9E"/>
    <w:rsid w:val="00B71C31"/>
    <w:rsid w:val="00B74198"/>
    <w:rsid w:val="00B765D7"/>
    <w:rsid w:val="00B853BF"/>
    <w:rsid w:val="00B85CDF"/>
    <w:rsid w:val="00B90B66"/>
    <w:rsid w:val="00B94D94"/>
    <w:rsid w:val="00B97F6D"/>
    <w:rsid w:val="00BB02B7"/>
    <w:rsid w:val="00BB287B"/>
    <w:rsid w:val="00BC0C0E"/>
    <w:rsid w:val="00BC0E1C"/>
    <w:rsid w:val="00BC18A3"/>
    <w:rsid w:val="00BC5FFC"/>
    <w:rsid w:val="00BD34C9"/>
    <w:rsid w:val="00BD374F"/>
    <w:rsid w:val="00BD3B4D"/>
    <w:rsid w:val="00BD7C9E"/>
    <w:rsid w:val="00BE1CB6"/>
    <w:rsid w:val="00BE6315"/>
    <w:rsid w:val="00BF0752"/>
    <w:rsid w:val="00BF34DE"/>
    <w:rsid w:val="00BF5DE3"/>
    <w:rsid w:val="00BF5DFB"/>
    <w:rsid w:val="00BF7499"/>
    <w:rsid w:val="00C050CE"/>
    <w:rsid w:val="00C067AA"/>
    <w:rsid w:val="00C2091D"/>
    <w:rsid w:val="00C21C4D"/>
    <w:rsid w:val="00C25BC0"/>
    <w:rsid w:val="00C30960"/>
    <w:rsid w:val="00C31297"/>
    <w:rsid w:val="00C36CEB"/>
    <w:rsid w:val="00C607DE"/>
    <w:rsid w:val="00C65874"/>
    <w:rsid w:val="00C66C0B"/>
    <w:rsid w:val="00C80594"/>
    <w:rsid w:val="00C816F2"/>
    <w:rsid w:val="00C957FA"/>
    <w:rsid w:val="00CA08AF"/>
    <w:rsid w:val="00CA34E6"/>
    <w:rsid w:val="00CB5218"/>
    <w:rsid w:val="00CC4141"/>
    <w:rsid w:val="00CD0C75"/>
    <w:rsid w:val="00CD13B7"/>
    <w:rsid w:val="00CD35D4"/>
    <w:rsid w:val="00CE3BA9"/>
    <w:rsid w:val="00CE42D1"/>
    <w:rsid w:val="00CF07EB"/>
    <w:rsid w:val="00CF2F9C"/>
    <w:rsid w:val="00CF3B1A"/>
    <w:rsid w:val="00CF6646"/>
    <w:rsid w:val="00CF7755"/>
    <w:rsid w:val="00D00CCD"/>
    <w:rsid w:val="00D014D0"/>
    <w:rsid w:val="00D01524"/>
    <w:rsid w:val="00D05CEA"/>
    <w:rsid w:val="00D075B8"/>
    <w:rsid w:val="00D119FC"/>
    <w:rsid w:val="00D1291D"/>
    <w:rsid w:val="00D20E4F"/>
    <w:rsid w:val="00D2297B"/>
    <w:rsid w:val="00D23168"/>
    <w:rsid w:val="00D24145"/>
    <w:rsid w:val="00D40E79"/>
    <w:rsid w:val="00D52EB5"/>
    <w:rsid w:val="00D55158"/>
    <w:rsid w:val="00D5522D"/>
    <w:rsid w:val="00D56334"/>
    <w:rsid w:val="00D56774"/>
    <w:rsid w:val="00D61C65"/>
    <w:rsid w:val="00D62CAC"/>
    <w:rsid w:val="00D706A0"/>
    <w:rsid w:val="00D71ED0"/>
    <w:rsid w:val="00D73EF8"/>
    <w:rsid w:val="00D80825"/>
    <w:rsid w:val="00D820F1"/>
    <w:rsid w:val="00D82D46"/>
    <w:rsid w:val="00D87D80"/>
    <w:rsid w:val="00D91151"/>
    <w:rsid w:val="00D93433"/>
    <w:rsid w:val="00D947F4"/>
    <w:rsid w:val="00D96566"/>
    <w:rsid w:val="00DA2E1B"/>
    <w:rsid w:val="00DB01D1"/>
    <w:rsid w:val="00DB3C78"/>
    <w:rsid w:val="00DC04DE"/>
    <w:rsid w:val="00DC2782"/>
    <w:rsid w:val="00DD1702"/>
    <w:rsid w:val="00DD1DA1"/>
    <w:rsid w:val="00DD3085"/>
    <w:rsid w:val="00DD339D"/>
    <w:rsid w:val="00DD3C87"/>
    <w:rsid w:val="00DD619C"/>
    <w:rsid w:val="00DE6115"/>
    <w:rsid w:val="00DF195A"/>
    <w:rsid w:val="00DF25BB"/>
    <w:rsid w:val="00E07D84"/>
    <w:rsid w:val="00E142ED"/>
    <w:rsid w:val="00E14991"/>
    <w:rsid w:val="00E165E3"/>
    <w:rsid w:val="00E206BF"/>
    <w:rsid w:val="00E31319"/>
    <w:rsid w:val="00E3494F"/>
    <w:rsid w:val="00E42026"/>
    <w:rsid w:val="00E42C79"/>
    <w:rsid w:val="00E61F99"/>
    <w:rsid w:val="00E6499E"/>
    <w:rsid w:val="00E668F4"/>
    <w:rsid w:val="00E66DB1"/>
    <w:rsid w:val="00E733E6"/>
    <w:rsid w:val="00E74F49"/>
    <w:rsid w:val="00E84694"/>
    <w:rsid w:val="00E91766"/>
    <w:rsid w:val="00E91F9C"/>
    <w:rsid w:val="00E93304"/>
    <w:rsid w:val="00EA0C58"/>
    <w:rsid w:val="00EA1F9D"/>
    <w:rsid w:val="00EA4385"/>
    <w:rsid w:val="00EA7480"/>
    <w:rsid w:val="00EB1037"/>
    <w:rsid w:val="00EB7548"/>
    <w:rsid w:val="00EC1EC3"/>
    <w:rsid w:val="00EC232D"/>
    <w:rsid w:val="00EC7324"/>
    <w:rsid w:val="00EC7DB3"/>
    <w:rsid w:val="00ED3BBF"/>
    <w:rsid w:val="00EE030E"/>
    <w:rsid w:val="00EE0FF7"/>
    <w:rsid w:val="00EE1038"/>
    <w:rsid w:val="00EE178E"/>
    <w:rsid w:val="00EE7B6B"/>
    <w:rsid w:val="00EF1C3C"/>
    <w:rsid w:val="00EF46CE"/>
    <w:rsid w:val="00EF57DF"/>
    <w:rsid w:val="00EF7280"/>
    <w:rsid w:val="00F00FC6"/>
    <w:rsid w:val="00F031CE"/>
    <w:rsid w:val="00F06AC1"/>
    <w:rsid w:val="00F1350C"/>
    <w:rsid w:val="00F1743A"/>
    <w:rsid w:val="00F2606E"/>
    <w:rsid w:val="00F30172"/>
    <w:rsid w:val="00F3097F"/>
    <w:rsid w:val="00F31484"/>
    <w:rsid w:val="00F3280F"/>
    <w:rsid w:val="00F4313F"/>
    <w:rsid w:val="00F4317C"/>
    <w:rsid w:val="00F45085"/>
    <w:rsid w:val="00F468A5"/>
    <w:rsid w:val="00F47D6F"/>
    <w:rsid w:val="00F54D4E"/>
    <w:rsid w:val="00F55628"/>
    <w:rsid w:val="00F56977"/>
    <w:rsid w:val="00F7079D"/>
    <w:rsid w:val="00F810EA"/>
    <w:rsid w:val="00F822F7"/>
    <w:rsid w:val="00F83CF3"/>
    <w:rsid w:val="00FA077A"/>
    <w:rsid w:val="00FA13FB"/>
    <w:rsid w:val="00FB7C0A"/>
    <w:rsid w:val="00FC1589"/>
    <w:rsid w:val="00FC40B9"/>
    <w:rsid w:val="00FD3D30"/>
    <w:rsid w:val="00FE363C"/>
    <w:rsid w:val="00FE3D5D"/>
    <w:rsid w:val="00FE456A"/>
    <w:rsid w:val="00FE45ED"/>
    <w:rsid w:val="00FE4730"/>
    <w:rsid w:val="00FE5662"/>
    <w:rsid w:val="00FE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1E4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331E4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F569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31E4"/>
    <w:pPr>
      <w:keepNext/>
      <w:outlineLvl w:val="2"/>
    </w:pPr>
    <w:rPr>
      <w:rFonts w:ascii="Times New Roman" w:hAnsi="Times New Roman"/>
      <w:b/>
      <w:bCs/>
      <w:lang w:val="bg-BG"/>
    </w:rPr>
  </w:style>
  <w:style w:type="paragraph" w:styleId="Heading4">
    <w:name w:val="heading 4"/>
    <w:basedOn w:val="Normal"/>
    <w:next w:val="Normal"/>
    <w:qFormat/>
    <w:rsid w:val="00F5697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569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74F4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F3097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331E4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3331E4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styleId="Hyperlink">
    <w:name w:val="Hyperlink"/>
    <w:basedOn w:val="DefaultParagraphFont"/>
    <w:rsid w:val="003331E4"/>
    <w:rPr>
      <w:color w:val="0000FF"/>
      <w:u w:val="single"/>
    </w:rPr>
  </w:style>
  <w:style w:type="paragraph" w:styleId="BodyText2">
    <w:name w:val="Body Text 2"/>
    <w:basedOn w:val="Normal"/>
    <w:rsid w:val="003331E4"/>
    <w:pPr>
      <w:widowControl w:val="0"/>
      <w:jc w:val="both"/>
    </w:pPr>
    <w:rPr>
      <w:rFonts w:ascii="Times New Roman" w:hAnsi="Times New Roman"/>
      <w:b/>
      <w:bCs/>
      <w:lang w:val="bg-BG"/>
    </w:rPr>
  </w:style>
  <w:style w:type="paragraph" w:styleId="BodyTextIndent">
    <w:name w:val="Body Text Indent"/>
    <w:basedOn w:val="Normal"/>
    <w:link w:val="BodyTextIndentChar"/>
    <w:rsid w:val="003331E4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paragraph" w:styleId="BalloonText">
    <w:name w:val="Balloon Text"/>
    <w:basedOn w:val="Normal"/>
    <w:semiHidden/>
    <w:rsid w:val="00C31297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link w:val="h1Char"/>
    <w:rsid w:val="00062C13"/>
    <w:pPr>
      <w:numPr>
        <w:numId w:val="3"/>
      </w:numPr>
    </w:pPr>
  </w:style>
  <w:style w:type="paragraph" w:customStyle="1" w:styleId="h2">
    <w:name w:val="h2"/>
    <w:basedOn w:val="Normal"/>
    <w:rsid w:val="00062C13"/>
    <w:pPr>
      <w:numPr>
        <w:ilvl w:val="1"/>
        <w:numId w:val="3"/>
      </w:numPr>
    </w:pPr>
  </w:style>
  <w:style w:type="paragraph" w:customStyle="1" w:styleId="CharCharCharCharCharChar">
    <w:name w:val="Char Char Char Char Char Char"/>
    <w:basedOn w:val="Normal"/>
    <w:rsid w:val="00062C1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F56977"/>
    <w:pPr>
      <w:jc w:val="center"/>
    </w:pPr>
    <w:rPr>
      <w:rFonts w:ascii="Times New Roman" w:hAnsi="Times New Roman"/>
      <w:b/>
      <w:lang w:val="bg-BG"/>
    </w:rPr>
  </w:style>
  <w:style w:type="paragraph" w:customStyle="1" w:styleId="a">
    <w:name w:val="Изнесен текст"/>
    <w:basedOn w:val="Normal"/>
    <w:semiHidden/>
    <w:rsid w:val="00F56977"/>
    <w:rPr>
      <w:rFonts w:ascii="Tahoma" w:hAnsi="Tahoma"/>
      <w:sz w:val="16"/>
      <w:szCs w:val="16"/>
    </w:rPr>
  </w:style>
  <w:style w:type="paragraph" w:styleId="NormalWeb">
    <w:name w:val="Normal (Web)"/>
    <w:basedOn w:val="Normal"/>
    <w:rsid w:val="00FE4730"/>
    <w:pPr>
      <w:spacing w:before="100" w:beforeAutospacing="1" w:after="100" w:afterAutospacing="1"/>
    </w:pPr>
    <w:rPr>
      <w:rFonts w:ascii="Verdana" w:hAnsi="Verdana"/>
      <w:color w:val="000000"/>
      <w:sz w:val="20"/>
      <w:szCs w:val="20"/>
      <w:lang w:val="en-US"/>
    </w:rPr>
  </w:style>
  <w:style w:type="paragraph" w:styleId="BodyTextIndent2">
    <w:name w:val="Body Text Indent 2"/>
    <w:basedOn w:val="Normal"/>
    <w:rsid w:val="00E206BF"/>
    <w:pPr>
      <w:spacing w:after="120" w:line="480" w:lineRule="auto"/>
      <w:ind w:left="283"/>
    </w:pPr>
  </w:style>
  <w:style w:type="paragraph" w:customStyle="1" w:styleId="31">
    <w:name w:val="3 1"/>
    <w:rsid w:val="00E206B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customStyle="1" w:styleId="Sub-ClauseText">
    <w:name w:val="Sub-Clause Text"/>
    <w:basedOn w:val="Normal"/>
    <w:rsid w:val="00D93433"/>
    <w:pPr>
      <w:spacing w:before="120" w:after="120"/>
      <w:jc w:val="both"/>
    </w:pPr>
    <w:rPr>
      <w:rFonts w:ascii="Times New Roman" w:hAnsi="Times New Roman"/>
      <w:spacing w:val="-4"/>
      <w:szCs w:val="20"/>
      <w:lang w:val="en-US"/>
    </w:rPr>
  </w:style>
  <w:style w:type="paragraph" w:styleId="BodyTextIndent3">
    <w:name w:val="Body Text Indent 3"/>
    <w:basedOn w:val="Normal"/>
    <w:rsid w:val="00E74F49"/>
    <w:pPr>
      <w:spacing w:after="120"/>
      <w:ind w:left="283"/>
    </w:pPr>
    <w:rPr>
      <w:sz w:val="16"/>
      <w:szCs w:val="16"/>
    </w:r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rsid w:val="00AC296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1Char">
    <w:name w:val="h1 Char"/>
    <w:basedOn w:val="DefaultParagraphFont"/>
    <w:link w:val="h1"/>
    <w:rsid w:val="004739D8"/>
    <w:rPr>
      <w:rFonts w:ascii="Arial" w:hAnsi="Arial"/>
      <w:sz w:val="24"/>
      <w:szCs w:val="24"/>
      <w:lang w:val="en-GB" w:eastAsia="en-US" w:bidi="ar-SA"/>
    </w:rPr>
  </w:style>
  <w:style w:type="paragraph" w:customStyle="1" w:styleId="CharCharCharCharCharCharCharCharCharCharCharChar">
    <w:name w:val="Char Char Char Char Char Char Char Char Char Char Char Char"/>
    <w:basedOn w:val="Normal"/>
    <w:rsid w:val="0029527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value-item4">
    <w:name w:val="value-item4"/>
    <w:basedOn w:val="DefaultParagraphFont"/>
    <w:rsid w:val="007B281A"/>
    <w:rPr>
      <w:rFonts w:ascii="Verdana" w:hAnsi="Verdana" w:hint="default"/>
      <w:b/>
      <w:bCs/>
      <w:color w:val="E33939"/>
      <w:sz w:val="17"/>
      <w:szCs w:val="17"/>
      <w:shd w:val="clear" w:color="auto" w:fill="FFFFFF"/>
    </w:rPr>
  </w:style>
  <w:style w:type="paragraph" w:customStyle="1" w:styleId="a0">
    <w:name w:val="Знак Знак"/>
    <w:basedOn w:val="Normal"/>
    <w:next w:val="Normal"/>
    <w:rsid w:val="006C4873"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harChar">
    <w:name w:val="Char Char"/>
    <w:basedOn w:val="Normal"/>
    <w:rsid w:val="0012641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">
    <w:name w:val="Char Char1"/>
    <w:basedOn w:val="Normal"/>
    <w:rsid w:val="000F2D5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">
    <w:name w:val="Char Char2 Char Char Char Char Char Char"/>
    <w:basedOn w:val="Normal"/>
    <w:rsid w:val="00AD416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basedOn w:val="DefaultParagraphFont"/>
    <w:link w:val="BodyTextIndent"/>
    <w:rsid w:val="003D15A8"/>
    <w:rPr>
      <w:rFonts w:ascii="Tahoma" w:hAnsi="Tahoma" w:cs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48;&#1080;&#1060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&#1047;&#1054;&#1055;%2015.04.2016\&#1055;&#1091;&#1073;&#1083;&#1080;&#1095;&#1085;&#1086;%20&#1089;&#1098;&#1089;&#1090;&#1077;&#1079;&#1072;&#1085;&#1080;&#1077;\&#1054;&#1073;&#1088;&#1072;&#1079;&#1077;&#1094;%20&#1085;&#1072;%20&#1086;&#1092;&#1077;&#1088;&#1090;&#1072;%20&#1087;&#1091;&#1073;&#1083;&#1080;&#1095;&#1085;&#1086;%20&#1089;&#1098;&#1089;&#1090;&#1077;&#1079;&#1072;&#1085;&#1080;&#107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96220-F0A6-4015-9755-EA31FE83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Образец на оферта публично състезание</Template>
  <TotalTime>355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“АЕЦ Козлодуй” ЕАД, гр</vt:lpstr>
    </vt:vector>
  </TitlesOfParts>
  <Company>Kozloduy NPP Plc.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“АЕЦ Козлодуй” ЕАД, гр</dc:title>
  <dc:creator>anmomchilova</dc:creator>
  <cp:lastModifiedBy>anmomchilova</cp:lastModifiedBy>
  <cp:revision>97</cp:revision>
  <cp:lastPrinted>2018-11-12T06:28:00Z</cp:lastPrinted>
  <dcterms:created xsi:type="dcterms:W3CDTF">2018-02-22T07:46:00Z</dcterms:created>
  <dcterms:modified xsi:type="dcterms:W3CDTF">2019-01-16T13:18:00Z</dcterms:modified>
</cp:coreProperties>
</file>