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006F4821" w:rsidRPr="006F4821">
        <w:rPr>
          <w:rFonts w:ascii="Times New Roman" w:hAnsi="Times New Roman"/>
          <w:b/>
          <w:bCs/>
          <w:lang w:val="bg-BG"/>
        </w:rPr>
        <w:t>Изграждане на три броя леки обемни гаражни клетки, сеизмично укрепване на гараж автоподемник и изграждане на битова сграда за дежурната смяна и оперативния дежурен на РСПБЗН - АЕЦ</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0904EB" w:rsidRDefault="000904EB" w:rsidP="00357476">
      <w:pPr>
        <w:spacing w:line="360" w:lineRule="auto"/>
        <w:jc w:val="both"/>
        <w:rPr>
          <w:rFonts w:ascii="Times New Roman" w:hAnsi="Times New Roman"/>
          <w:b/>
          <w:szCs w:val="22"/>
          <w:lang w:val="bg-BG"/>
        </w:rPr>
      </w:pPr>
    </w:p>
    <w:p w:rsidR="000904EB" w:rsidRDefault="000904EB" w:rsidP="00357476">
      <w:pPr>
        <w:spacing w:line="360" w:lineRule="auto"/>
        <w:jc w:val="both"/>
        <w:rPr>
          <w:rFonts w:ascii="Times New Roman" w:hAnsi="Times New Roman"/>
          <w:b/>
          <w:szCs w:val="22"/>
          <w:lang w:val="bg-BG"/>
        </w:rPr>
      </w:pPr>
    </w:p>
    <w:p w:rsidR="008E52B0" w:rsidRPr="00587E23"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587E23">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587E23">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587E23"/>
    <w:rsid w:val="000227FC"/>
    <w:rsid w:val="00025EBA"/>
    <w:rsid w:val="00040CE4"/>
    <w:rsid w:val="00041C73"/>
    <w:rsid w:val="00044B1E"/>
    <w:rsid w:val="00061F01"/>
    <w:rsid w:val="00065CD0"/>
    <w:rsid w:val="0007186D"/>
    <w:rsid w:val="00077481"/>
    <w:rsid w:val="000804CA"/>
    <w:rsid w:val="00080CD2"/>
    <w:rsid w:val="000904EB"/>
    <w:rsid w:val="0009385A"/>
    <w:rsid w:val="00094819"/>
    <w:rsid w:val="000C4A40"/>
    <w:rsid w:val="000C5ACE"/>
    <w:rsid w:val="000D5702"/>
    <w:rsid w:val="000E026A"/>
    <w:rsid w:val="000E4B88"/>
    <w:rsid w:val="000E54DC"/>
    <w:rsid w:val="000F4C0A"/>
    <w:rsid w:val="00122A77"/>
    <w:rsid w:val="001413E5"/>
    <w:rsid w:val="00142257"/>
    <w:rsid w:val="00156424"/>
    <w:rsid w:val="00157F73"/>
    <w:rsid w:val="00164232"/>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5D34"/>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23"/>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6F4821"/>
    <w:rsid w:val="00705D66"/>
    <w:rsid w:val="007150AA"/>
    <w:rsid w:val="00720A94"/>
    <w:rsid w:val="00721424"/>
    <w:rsid w:val="00762855"/>
    <w:rsid w:val="007827C7"/>
    <w:rsid w:val="00793020"/>
    <w:rsid w:val="00797933"/>
    <w:rsid w:val="00797C1D"/>
    <w:rsid w:val="007B1128"/>
    <w:rsid w:val="007D7C76"/>
    <w:rsid w:val="007E2867"/>
    <w:rsid w:val="007E6B52"/>
    <w:rsid w:val="00803EB6"/>
    <w:rsid w:val="00807B85"/>
    <w:rsid w:val="0081734A"/>
    <w:rsid w:val="0082063C"/>
    <w:rsid w:val="00821E7C"/>
    <w:rsid w:val="008223D7"/>
    <w:rsid w:val="00824918"/>
    <w:rsid w:val="0082753C"/>
    <w:rsid w:val="008408ED"/>
    <w:rsid w:val="0085020F"/>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5B5"/>
    <w:rsid w:val="00A6276C"/>
    <w:rsid w:val="00A7339E"/>
    <w:rsid w:val="00A77857"/>
    <w:rsid w:val="00A841D3"/>
    <w:rsid w:val="00A858C5"/>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6A0"/>
    <w:rsid w:val="00BE7C40"/>
    <w:rsid w:val="00BF5261"/>
    <w:rsid w:val="00C12228"/>
    <w:rsid w:val="00C36DE8"/>
    <w:rsid w:val="00C44C3A"/>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749F0"/>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0730"/>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egolemanov\&#1044;&#1086;&#1082;&#1091;&#1084;&#1077;&#1085;&#1090;&#1072;&#1094;&#1080;&#1103;\&#1055;&#1091;&#1073;&#1083;&#1080;&#1095;&#1085;&#1086;%20&#1089;&#1098;&#1089;&#1090;&#1077;&#1079;&#1072;&#1085;&#1080;&#1077;\&#1057;&#1052;&#1056;-&#1055;&#1086;&#1076;&#1084;&#1103;&#1085;&#1072;%20&#1085;&#1072;%20&#1091;&#1095;&#1072;&#1089;&#1090;&#1098;&#1082;%20&#1086;&#1090;%20&#1090;&#1088;&#1098;&#1073;&#1086;&#1087;&#1088;&#1086;&#1074;&#1086;&#1076;%20VB%20&#1086;&#1090;%20CK%20&#1082;&#1098;&#1084;%20&#1062;&#1055;&#1057;%20&#1089;%20&#1076;&#1098;&#1083;&#1078;&#1080;&#1085;&#1072;%20216%20&#1084;\&#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6</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aegolemanov</dc:creator>
  <cp:lastModifiedBy>apangelov</cp:lastModifiedBy>
  <cp:revision>9</cp:revision>
  <cp:lastPrinted>2019-03-15T13:19:00Z</cp:lastPrinted>
  <dcterms:created xsi:type="dcterms:W3CDTF">2016-11-25T10:02:00Z</dcterms:created>
  <dcterms:modified xsi:type="dcterms:W3CDTF">2019-03-15T13:19:00Z</dcterms:modified>
</cp:coreProperties>
</file>