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43" w:rsidRPr="00BA552E" w:rsidRDefault="000C7943" w:rsidP="000C7943">
      <w:pPr>
        <w:pStyle w:val="Title"/>
        <w:jc w:val="right"/>
        <w:rPr>
          <w:sz w:val="24"/>
          <w:lang w:val="ru-RU"/>
        </w:rPr>
      </w:pPr>
      <w:r>
        <w:rPr>
          <w:sz w:val="24"/>
          <w:lang w:val="ru-RU"/>
        </w:rPr>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60239F" w:rsidP="006006B5">
      <w:pPr>
        <w:spacing w:line="360" w:lineRule="auto"/>
        <w:ind w:left="187" w:hanging="11"/>
        <w:jc w:val="center"/>
        <w:rPr>
          <w:rFonts w:ascii="Times New Roman" w:hAnsi="Times New Roman"/>
          <w:lang w:val="ru-RU"/>
        </w:rPr>
      </w:pPr>
      <w:r w:rsidRPr="0060239F">
        <w:rPr>
          <w:rFonts w:ascii="Times New Roman" w:hAnsi="Times New Roman"/>
          <w:b/>
          <w:bCs/>
        </w:rPr>
        <w:t>“</w:t>
      </w:r>
      <w:proofErr w:type="spellStart"/>
      <w:r w:rsidR="001E6B36" w:rsidRPr="00913106">
        <w:rPr>
          <w:rFonts w:ascii="Times New Roman" w:hAnsi="Times New Roman"/>
          <w:b/>
          <w:iCs/>
        </w:rPr>
        <w:t>Проектиране</w:t>
      </w:r>
      <w:proofErr w:type="spellEnd"/>
      <w:r w:rsidR="001E6B36" w:rsidRPr="00913106">
        <w:rPr>
          <w:rFonts w:ascii="Times New Roman" w:hAnsi="Times New Roman"/>
          <w:b/>
          <w:iCs/>
        </w:rPr>
        <w:t xml:space="preserve">, </w:t>
      </w:r>
      <w:proofErr w:type="spellStart"/>
      <w:r w:rsidR="001E6B36" w:rsidRPr="00913106">
        <w:rPr>
          <w:rFonts w:ascii="Times New Roman" w:hAnsi="Times New Roman"/>
          <w:b/>
          <w:iCs/>
        </w:rPr>
        <w:t>доставка</w:t>
      </w:r>
      <w:proofErr w:type="spellEnd"/>
      <w:r w:rsidR="001E6B36" w:rsidRPr="00913106">
        <w:rPr>
          <w:rFonts w:ascii="Times New Roman" w:hAnsi="Times New Roman"/>
          <w:b/>
          <w:iCs/>
        </w:rPr>
        <w:t xml:space="preserve"> и </w:t>
      </w:r>
      <w:proofErr w:type="spellStart"/>
      <w:r w:rsidR="001E6B36" w:rsidRPr="00913106">
        <w:rPr>
          <w:rFonts w:ascii="Times New Roman" w:hAnsi="Times New Roman"/>
          <w:b/>
          <w:iCs/>
        </w:rPr>
        <w:t>монтаж</w:t>
      </w:r>
      <w:proofErr w:type="spellEnd"/>
      <w:r w:rsidR="001E6B36" w:rsidRPr="00913106">
        <w:rPr>
          <w:rFonts w:ascii="Times New Roman" w:hAnsi="Times New Roman"/>
          <w:b/>
          <w:iCs/>
        </w:rPr>
        <w:t xml:space="preserve"> </w:t>
      </w:r>
      <w:proofErr w:type="spellStart"/>
      <w:r w:rsidR="001E6B36" w:rsidRPr="00913106">
        <w:rPr>
          <w:rFonts w:ascii="Times New Roman" w:hAnsi="Times New Roman"/>
          <w:b/>
          <w:iCs/>
        </w:rPr>
        <w:t>на</w:t>
      </w:r>
      <w:proofErr w:type="spellEnd"/>
      <w:r w:rsidR="001E6B36" w:rsidRPr="00913106">
        <w:rPr>
          <w:rFonts w:ascii="Times New Roman" w:hAnsi="Times New Roman"/>
          <w:b/>
          <w:iCs/>
        </w:rPr>
        <w:t xml:space="preserve"> </w:t>
      </w:r>
      <w:proofErr w:type="spellStart"/>
      <w:r w:rsidR="001E6B36" w:rsidRPr="00913106">
        <w:rPr>
          <w:rFonts w:ascii="Times New Roman" w:hAnsi="Times New Roman"/>
          <w:b/>
          <w:iCs/>
        </w:rPr>
        <w:t>шкафове</w:t>
      </w:r>
      <w:proofErr w:type="spellEnd"/>
      <w:r w:rsidR="001E6B36" w:rsidRPr="00913106">
        <w:rPr>
          <w:rFonts w:ascii="Times New Roman" w:hAnsi="Times New Roman"/>
          <w:b/>
          <w:iCs/>
        </w:rPr>
        <w:t xml:space="preserve"> (</w:t>
      </w:r>
      <w:proofErr w:type="spellStart"/>
      <w:r w:rsidR="001E6B36" w:rsidRPr="00913106">
        <w:rPr>
          <w:rFonts w:ascii="Times New Roman" w:hAnsi="Times New Roman"/>
          <w:b/>
          <w:iCs/>
        </w:rPr>
        <w:t>сборки</w:t>
      </w:r>
      <w:proofErr w:type="spellEnd"/>
      <w:r w:rsidR="001E6B36" w:rsidRPr="00913106">
        <w:rPr>
          <w:rFonts w:ascii="Times New Roman" w:hAnsi="Times New Roman"/>
          <w:b/>
          <w:iCs/>
        </w:rPr>
        <w:t>) 5DQ16/1-4, 5DQ15/1-3, 6DQ15/1-4, 6DQ16/1-3, LS14R12/1-3, 5DK11 и 6DK11</w:t>
      </w:r>
      <w:r w:rsidRPr="0060239F">
        <w:rPr>
          <w:rFonts w:ascii="Times New Roman" w:hAnsi="Times New Roman"/>
          <w:b/>
          <w:bCs/>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1C8" w:rsidRDefault="008B31C8">
      <w:r>
        <w:separator/>
      </w:r>
    </w:p>
  </w:endnote>
  <w:endnote w:type="continuationSeparator" w:id="0">
    <w:p w:rsidR="008B31C8" w:rsidRDefault="008B31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1C8" w:rsidRDefault="008B31C8">
      <w:r>
        <w:separator/>
      </w:r>
    </w:p>
  </w:footnote>
  <w:footnote w:type="continuationSeparator" w:id="0">
    <w:p w:rsidR="008B31C8" w:rsidRDefault="008B31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1E6B36"/>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C6168"/>
    <w:rsid w:val="003E4737"/>
    <w:rsid w:val="00424F1B"/>
    <w:rsid w:val="00454FA9"/>
    <w:rsid w:val="00480827"/>
    <w:rsid w:val="0048181E"/>
    <w:rsid w:val="00483437"/>
    <w:rsid w:val="0048596D"/>
    <w:rsid w:val="00497D1D"/>
    <w:rsid w:val="004A1C5B"/>
    <w:rsid w:val="004A2DBB"/>
    <w:rsid w:val="00501500"/>
    <w:rsid w:val="00502A01"/>
    <w:rsid w:val="00504D8C"/>
    <w:rsid w:val="00517350"/>
    <w:rsid w:val="00524057"/>
    <w:rsid w:val="0052437D"/>
    <w:rsid w:val="00547FA2"/>
    <w:rsid w:val="005544B9"/>
    <w:rsid w:val="005879DC"/>
    <w:rsid w:val="00592444"/>
    <w:rsid w:val="00592BA4"/>
    <w:rsid w:val="005A48CC"/>
    <w:rsid w:val="005B5231"/>
    <w:rsid w:val="005F3ED8"/>
    <w:rsid w:val="006006B5"/>
    <w:rsid w:val="0060239F"/>
    <w:rsid w:val="006142A7"/>
    <w:rsid w:val="00625AE1"/>
    <w:rsid w:val="00632794"/>
    <w:rsid w:val="00645A28"/>
    <w:rsid w:val="00664AD1"/>
    <w:rsid w:val="006758D8"/>
    <w:rsid w:val="006768AB"/>
    <w:rsid w:val="006B20F8"/>
    <w:rsid w:val="006B347A"/>
    <w:rsid w:val="006C0683"/>
    <w:rsid w:val="006C679C"/>
    <w:rsid w:val="006F5A31"/>
    <w:rsid w:val="00740C38"/>
    <w:rsid w:val="007501CA"/>
    <w:rsid w:val="0077090B"/>
    <w:rsid w:val="00777CE4"/>
    <w:rsid w:val="00783E64"/>
    <w:rsid w:val="007E59AE"/>
    <w:rsid w:val="007F7D51"/>
    <w:rsid w:val="008163BC"/>
    <w:rsid w:val="008233CC"/>
    <w:rsid w:val="00884725"/>
    <w:rsid w:val="008A31FF"/>
    <w:rsid w:val="008A7DAB"/>
    <w:rsid w:val="008B31C8"/>
    <w:rsid w:val="008B50F8"/>
    <w:rsid w:val="008D660C"/>
    <w:rsid w:val="0093346D"/>
    <w:rsid w:val="009543B4"/>
    <w:rsid w:val="009D17C0"/>
    <w:rsid w:val="009D3081"/>
    <w:rsid w:val="009E0AD2"/>
    <w:rsid w:val="009F351E"/>
    <w:rsid w:val="009F7565"/>
    <w:rsid w:val="00A02C19"/>
    <w:rsid w:val="00A03B7A"/>
    <w:rsid w:val="00A11397"/>
    <w:rsid w:val="00A30C09"/>
    <w:rsid w:val="00A30CD1"/>
    <w:rsid w:val="00A434A6"/>
    <w:rsid w:val="00A45FB1"/>
    <w:rsid w:val="00A620CF"/>
    <w:rsid w:val="00A75C38"/>
    <w:rsid w:val="00A91E03"/>
    <w:rsid w:val="00AB4092"/>
    <w:rsid w:val="00AC4E9C"/>
    <w:rsid w:val="00AE5380"/>
    <w:rsid w:val="00AF1231"/>
    <w:rsid w:val="00B237B0"/>
    <w:rsid w:val="00B31A4B"/>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14E3C"/>
    <w:rsid w:val="00D34BA8"/>
    <w:rsid w:val="00D4661D"/>
    <w:rsid w:val="00D502E8"/>
    <w:rsid w:val="00D5792E"/>
    <w:rsid w:val="00D67A3A"/>
    <w:rsid w:val="00D8186F"/>
    <w:rsid w:val="00D855F2"/>
    <w:rsid w:val="00D87F94"/>
    <w:rsid w:val="00DA3A58"/>
    <w:rsid w:val="00DA51D5"/>
    <w:rsid w:val="00DD0B8E"/>
    <w:rsid w:val="00E00B9C"/>
    <w:rsid w:val="00E1390C"/>
    <w:rsid w:val="00E13F81"/>
    <w:rsid w:val="00E229D5"/>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6</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apangelov</cp:lastModifiedBy>
  <cp:revision>12</cp:revision>
  <cp:lastPrinted>2018-06-11T12:52:00Z</cp:lastPrinted>
  <dcterms:created xsi:type="dcterms:W3CDTF">2017-07-10T07:23:00Z</dcterms:created>
  <dcterms:modified xsi:type="dcterms:W3CDTF">2019-01-07T06:51:00Z</dcterms:modified>
</cp:coreProperties>
</file>