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771BA6" w:rsidRDefault="00771BA6" w:rsidP="005D1813">
      <w:pPr>
        <w:pStyle w:val="Title"/>
        <w:rPr>
          <w:sz w:val="32"/>
          <w:lang w:val="ru-RU"/>
        </w:rPr>
      </w:pPr>
    </w:p>
    <w:p w:rsidR="005D1813" w:rsidRDefault="005D1813" w:rsidP="00A74095">
      <w:pPr>
        <w:pStyle w:val="Title"/>
        <w:rPr>
          <w:sz w:val="32"/>
          <w:lang w:val="ru-RU"/>
        </w:rPr>
      </w:pPr>
      <w:r>
        <w:rPr>
          <w:sz w:val="32"/>
          <w:lang w:val="ru-RU"/>
        </w:rPr>
        <w:t>Д Е К Л А Р А Ц И Я</w:t>
      </w:r>
    </w:p>
    <w:p w:rsidR="005D1813" w:rsidRDefault="005D1813" w:rsidP="00A74095">
      <w:pPr>
        <w:pStyle w:val="Title"/>
        <w:rPr>
          <w:sz w:val="32"/>
          <w:lang w:val="ru-RU"/>
        </w:rPr>
      </w:pPr>
    </w:p>
    <w:p w:rsidR="005D1813" w:rsidRPr="00940DD8" w:rsidRDefault="005D1813" w:rsidP="00A74095">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A74095">
      <w:pPr>
        <w:jc w:val="center"/>
        <w:rPr>
          <w:rFonts w:ascii="Times New Roman" w:hAnsi="Times New Roman"/>
          <w:lang w:val="bg-BG"/>
        </w:rPr>
      </w:pPr>
    </w:p>
    <w:p w:rsidR="005D1813" w:rsidRPr="001D2483" w:rsidRDefault="005D1813" w:rsidP="00A74095">
      <w:pPr>
        <w:spacing w:line="360"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AD43F7" w:rsidRDefault="005D1813" w:rsidP="00A74095">
      <w:pPr>
        <w:spacing w:after="120" w:line="360" w:lineRule="auto"/>
        <w:jc w:val="center"/>
        <w:rPr>
          <w:rFonts w:ascii="Times New Roman" w:hAnsi="Times New Roman"/>
          <w:b/>
          <w:lang w:val="bg-BG"/>
        </w:rPr>
      </w:pPr>
      <w:r w:rsidRPr="00AD43F7">
        <w:rPr>
          <w:rFonts w:ascii="Times New Roman" w:hAnsi="Times New Roman"/>
          <w:b/>
          <w:lang w:val="bg-BG"/>
        </w:rPr>
        <w:t>“</w:t>
      </w:r>
      <w:r w:rsidR="00A74095">
        <w:rPr>
          <w:rFonts w:ascii="Times New Roman" w:hAnsi="Times New Roman"/>
          <w:b/>
          <w:bCs/>
          <w:lang w:val="bg-BG"/>
        </w:rPr>
        <w:t>……………………………………………………………………………………………….</w:t>
      </w:r>
      <w:r w:rsidR="00AD43F7" w:rsidRPr="00AD43F7">
        <w:rPr>
          <w:rFonts w:ascii="Times New Roman" w:hAnsi="Times New Roman"/>
          <w:b/>
          <w:szCs w:val="22"/>
          <w:lang w:val="bg-BG"/>
        </w:rPr>
        <w:t>”</w:t>
      </w:r>
    </w:p>
    <w:p w:rsidR="00DC454F" w:rsidRPr="00CA7295" w:rsidRDefault="00DC454F" w:rsidP="005D1813">
      <w:pPr>
        <w:rPr>
          <w:rFonts w:ascii="Times New Roman" w:hAnsi="Times New Roman"/>
          <w:sz w:val="16"/>
          <w:szCs w:val="16"/>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DB4E5C" w:rsidRPr="000334C2" w:rsidRDefault="001C4F70" w:rsidP="00513BD6">
      <w:pPr>
        <w:numPr>
          <w:ilvl w:val="0"/>
          <w:numId w:val="3"/>
        </w:numPr>
        <w:spacing w:after="120" w:line="360" w:lineRule="auto"/>
        <w:ind w:left="0" w:firstLine="357"/>
        <w:jc w:val="both"/>
        <w:rPr>
          <w:color w:val="FF0000"/>
          <w:lang w:val="bg-BG"/>
        </w:rPr>
      </w:pPr>
      <w:r w:rsidRPr="0037080B">
        <w:rPr>
          <w:rFonts w:ascii="Times New Roman" w:hAnsi="Times New Roman"/>
          <w:lang w:val="bg-BG" w:eastAsia="bg-BG"/>
        </w:rPr>
        <w:t>Участникът, който представлявам е изпълнил следн</w:t>
      </w:r>
      <w:r w:rsidR="00DC1AD0" w:rsidRPr="0037080B">
        <w:rPr>
          <w:rFonts w:ascii="Times New Roman" w:hAnsi="Times New Roman"/>
          <w:lang w:val="bg-BG" w:eastAsia="bg-BG"/>
        </w:rPr>
        <w:t>ите</w:t>
      </w:r>
      <w:r w:rsidRPr="0037080B">
        <w:rPr>
          <w:rFonts w:ascii="Times New Roman" w:hAnsi="Times New Roman"/>
          <w:lang w:val="bg-BG" w:eastAsia="bg-BG"/>
        </w:rPr>
        <w:t xml:space="preserve"> идентичн</w:t>
      </w:r>
      <w:r w:rsidR="00DC1AD0" w:rsidRPr="0037080B">
        <w:rPr>
          <w:rFonts w:ascii="Times New Roman" w:hAnsi="Times New Roman"/>
          <w:lang w:val="bg-BG" w:eastAsia="bg-BG"/>
        </w:rPr>
        <w:t>и</w:t>
      </w:r>
      <w:r w:rsidRPr="0037080B">
        <w:rPr>
          <w:rFonts w:ascii="Times New Roman" w:hAnsi="Times New Roman"/>
          <w:lang w:val="bg-BG" w:eastAsia="bg-BG"/>
        </w:rPr>
        <w:t xml:space="preserve"> или сходн</w:t>
      </w:r>
      <w:r w:rsidR="00DC1AD0" w:rsidRPr="0037080B">
        <w:rPr>
          <w:rFonts w:ascii="Times New Roman" w:hAnsi="Times New Roman"/>
          <w:lang w:val="bg-BG" w:eastAsia="bg-BG"/>
        </w:rPr>
        <w:t>и</w:t>
      </w:r>
      <w:r w:rsidRPr="0037080B">
        <w:rPr>
          <w:rFonts w:ascii="Times New Roman" w:hAnsi="Times New Roman"/>
          <w:lang w:val="bg-BG" w:eastAsia="bg-BG"/>
        </w:rPr>
        <w:t xml:space="preserve"> с предмета на поръчката </w:t>
      </w:r>
      <w:r w:rsidR="00DC1AD0" w:rsidRPr="0037080B">
        <w:rPr>
          <w:rFonts w:ascii="Times New Roman" w:hAnsi="Times New Roman"/>
          <w:lang w:val="bg-BG" w:eastAsia="bg-BG"/>
        </w:rPr>
        <w:t>услуги</w:t>
      </w:r>
      <w:r w:rsidRPr="0037080B">
        <w:rPr>
          <w:rFonts w:ascii="Times New Roman" w:hAnsi="Times New Roman"/>
          <w:lang w:val="bg-BG" w:eastAsia="bg-BG"/>
        </w:rPr>
        <w:t>, най-много през последните</w:t>
      </w:r>
      <w:r w:rsidRPr="0037080B">
        <w:rPr>
          <w:rFonts w:ascii="Times New Roman" w:hAnsi="Times New Roman"/>
          <w:lang w:val="en-US" w:eastAsia="bg-BG"/>
        </w:rPr>
        <w:t xml:space="preserve"> </w:t>
      </w:r>
      <w:r w:rsidR="00AD0A48" w:rsidRPr="0037080B">
        <w:rPr>
          <w:rFonts w:ascii="Times New Roman" w:hAnsi="Times New Roman"/>
          <w:lang w:val="bg-BG" w:eastAsia="bg-BG"/>
        </w:rPr>
        <w:t>3</w:t>
      </w:r>
      <w:r w:rsidRPr="0037080B">
        <w:rPr>
          <w:rFonts w:ascii="Times New Roman" w:hAnsi="Times New Roman"/>
          <w:lang w:val="bg-BG" w:eastAsia="bg-BG"/>
        </w:rPr>
        <w:t xml:space="preserve"> години от датата на подаване на офертата, за </w:t>
      </w:r>
      <w:r w:rsidR="007661E7" w:rsidRPr="0037080B">
        <w:rPr>
          <w:rFonts w:ascii="Times New Roman" w:hAnsi="Times New Roman"/>
          <w:lang w:val="bg-BG" w:eastAsia="bg-BG"/>
        </w:rPr>
        <w:t>което</w:t>
      </w:r>
      <w:r w:rsidRPr="0037080B">
        <w:rPr>
          <w:rFonts w:ascii="Times New Roman" w:hAnsi="Times New Roman"/>
          <w:lang w:val="bg-BG" w:eastAsia="bg-BG"/>
        </w:rPr>
        <w:t xml:space="preserve"> разполага с </w:t>
      </w:r>
      <w:r w:rsidR="00911434" w:rsidRPr="0037080B">
        <w:rPr>
          <w:rFonts w:ascii="Times New Roman" w:hAnsi="Times New Roman"/>
          <w:lang w:val="bg-BG" w:eastAsia="bg-BG"/>
        </w:rPr>
        <w:t>доказателство</w:t>
      </w:r>
      <w:r w:rsidRPr="0037080B">
        <w:rPr>
          <w:rFonts w:ascii="Times New Roman" w:hAnsi="Times New Roman"/>
          <w:lang w:val="bg-BG" w:eastAsia="bg-BG"/>
        </w:rPr>
        <w:t xml:space="preserve"> за добро изпълнение</w:t>
      </w:r>
      <w:r w:rsidR="00DB4E5C" w:rsidRPr="0037080B">
        <w:rPr>
          <w:rFonts w:ascii="Times New Roman" w:hAnsi="Times New Roman"/>
          <w:lang w:val="bg-BG" w:eastAsia="bg-BG"/>
        </w:rPr>
        <w:t>:</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771BA6" w:rsidP="00DB4E5C">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1</w:t>
            </w: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771BA6" w:rsidP="00DB4E5C">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w:t>
            </w: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771BA6" w:rsidRDefault="00771BA6" w:rsidP="00DB4E5C">
            <w:pPr>
              <w:spacing w:before="120" w:after="120"/>
              <w:jc w:val="both"/>
              <w:rPr>
                <w:rFonts w:ascii="Times New Roman" w:eastAsia="Calibri" w:hAnsi="Times New Roman"/>
                <w:szCs w:val="22"/>
                <w:lang w:val="bg-BG" w:eastAsia="bg-BG"/>
              </w:rPr>
            </w:pPr>
            <w:r>
              <w:rPr>
                <w:rFonts w:ascii="Times New Roman" w:eastAsia="Calibri" w:hAnsi="Times New Roman"/>
                <w:szCs w:val="22"/>
                <w:lang w:val="en-US" w:eastAsia="bg-BG"/>
              </w:rPr>
              <w:t>n</w:t>
            </w: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0F77BC" w:rsidRDefault="000F77BC" w:rsidP="00F11FEC">
      <w:pPr>
        <w:spacing w:line="360" w:lineRule="auto"/>
        <w:ind w:firstLine="720"/>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0F77BC" w:rsidRDefault="00F11FEC" w:rsidP="00F11FEC">
      <w:pPr>
        <w:spacing w:line="360" w:lineRule="auto"/>
        <w:ind w:firstLine="720"/>
        <w:jc w:val="both"/>
        <w:rPr>
          <w:rFonts w:ascii="Times New Roman" w:hAnsi="Times New Roman"/>
          <w:lang w:val="bg-BG"/>
        </w:rPr>
      </w:pPr>
      <w:r w:rsidRPr="000F77BC">
        <w:rPr>
          <w:rFonts w:ascii="Times New Roman" w:hAnsi="Times New Roman"/>
          <w:lang w:val="bg-BG"/>
        </w:rPr>
        <w:t xml:space="preserve">Декларирам, че при поискване от страна на Възложителя, ще бъдат представени документи и други форми на доказателства във връзка с декларираните обстоятелства. </w:t>
      </w: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916E6" w:rsidRPr="00A74095" w:rsidRDefault="00A74095" w:rsidP="00F916E6">
      <w:pPr>
        <w:jc w:val="both"/>
        <w:rPr>
          <w:rFonts w:ascii="Times New Roman" w:hAnsi="Times New Roman"/>
          <w:lang w:val="bg-BG"/>
        </w:rPr>
      </w:pPr>
      <w:r w:rsidRPr="00A74095">
        <w:rPr>
          <w:rFonts w:ascii="Times New Roman" w:hAnsi="Times New Roman"/>
          <w:bCs/>
          <w:lang w:val="bg-BG"/>
        </w:rPr>
        <w:t>Забележка</w:t>
      </w:r>
      <w:r w:rsidRPr="00A74095">
        <w:rPr>
          <w:rFonts w:ascii="Times New Roman" w:hAnsi="Times New Roman"/>
          <w:lang w:val="bg-BG"/>
        </w:rPr>
        <w:t>: Декларацията се подава от едно от лицата, които могат самостоятелно да представляват Участника</w:t>
      </w:r>
      <w:r w:rsidR="00F916E6" w:rsidRPr="00A74095">
        <w:rPr>
          <w:rFonts w:ascii="Times New Roman" w:hAnsi="Times New Roman"/>
          <w:lang w:val="bg-BG"/>
        </w:rPr>
        <w:t>.</w:t>
      </w:r>
    </w:p>
    <w:p w:rsidR="00F11FEC" w:rsidRPr="0037674C" w:rsidRDefault="00F11FEC" w:rsidP="00F916E6">
      <w:pPr>
        <w:spacing w:line="360" w:lineRule="auto"/>
        <w:jc w:val="both"/>
        <w:rPr>
          <w:lang w:val="bg-BG"/>
        </w:rPr>
      </w:pPr>
    </w:p>
    <w:sectPr w:rsidR="00F11FEC" w:rsidRPr="0037674C" w:rsidSect="00771BA6">
      <w:pgSz w:w="11906" w:h="16838" w:code="9"/>
      <w:pgMar w:top="709" w:right="851" w:bottom="568"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0E9" w:rsidRDefault="002700E9">
      <w:r>
        <w:separator/>
      </w:r>
    </w:p>
  </w:endnote>
  <w:endnote w:type="continuationSeparator" w:id="0">
    <w:p w:rsidR="002700E9" w:rsidRDefault="002700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0E9" w:rsidRDefault="002700E9">
      <w:r>
        <w:separator/>
      </w:r>
    </w:p>
  </w:footnote>
  <w:footnote w:type="continuationSeparator" w:id="0">
    <w:p w:rsidR="002700E9" w:rsidRDefault="002700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857A415C"/>
    <w:lvl w:ilvl="0" w:tplc="DDCC95D4">
      <w:start w:val="1"/>
      <w:numFmt w:val="decimal"/>
      <w:lvlText w:val="%1."/>
      <w:lvlJc w:val="left"/>
      <w:pPr>
        <w:ind w:left="360" w:hanging="360"/>
      </w:pPr>
      <w:rPr>
        <w:rFonts w:ascii="Times New Roman" w:hAnsi="Times New Roman" w:hint="default"/>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E420D2"/>
    <w:rsid w:val="00000BA1"/>
    <w:rsid w:val="0000202D"/>
    <w:rsid w:val="00005C62"/>
    <w:rsid w:val="000121CE"/>
    <w:rsid w:val="00014726"/>
    <w:rsid w:val="000334C2"/>
    <w:rsid w:val="00035E9A"/>
    <w:rsid w:val="00036A9C"/>
    <w:rsid w:val="00045E62"/>
    <w:rsid w:val="00047F8B"/>
    <w:rsid w:val="000672AB"/>
    <w:rsid w:val="00096A17"/>
    <w:rsid w:val="000B2EF5"/>
    <w:rsid w:val="000E777D"/>
    <w:rsid w:val="000F1274"/>
    <w:rsid w:val="000F713E"/>
    <w:rsid w:val="000F77BC"/>
    <w:rsid w:val="00104A77"/>
    <w:rsid w:val="00120C28"/>
    <w:rsid w:val="001241A9"/>
    <w:rsid w:val="00143683"/>
    <w:rsid w:val="001526BB"/>
    <w:rsid w:val="0015504D"/>
    <w:rsid w:val="00155102"/>
    <w:rsid w:val="00164155"/>
    <w:rsid w:val="00185C47"/>
    <w:rsid w:val="001A2CA2"/>
    <w:rsid w:val="001B06B4"/>
    <w:rsid w:val="001C43DF"/>
    <w:rsid w:val="001C4F70"/>
    <w:rsid w:val="001D2483"/>
    <w:rsid w:val="002279E7"/>
    <w:rsid w:val="00236551"/>
    <w:rsid w:val="00242984"/>
    <w:rsid w:val="00255B41"/>
    <w:rsid w:val="00260F52"/>
    <w:rsid w:val="00263E97"/>
    <w:rsid w:val="002700E9"/>
    <w:rsid w:val="00274B49"/>
    <w:rsid w:val="00276776"/>
    <w:rsid w:val="002A1711"/>
    <w:rsid w:val="002C1944"/>
    <w:rsid w:val="002C3E35"/>
    <w:rsid w:val="002C424A"/>
    <w:rsid w:val="002D38C2"/>
    <w:rsid w:val="002D5CB3"/>
    <w:rsid w:val="002E0FD6"/>
    <w:rsid w:val="002F7715"/>
    <w:rsid w:val="002F7D19"/>
    <w:rsid w:val="003321F0"/>
    <w:rsid w:val="003347FB"/>
    <w:rsid w:val="00347087"/>
    <w:rsid w:val="0037080B"/>
    <w:rsid w:val="0037674C"/>
    <w:rsid w:val="003A3E78"/>
    <w:rsid w:val="003B3DC5"/>
    <w:rsid w:val="003B53B2"/>
    <w:rsid w:val="004027FD"/>
    <w:rsid w:val="0041575E"/>
    <w:rsid w:val="00465CC8"/>
    <w:rsid w:val="004666F5"/>
    <w:rsid w:val="0047085E"/>
    <w:rsid w:val="004B0757"/>
    <w:rsid w:val="004B1680"/>
    <w:rsid w:val="004B28FD"/>
    <w:rsid w:val="004E35C4"/>
    <w:rsid w:val="005131AB"/>
    <w:rsid w:val="00513BD6"/>
    <w:rsid w:val="00535270"/>
    <w:rsid w:val="00537694"/>
    <w:rsid w:val="0057360D"/>
    <w:rsid w:val="00575C67"/>
    <w:rsid w:val="005864F8"/>
    <w:rsid w:val="005A05C2"/>
    <w:rsid w:val="005A0B91"/>
    <w:rsid w:val="005A0BA6"/>
    <w:rsid w:val="005D1813"/>
    <w:rsid w:val="005D6658"/>
    <w:rsid w:val="005F0CF8"/>
    <w:rsid w:val="005F33B1"/>
    <w:rsid w:val="00606604"/>
    <w:rsid w:val="0062424A"/>
    <w:rsid w:val="006413B8"/>
    <w:rsid w:val="006541C5"/>
    <w:rsid w:val="00662751"/>
    <w:rsid w:val="00690973"/>
    <w:rsid w:val="00694B3C"/>
    <w:rsid w:val="006B2165"/>
    <w:rsid w:val="006C70BC"/>
    <w:rsid w:val="006D1D2D"/>
    <w:rsid w:val="006E3400"/>
    <w:rsid w:val="006E7757"/>
    <w:rsid w:val="007137EA"/>
    <w:rsid w:val="00726629"/>
    <w:rsid w:val="00744622"/>
    <w:rsid w:val="00745549"/>
    <w:rsid w:val="007515DB"/>
    <w:rsid w:val="007661E7"/>
    <w:rsid w:val="00771BA6"/>
    <w:rsid w:val="00780BCD"/>
    <w:rsid w:val="007A69A8"/>
    <w:rsid w:val="007A6AB4"/>
    <w:rsid w:val="007B4429"/>
    <w:rsid w:val="007B4DB7"/>
    <w:rsid w:val="007C6CC5"/>
    <w:rsid w:val="007F230F"/>
    <w:rsid w:val="008061D2"/>
    <w:rsid w:val="00812968"/>
    <w:rsid w:val="00813C3E"/>
    <w:rsid w:val="00824AB0"/>
    <w:rsid w:val="00827223"/>
    <w:rsid w:val="00854D9C"/>
    <w:rsid w:val="0086108D"/>
    <w:rsid w:val="00863E88"/>
    <w:rsid w:val="00872198"/>
    <w:rsid w:val="00884CB5"/>
    <w:rsid w:val="008D4464"/>
    <w:rsid w:val="008F033B"/>
    <w:rsid w:val="00911434"/>
    <w:rsid w:val="00915C68"/>
    <w:rsid w:val="0092704E"/>
    <w:rsid w:val="00940DD8"/>
    <w:rsid w:val="00941DAD"/>
    <w:rsid w:val="009661E2"/>
    <w:rsid w:val="009D4D9C"/>
    <w:rsid w:val="00A27A89"/>
    <w:rsid w:val="00A35CFD"/>
    <w:rsid w:val="00A54A97"/>
    <w:rsid w:val="00A568C8"/>
    <w:rsid w:val="00A61C54"/>
    <w:rsid w:val="00A6468F"/>
    <w:rsid w:val="00A6505F"/>
    <w:rsid w:val="00A74095"/>
    <w:rsid w:val="00AB3CD1"/>
    <w:rsid w:val="00AD0A48"/>
    <w:rsid w:val="00AD20B6"/>
    <w:rsid w:val="00AD43F7"/>
    <w:rsid w:val="00AD4E33"/>
    <w:rsid w:val="00AE345B"/>
    <w:rsid w:val="00AF6EBF"/>
    <w:rsid w:val="00B04EEB"/>
    <w:rsid w:val="00B13DF4"/>
    <w:rsid w:val="00B2271E"/>
    <w:rsid w:val="00B26970"/>
    <w:rsid w:val="00B372C4"/>
    <w:rsid w:val="00B4726C"/>
    <w:rsid w:val="00B63A4A"/>
    <w:rsid w:val="00B64FE0"/>
    <w:rsid w:val="00B747E0"/>
    <w:rsid w:val="00B8617B"/>
    <w:rsid w:val="00B948CD"/>
    <w:rsid w:val="00BA4FBB"/>
    <w:rsid w:val="00BA552E"/>
    <w:rsid w:val="00BB480B"/>
    <w:rsid w:val="00BD0814"/>
    <w:rsid w:val="00BF1F68"/>
    <w:rsid w:val="00BF225D"/>
    <w:rsid w:val="00C127DF"/>
    <w:rsid w:val="00C33C96"/>
    <w:rsid w:val="00C5458E"/>
    <w:rsid w:val="00C649BA"/>
    <w:rsid w:val="00C64FCB"/>
    <w:rsid w:val="00C90AF1"/>
    <w:rsid w:val="00C93F38"/>
    <w:rsid w:val="00C96DC2"/>
    <w:rsid w:val="00CA3A57"/>
    <w:rsid w:val="00CA7295"/>
    <w:rsid w:val="00CD359F"/>
    <w:rsid w:val="00CE520A"/>
    <w:rsid w:val="00CF5A5C"/>
    <w:rsid w:val="00D17365"/>
    <w:rsid w:val="00D23419"/>
    <w:rsid w:val="00D24740"/>
    <w:rsid w:val="00D32E1C"/>
    <w:rsid w:val="00D46464"/>
    <w:rsid w:val="00D63D5A"/>
    <w:rsid w:val="00D7085A"/>
    <w:rsid w:val="00D97CB8"/>
    <w:rsid w:val="00DB4E5C"/>
    <w:rsid w:val="00DB67F6"/>
    <w:rsid w:val="00DC079E"/>
    <w:rsid w:val="00DC1AD0"/>
    <w:rsid w:val="00DC454F"/>
    <w:rsid w:val="00DF4B90"/>
    <w:rsid w:val="00E40A15"/>
    <w:rsid w:val="00E420D2"/>
    <w:rsid w:val="00E45F98"/>
    <w:rsid w:val="00E7030E"/>
    <w:rsid w:val="00E70E71"/>
    <w:rsid w:val="00E72906"/>
    <w:rsid w:val="00EB0810"/>
    <w:rsid w:val="00ED229C"/>
    <w:rsid w:val="00EE1EBE"/>
    <w:rsid w:val="00EE3C7E"/>
    <w:rsid w:val="00EE6FFE"/>
    <w:rsid w:val="00F11FEC"/>
    <w:rsid w:val="00F2353D"/>
    <w:rsid w:val="00F413C7"/>
    <w:rsid w:val="00F548CC"/>
    <w:rsid w:val="00F626B5"/>
    <w:rsid w:val="00F70F47"/>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711"/>
    <w:rPr>
      <w:rFonts w:ascii="Arial" w:hAnsi="Arial"/>
      <w:sz w:val="24"/>
      <w:szCs w:val="24"/>
      <w:lang w:val="en-GB" w:eastAsia="en-US"/>
    </w:rPr>
  </w:style>
  <w:style w:type="paragraph" w:styleId="Heading1">
    <w:name w:val="heading 1"/>
    <w:basedOn w:val="Normal"/>
    <w:next w:val="Normal"/>
    <w:qFormat/>
    <w:rsid w:val="002A1711"/>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2A1711"/>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2A1711"/>
    <w:pPr>
      <w:ind w:left="630"/>
    </w:pPr>
    <w:rPr>
      <w:rFonts w:ascii="Times New Roman" w:hAnsi="Times New Roman"/>
      <w:szCs w:val="20"/>
      <w:lang w:val="en-US"/>
    </w:rPr>
  </w:style>
  <w:style w:type="paragraph" w:customStyle="1" w:styleId="31">
    <w:name w:val="3 1"/>
    <w:rsid w:val="002A1711"/>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2A1711"/>
    <w:pPr>
      <w:jc w:val="center"/>
    </w:pPr>
    <w:rPr>
      <w:rFonts w:ascii="Times New Roman" w:hAnsi="Times New Roman"/>
      <w:b/>
      <w:bCs/>
      <w:sz w:val="28"/>
    </w:rPr>
  </w:style>
  <w:style w:type="paragraph" w:styleId="BodyText">
    <w:name w:val="Body Text"/>
    <w:basedOn w:val="Normal"/>
    <w:link w:val="BodyTextChar"/>
    <w:rsid w:val="002A1711"/>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pahaidutov\Desktop\&#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56</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pahaidutov</dc:creator>
  <cp:lastModifiedBy>mvmarinova1</cp:lastModifiedBy>
  <cp:revision>16</cp:revision>
  <cp:lastPrinted>2016-07-13T12:44:00Z</cp:lastPrinted>
  <dcterms:created xsi:type="dcterms:W3CDTF">2016-06-22T07:50:00Z</dcterms:created>
  <dcterms:modified xsi:type="dcterms:W3CDTF">2018-06-11T08:21:00Z</dcterms:modified>
</cp:coreProperties>
</file>