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00164232" w:rsidRPr="00164232">
        <w:rPr>
          <w:rFonts w:ascii="Times New Roman" w:hAnsi="Times New Roman"/>
          <w:b/>
          <w:bCs/>
          <w:lang w:val="bg-BG"/>
        </w:rPr>
        <w:t xml:space="preserve">Реконструкция на електрозахранването, управлението и тръбната </w:t>
      </w:r>
      <w:proofErr w:type="spellStart"/>
      <w:r w:rsidR="00164232" w:rsidRPr="00164232">
        <w:rPr>
          <w:rFonts w:ascii="Times New Roman" w:hAnsi="Times New Roman"/>
          <w:b/>
          <w:bCs/>
          <w:lang w:val="bg-BG"/>
        </w:rPr>
        <w:t>обвязка</w:t>
      </w:r>
      <w:proofErr w:type="spellEnd"/>
      <w:r w:rsidR="00164232" w:rsidRPr="00164232">
        <w:rPr>
          <w:rFonts w:ascii="Times New Roman" w:hAnsi="Times New Roman"/>
          <w:b/>
          <w:bCs/>
          <w:lang w:val="bg-BG"/>
        </w:rPr>
        <w:t xml:space="preserve"> по техническа вода група А на автономните </w:t>
      </w:r>
      <w:proofErr w:type="spellStart"/>
      <w:r w:rsidR="00164232" w:rsidRPr="00164232">
        <w:rPr>
          <w:rFonts w:ascii="Times New Roman" w:hAnsi="Times New Roman"/>
          <w:b/>
          <w:bCs/>
          <w:lang w:val="bg-BG"/>
        </w:rPr>
        <w:t>кондицион</w:t>
      </w:r>
      <w:r w:rsidR="00C44C3A">
        <w:rPr>
          <w:rFonts w:ascii="Times New Roman" w:hAnsi="Times New Roman"/>
          <w:b/>
          <w:bCs/>
          <w:lang w:val="bg-BG"/>
        </w:rPr>
        <w:t>ери</w:t>
      </w:r>
      <w:proofErr w:type="spellEnd"/>
      <w:r w:rsidR="00C44C3A">
        <w:rPr>
          <w:rFonts w:ascii="Times New Roman" w:hAnsi="Times New Roman"/>
          <w:b/>
          <w:bCs/>
          <w:lang w:val="bg-BG"/>
        </w:rPr>
        <w:t xml:space="preserve"> 5,6 UW19,29,39D11,D12 </w:t>
      </w:r>
      <w:r w:rsidR="00164232" w:rsidRPr="00164232">
        <w:rPr>
          <w:rFonts w:ascii="Times New Roman" w:hAnsi="Times New Roman"/>
          <w:b/>
          <w:bCs/>
          <w:lang w:val="bg-BG"/>
        </w:rPr>
        <w:t>на 5</w:t>
      </w:r>
      <w:r w:rsidR="00C44C3A">
        <w:rPr>
          <w:rFonts w:ascii="Times New Roman" w:hAnsi="Times New Roman"/>
          <w:b/>
          <w:bCs/>
          <w:lang w:val="bg-BG"/>
        </w:rPr>
        <w:t xml:space="preserve"> и </w:t>
      </w:r>
      <w:r w:rsidR="00164232" w:rsidRPr="00164232">
        <w:rPr>
          <w:rFonts w:ascii="Times New Roman" w:hAnsi="Times New Roman"/>
          <w:b/>
          <w:bCs/>
          <w:lang w:val="bg-BG"/>
        </w:rPr>
        <w:t xml:space="preserve">6 </w:t>
      </w:r>
      <w:r w:rsidR="00FB0730">
        <w:rPr>
          <w:rFonts w:ascii="Times New Roman" w:hAnsi="Times New Roman"/>
          <w:b/>
          <w:bCs/>
          <w:lang w:val="bg-BG"/>
        </w:rPr>
        <w:t>блок</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A615B5">
        <w:rPr>
          <w:rFonts w:ascii="Times New Roman" w:hAnsi="Times New Roman"/>
          <w:szCs w:val="22"/>
          <w:lang w:val="bg-BG"/>
        </w:rPr>
        <w:t>6 месеца, считано от крайния срок за подаване на офертите</w:t>
      </w:r>
      <w:r w:rsidR="008E52B0" w:rsidRPr="00BE7C40">
        <w:rPr>
          <w:rFonts w:ascii="Times New Roman" w:hAnsi="Times New Roman"/>
          <w:szCs w:val="22"/>
          <w:lang w:val="bg-BG"/>
        </w:rPr>
        <w:t>.</w:t>
      </w:r>
    </w:p>
    <w:p w:rsidR="008E52B0" w:rsidRPr="00587E23"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587E23">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587E23">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587E23"/>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4232"/>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5D34"/>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23"/>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3EB6"/>
    <w:rsid w:val="00807B85"/>
    <w:rsid w:val="0081734A"/>
    <w:rsid w:val="0082063C"/>
    <w:rsid w:val="00821E7C"/>
    <w:rsid w:val="008223D7"/>
    <w:rsid w:val="00824918"/>
    <w:rsid w:val="0082753C"/>
    <w:rsid w:val="008408ED"/>
    <w:rsid w:val="0085020F"/>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5B5"/>
    <w:rsid w:val="00A6276C"/>
    <w:rsid w:val="00A77857"/>
    <w:rsid w:val="00A841D3"/>
    <w:rsid w:val="00A858C5"/>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6A0"/>
    <w:rsid w:val="00BE7C40"/>
    <w:rsid w:val="00BF5261"/>
    <w:rsid w:val="00C12228"/>
    <w:rsid w:val="00C36DE8"/>
    <w:rsid w:val="00C44C3A"/>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749F0"/>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0730"/>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egolemanov\&#1044;&#1086;&#1082;&#1091;&#1084;&#1077;&#1085;&#1090;&#1072;&#1094;&#1080;&#1103;\&#1055;&#1091;&#1073;&#1083;&#1080;&#1095;&#1085;&#1086;%20&#1089;&#1098;&#1089;&#1090;&#1077;&#1079;&#1072;&#1085;&#1080;&#1077;\&#1057;&#1052;&#1056;-&#1055;&#1086;&#1076;&#1084;&#1103;&#1085;&#1072;%20&#1085;&#1072;%20&#1091;&#1095;&#1072;&#1089;&#1090;&#1098;&#1082;%20&#1086;&#1090;%20&#1090;&#1088;&#1098;&#1073;&#1086;&#1087;&#1088;&#1086;&#1074;&#1086;&#1076;%20VB%20&#1086;&#1090;%20CK%20&#1082;&#1098;&#1084;%20&#1062;&#1055;&#1057;%20&#1089;%20&#1076;&#1098;&#1083;&#1078;&#1080;&#1085;&#1072;%20216%20&#1084;\&#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6</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aegolemanov</dc:creator>
  <cp:lastModifiedBy>tiyordanov</cp:lastModifiedBy>
  <cp:revision>6</cp:revision>
  <cp:lastPrinted>2016-08-23T05:32:00Z</cp:lastPrinted>
  <dcterms:created xsi:type="dcterms:W3CDTF">2016-11-25T10:02:00Z</dcterms:created>
  <dcterms:modified xsi:type="dcterms:W3CDTF">2018-06-08T05:31:00Z</dcterms:modified>
</cp:coreProperties>
</file>