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D7410A" w:rsidRPr="002C2ABB" w:rsidRDefault="00D7410A" w:rsidP="00D7410A">
            <w:pPr>
              <w:pStyle w:val="BodyText"/>
              <w:widowControl w:val="0"/>
              <w:ind w:left="-23"/>
              <w:jc w:val="left"/>
              <w:rPr>
                <w:b/>
                <w:bCs/>
                <w:lang w:val="ru-RU"/>
              </w:rPr>
            </w:pPr>
            <w:r w:rsidRPr="000103DB">
              <w:rPr>
                <w:b/>
              </w:rPr>
              <w:t xml:space="preserve">„Доставка на </w:t>
            </w:r>
            <w:proofErr w:type="spellStart"/>
            <w:r w:rsidRPr="000103DB">
              <w:rPr>
                <w:b/>
              </w:rPr>
              <w:t>дюаров</w:t>
            </w:r>
            <w:proofErr w:type="spellEnd"/>
            <w:r w:rsidRPr="000103DB">
              <w:rPr>
                <w:b/>
              </w:rPr>
              <w:t xml:space="preserve"> съд с комбинирано охлаждане за полупроводников детектор на гама спектрометрични систем</w:t>
            </w:r>
            <w:r w:rsidR="00AD116C">
              <w:rPr>
                <w:b/>
              </w:rPr>
              <w:t>и</w:t>
            </w:r>
            <w:r w:rsidRPr="000103DB">
              <w:rPr>
                <w:b/>
              </w:rPr>
              <w:t>”</w:t>
            </w:r>
          </w:p>
          <w:p w:rsidR="00F345EC" w:rsidRPr="001C2DBC" w:rsidRDefault="00F345EC" w:rsidP="004C5CAE">
            <w:pPr>
              <w:pStyle w:val="BodyText"/>
              <w:ind w:left="252"/>
              <w:jc w:val="left"/>
              <w:rPr>
                <w:b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7410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410A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9C8" w:rsidRDefault="00AE09C8">
      <w:r>
        <w:separator/>
      </w:r>
    </w:p>
  </w:endnote>
  <w:endnote w:type="continuationSeparator" w:id="0">
    <w:p w:rsidR="00AE09C8" w:rsidRDefault="00AE0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9C8" w:rsidRDefault="00AE09C8">
      <w:r>
        <w:separator/>
      </w:r>
    </w:p>
  </w:footnote>
  <w:footnote w:type="continuationSeparator" w:id="0">
    <w:p w:rsidR="00AE09C8" w:rsidRDefault="00AE09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2DBC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21E1B"/>
    <w:rsid w:val="0033186C"/>
    <w:rsid w:val="00351EA0"/>
    <w:rsid w:val="00387995"/>
    <w:rsid w:val="00397FAB"/>
    <w:rsid w:val="003A4E99"/>
    <w:rsid w:val="003C2DBB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4C5CAE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37F82"/>
    <w:rsid w:val="00740C38"/>
    <w:rsid w:val="0074733E"/>
    <w:rsid w:val="007501CA"/>
    <w:rsid w:val="00786C5F"/>
    <w:rsid w:val="00790698"/>
    <w:rsid w:val="007A4D65"/>
    <w:rsid w:val="007E59AE"/>
    <w:rsid w:val="007F7D51"/>
    <w:rsid w:val="008117BF"/>
    <w:rsid w:val="00855E76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D116C"/>
    <w:rsid w:val="00AE09C8"/>
    <w:rsid w:val="00AE1C4B"/>
    <w:rsid w:val="00AE1F32"/>
    <w:rsid w:val="00AE5380"/>
    <w:rsid w:val="00AF04BC"/>
    <w:rsid w:val="00B16947"/>
    <w:rsid w:val="00B24982"/>
    <w:rsid w:val="00B40729"/>
    <w:rsid w:val="00B74181"/>
    <w:rsid w:val="00B9318F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0668D"/>
    <w:rsid w:val="00D06C1B"/>
    <w:rsid w:val="00D37FAB"/>
    <w:rsid w:val="00D61274"/>
    <w:rsid w:val="00D67A3A"/>
    <w:rsid w:val="00D7410A"/>
    <w:rsid w:val="00D7649C"/>
    <w:rsid w:val="00D8186F"/>
    <w:rsid w:val="00D8338F"/>
    <w:rsid w:val="00D87F94"/>
    <w:rsid w:val="00D93C91"/>
    <w:rsid w:val="00DA3A58"/>
    <w:rsid w:val="00DB22A4"/>
    <w:rsid w:val="00DC5223"/>
    <w:rsid w:val="00DD0B8E"/>
    <w:rsid w:val="00DD3017"/>
    <w:rsid w:val="00E01BD7"/>
    <w:rsid w:val="00E142D9"/>
    <w:rsid w:val="00E25C92"/>
    <w:rsid w:val="00E43072"/>
    <w:rsid w:val="00E463F0"/>
    <w:rsid w:val="00E67575"/>
    <w:rsid w:val="00E8306F"/>
    <w:rsid w:val="00ED3216"/>
    <w:rsid w:val="00EE4400"/>
    <w:rsid w:val="00F345EC"/>
    <w:rsid w:val="00F35B65"/>
    <w:rsid w:val="00F453B8"/>
    <w:rsid w:val="00FA33C5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anmomchilova</cp:lastModifiedBy>
  <cp:revision>7</cp:revision>
  <cp:lastPrinted>2019-03-20T06:20:00Z</cp:lastPrinted>
  <dcterms:created xsi:type="dcterms:W3CDTF">2018-10-22T06:23:00Z</dcterms:created>
  <dcterms:modified xsi:type="dcterms:W3CDTF">2019-03-20T06:20:00Z</dcterms:modified>
</cp:coreProperties>
</file>