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955CC5" w:rsidRDefault="00955CC5" w:rsidP="00F56977">
      <w:pPr>
        <w:pStyle w:val="BodyText"/>
        <w:jc w:val="center"/>
        <w:rPr>
          <w:b/>
          <w:bCs/>
        </w:rPr>
      </w:pPr>
    </w:p>
    <w:p w:rsidR="00955CC5" w:rsidRDefault="00955CC5" w:rsidP="00F56977">
      <w:pPr>
        <w:pStyle w:val="BodyText"/>
        <w:jc w:val="center"/>
        <w:rPr>
          <w:b/>
          <w:bCs/>
        </w:rPr>
      </w:pPr>
    </w:p>
    <w:p w:rsidR="008C5784" w:rsidRPr="00A049E6" w:rsidRDefault="008C5784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0F46F1">
        <w:rPr>
          <w:rFonts w:ascii="Times New Roman" w:hAnsi="Times New Roman"/>
          <w:b/>
          <w:lang w:val="bg-BG"/>
        </w:rPr>
        <w:t xml:space="preserve">Доставка </w:t>
      </w:r>
      <w:proofErr w:type="gramStart"/>
      <w:r w:rsidR="000F46F1">
        <w:rPr>
          <w:rFonts w:ascii="Times New Roman" w:hAnsi="Times New Roman"/>
          <w:b/>
          <w:lang w:val="bg-BG"/>
        </w:rPr>
        <w:t>на</w:t>
      </w:r>
      <w:proofErr w:type="gramEnd"/>
      <w:r w:rsidR="000F46F1">
        <w:rPr>
          <w:rFonts w:ascii="Times New Roman" w:hAnsi="Times New Roman"/>
          <w:b/>
          <w:lang w:val="bg-BG"/>
        </w:rPr>
        <w:t xml:space="preserve"> </w:t>
      </w:r>
      <w:r w:rsidR="00015DBE">
        <w:rPr>
          <w:rFonts w:ascii="Times New Roman" w:hAnsi="Times New Roman"/>
          <w:b/>
          <w:lang w:val="bg-BG"/>
        </w:rPr>
        <w:t xml:space="preserve">камера за инфрачервена </w:t>
      </w:r>
      <w:proofErr w:type="spellStart"/>
      <w:r w:rsidR="00015DBE">
        <w:rPr>
          <w:rFonts w:ascii="Times New Roman" w:hAnsi="Times New Roman"/>
          <w:b/>
          <w:lang w:val="bg-BG"/>
        </w:rPr>
        <w:t>термовизия</w:t>
      </w:r>
      <w:proofErr w:type="spellEnd"/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</w:t>
      </w:r>
      <w:r w:rsidR="00D73EF8">
        <w:rPr>
          <w:rFonts w:ascii="Times New Roman" w:hAnsi="Times New Roman"/>
          <w:lang w:val="bg-BG"/>
        </w:rPr>
        <w:t>ото задание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EF7280">
        <w:rPr>
          <w:rFonts w:ascii="Times New Roman" w:hAnsi="Times New Roman"/>
          <w:lang w:val="ru-RU"/>
        </w:rPr>
        <w:t>обществени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поръчки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</w:t>
      </w:r>
      <w:r w:rsidR="00D73EF8">
        <w:rPr>
          <w:rFonts w:ascii="Times New Roman" w:hAnsi="Times New Roman"/>
          <w:lang w:val="ru-RU"/>
        </w:rPr>
        <w:t>участника</w:t>
      </w:r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съответствие</w:t>
      </w:r>
      <w:proofErr w:type="spellEnd"/>
      <w:r w:rsidR="00EF7280">
        <w:rPr>
          <w:rFonts w:ascii="Times New Roman" w:hAnsi="Times New Roman"/>
          <w:lang w:val="ru-RU"/>
        </w:rPr>
        <w:t xml:space="preserve"> с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>
        <w:rPr>
          <w:rFonts w:ascii="Times New Roman" w:hAnsi="Times New Roman"/>
          <w:lang w:val="ru-RU"/>
        </w:rPr>
        <w:t>условията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EF7280">
        <w:rPr>
          <w:rFonts w:ascii="Times New Roman" w:hAnsi="Times New Roman"/>
          <w:lang w:val="ru-RU"/>
        </w:rPr>
        <w:t xml:space="preserve">, а </w:t>
      </w:r>
      <w:proofErr w:type="spellStart"/>
      <w:r w:rsidR="00EF7280">
        <w:rPr>
          <w:rFonts w:ascii="Times New Roman" w:hAnsi="Times New Roman"/>
          <w:lang w:val="ru-RU"/>
        </w:rPr>
        <w:t>когато</w:t>
      </w:r>
      <w:proofErr w:type="spellEnd"/>
      <w:r w:rsidR="00EF7280">
        <w:rPr>
          <w:rFonts w:ascii="Times New Roman" w:hAnsi="Times New Roman"/>
          <w:lang w:val="ru-RU"/>
        </w:rPr>
        <w:t xml:space="preserve"> е </w:t>
      </w:r>
      <w:proofErr w:type="spellStart"/>
      <w:r w:rsidR="00EF7280">
        <w:rPr>
          <w:rFonts w:ascii="Times New Roman" w:hAnsi="Times New Roman"/>
          <w:lang w:val="ru-RU"/>
        </w:rPr>
        <w:t>приложимо</w:t>
      </w:r>
      <w:proofErr w:type="spellEnd"/>
      <w:r w:rsidR="00EF7280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от </w:t>
      </w:r>
      <w:proofErr w:type="spellStart"/>
      <w:r w:rsidR="00EF7280">
        <w:rPr>
          <w:rFonts w:ascii="Times New Roman" w:hAnsi="Times New Roman"/>
          <w:lang w:val="ru-RU"/>
        </w:rPr>
        <w:t>участниците</w:t>
      </w:r>
      <w:proofErr w:type="spellEnd"/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обединението</w:t>
      </w:r>
      <w:proofErr w:type="spellEnd"/>
      <w:r w:rsidR="00EF7280">
        <w:rPr>
          <w:rFonts w:ascii="Times New Roman" w:hAnsi="Times New Roman"/>
          <w:lang w:val="ru-RU"/>
        </w:rPr>
        <w:t xml:space="preserve">, </w:t>
      </w:r>
      <w:proofErr w:type="spellStart"/>
      <w:r w:rsidR="00EF7280">
        <w:rPr>
          <w:rFonts w:ascii="Times New Roman" w:hAnsi="Times New Roman"/>
          <w:lang w:val="ru-RU"/>
        </w:rPr>
        <w:t>което</w:t>
      </w:r>
      <w:proofErr w:type="spellEnd"/>
      <w:r w:rsidR="00EF7280">
        <w:rPr>
          <w:rFonts w:ascii="Times New Roman" w:hAnsi="Times New Roman"/>
          <w:lang w:val="ru-RU"/>
        </w:rPr>
        <w:t xml:space="preserve"> не е </w:t>
      </w:r>
      <w:proofErr w:type="spellStart"/>
      <w:r w:rsidR="00EF7280">
        <w:rPr>
          <w:rFonts w:ascii="Times New Roman" w:hAnsi="Times New Roman"/>
          <w:lang w:val="ru-RU"/>
        </w:rPr>
        <w:t>юридическо</w:t>
      </w:r>
      <w:proofErr w:type="spellEnd"/>
      <w:r w:rsidR="00EF7280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подизпълнител</w:t>
      </w:r>
      <w:proofErr w:type="spellEnd"/>
      <w:r w:rsidR="00EF7280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>
        <w:rPr>
          <w:rFonts w:ascii="Times New Roman" w:hAnsi="Times New Roman"/>
          <w:lang w:val="ru-RU"/>
        </w:rPr>
        <w:t>чиито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ресурси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ще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бъдат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ангажир</w:t>
      </w:r>
      <w:r w:rsidR="00773A7D">
        <w:rPr>
          <w:rFonts w:ascii="Times New Roman" w:hAnsi="Times New Roman"/>
          <w:lang w:val="ru-RU"/>
        </w:rPr>
        <w:t>ани</w:t>
      </w:r>
      <w:proofErr w:type="spellEnd"/>
      <w:r w:rsidR="00773A7D">
        <w:rPr>
          <w:rFonts w:ascii="Times New Roman" w:hAnsi="Times New Roman"/>
          <w:lang w:val="ru-RU"/>
        </w:rPr>
        <w:t xml:space="preserve"> в </w:t>
      </w:r>
      <w:proofErr w:type="spellStart"/>
      <w:r w:rsidR="00773A7D">
        <w:rPr>
          <w:rFonts w:ascii="Times New Roman" w:hAnsi="Times New Roman"/>
          <w:lang w:val="ru-RU"/>
        </w:rPr>
        <w:t>изпълнението</w:t>
      </w:r>
      <w:proofErr w:type="spellEnd"/>
      <w:r w:rsidR="00773A7D">
        <w:rPr>
          <w:rFonts w:ascii="Times New Roman" w:hAnsi="Times New Roman"/>
          <w:lang w:val="ru-RU"/>
        </w:rPr>
        <w:t xml:space="preserve"> на </w:t>
      </w:r>
      <w:proofErr w:type="spellStart"/>
      <w:r w:rsidR="00773A7D">
        <w:rPr>
          <w:rFonts w:ascii="Times New Roman" w:hAnsi="Times New Roman"/>
          <w:lang w:val="ru-RU"/>
        </w:rPr>
        <w:t>поръчката</w:t>
      </w:r>
      <w:proofErr w:type="spellEnd"/>
      <w:r w:rsidR="00773A7D">
        <w:rPr>
          <w:rFonts w:ascii="Times New Roman" w:hAnsi="Times New Roman"/>
          <w:lang w:val="ru-RU"/>
        </w:rPr>
        <w:t>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5678F6" w:rsidRPr="00B90B6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B90B6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B90B66">
        <w:rPr>
          <w:rFonts w:ascii="Times New Roman" w:hAnsi="Times New Roman"/>
          <w:b/>
          <w:color w:val="000000"/>
          <w:lang w:val="bg-BG"/>
        </w:rPr>
        <w:t>Техническо предложение</w:t>
      </w:r>
    </w:p>
    <w:p w:rsidR="00991392" w:rsidRPr="00B90B66" w:rsidRDefault="00991392" w:rsidP="00991392">
      <w:pPr>
        <w:jc w:val="both"/>
        <w:rPr>
          <w:rFonts w:ascii="Times New Roman" w:hAnsi="Times New Roman"/>
          <w:lang w:val="bg-BG"/>
        </w:rPr>
      </w:pPr>
      <w:r w:rsidRPr="003C33D0">
        <w:rPr>
          <w:rFonts w:ascii="Times New Roman" w:hAnsi="Times New Roman"/>
          <w:lang w:val="bg-BG"/>
        </w:rPr>
        <w:t>II.1.</w:t>
      </w:r>
      <w:r w:rsidRPr="003C33D0">
        <w:rPr>
          <w:rFonts w:ascii="Times New Roman" w:hAnsi="Times New Roman"/>
          <w:lang w:val="ru-RU"/>
        </w:rPr>
        <w:t xml:space="preserve"> </w:t>
      </w:r>
      <w:r w:rsidRPr="003C33D0">
        <w:rPr>
          <w:rFonts w:ascii="Times New Roman" w:hAnsi="Times New Roman"/>
          <w:lang w:val="bg-BG"/>
        </w:rPr>
        <w:t>Спецификация на сток</w:t>
      </w:r>
      <w:r w:rsidR="007D1FF2" w:rsidRPr="003C33D0">
        <w:rPr>
          <w:rFonts w:ascii="Times New Roman" w:hAnsi="Times New Roman"/>
          <w:lang w:val="bg-BG"/>
        </w:rPr>
        <w:t>ата</w:t>
      </w:r>
      <w:r w:rsidRPr="003C33D0">
        <w:rPr>
          <w:rFonts w:ascii="Times New Roman" w:hAnsi="Times New Roman"/>
          <w:lang w:val="bg-BG"/>
        </w:rPr>
        <w:t xml:space="preserve"> за доставка с включени </w:t>
      </w:r>
      <w:r w:rsidR="00076572" w:rsidRPr="003C33D0">
        <w:rPr>
          <w:rFonts w:ascii="Times New Roman" w:hAnsi="Times New Roman"/>
          <w:lang w:val="bg-BG"/>
        </w:rPr>
        <w:t>наименование</w:t>
      </w:r>
      <w:r w:rsidRPr="003C33D0">
        <w:rPr>
          <w:rFonts w:ascii="Times New Roman" w:hAnsi="Times New Roman"/>
          <w:lang w:val="bg-BG"/>
        </w:rPr>
        <w:t xml:space="preserve">, </w:t>
      </w:r>
      <w:r w:rsidR="00A414F8" w:rsidRPr="003C33D0">
        <w:rPr>
          <w:rFonts w:ascii="Times New Roman" w:hAnsi="Times New Roman"/>
          <w:lang w:val="bg-BG"/>
        </w:rPr>
        <w:t>технически характеристики</w:t>
      </w:r>
      <w:r w:rsidRPr="003C33D0">
        <w:rPr>
          <w:rFonts w:ascii="Times New Roman" w:hAnsi="Times New Roman"/>
          <w:lang w:val="bg-BG"/>
        </w:rPr>
        <w:t>,</w:t>
      </w:r>
      <w:r w:rsidR="00EF7280" w:rsidRPr="003C33D0">
        <w:rPr>
          <w:rFonts w:ascii="Times New Roman" w:hAnsi="Times New Roman"/>
          <w:lang w:val="bg-BG"/>
        </w:rPr>
        <w:t xml:space="preserve"> производител и страна на произход,</w:t>
      </w:r>
      <w:r w:rsidRPr="003C33D0">
        <w:rPr>
          <w:rFonts w:ascii="Times New Roman" w:hAnsi="Times New Roman"/>
          <w:lang w:val="bg-BG"/>
        </w:rPr>
        <w:t xml:space="preserve"> стандарти, </w:t>
      </w:r>
      <w:r w:rsidR="00076572" w:rsidRPr="003C33D0">
        <w:rPr>
          <w:rFonts w:ascii="Times New Roman" w:hAnsi="Times New Roman"/>
          <w:lang w:val="bg-BG"/>
        </w:rPr>
        <w:t>дата на производство</w:t>
      </w:r>
      <w:r w:rsidR="00124666" w:rsidRPr="003C33D0">
        <w:rPr>
          <w:rFonts w:ascii="Times New Roman" w:hAnsi="Times New Roman"/>
          <w:lang w:val="bg-BG"/>
        </w:rPr>
        <w:t>,</w:t>
      </w:r>
      <w:r w:rsidR="00BF0752" w:rsidRPr="003C33D0">
        <w:rPr>
          <w:rFonts w:ascii="Times New Roman" w:hAnsi="Times New Roman"/>
          <w:lang w:val="bg-BG"/>
        </w:rPr>
        <w:t xml:space="preserve"> </w:t>
      </w:r>
      <w:r w:rsidRPr="003C33D0">
        <w:rPr>
          <w:rFonts w:ascii="Times New Roman" w:hAnsi="Times New Roman"/>
          <w:lang w:val="bg-BG"/>
        </w:rPr>
        <w:t>количество и др.</w:t>
      </w:r>
      <w:r w:rsidR="00FE3D5D" w:rsidRPr="003C33D0">
        <w:rPr>
          <w:rFonts w:ascii="Times New Roman" w:hAnsi="Times New Roman"/>
          <w:lang w:val="bg-BG"/>
        </w:rPr>
        <w:t xml:space="preserve">, които трябва да бъдат описани, съгласно </w:t>
      </w:r>
      <w:r w:rsidRPr="003C33D0">
        <w:rPr>
          <w:rFonts w:ascii="Times New Roman" w:hAnsi="Times New Roman"/>
          <w:lang w:val="bg-BG"/>
        </w:rPr>
        <w:t xml:space="preserve">изискванията на </w:t>
      </w:r>
      <w:r w:rsidR="007D1FF2" w:rsidRPr="003C33D0">
        <w:rPr>
          <w:rFonts w:ascii="Times New Roman" w:hAnsi="Times New Roman"/>
          <w:lang w:val="bg-BG"/>
        </w:rPr>
        <w:t xml:space="preserve">Техническо задание № </w:t>
      </w:r>
      <w:r w:rsidR="00015DBE" w:rsidRPr="003C33D0">
        <w:rPr>
          <w:rFonts w:ascii="Times New Roman" w:hAnsi="Times New Roman"/>
          <w:lang w:val="bg-BG"/>
        </w:rPr>
        <w:t>ТЗ.</w:t>
      </w:r>
      <w:proofErr w:type="spellStart"/>
      <w:r w:rsidR="00015DBE" w:rsidRPr="003C33D0">
        <w:rPr>
          <w:rFonts w:ascii="Times New Roman" w:hAnsi="Times New Roman"/>
          <w:lang w:val="bg-BG"/>
        </w:rPr>
        <w:t>ДиК</w:t>
      </w:r>
      <w:proofErr w:type="spellEnd"/>
      <w:r w:rsidR="00015DBE" w:rsidRPr="003C33D0">
        <w:rPr>
          <w:rFonts w:ascii="Times New Roman" w:hAnsi="Times New Roman"/>
          <w:lang w:val="bg-BG"/>
        </w:rPr>
        <w:t>.ТВК-03/2018</w:t>
      </w:r>
      <w:r w:rsidR="00FA13FB" w:rsidRPr="003C33D0">
        <w:rPr>
          <w:rFonts w:ascii="Times New Roman" w:hAnsi="Times New Roman"/>
          <w:lang w:val="bg-BG"/>
        </w:rPr>
        <w:t>.</w:t>
      </w:r>
    </w:p>
    <w:p w:rsidR="00961473" w:rsidRPr="00B90B66" w:rsidRDefault="00961473" w:rsidP="00991392">
      <w:pPr>
        <w:jc w:val="both"/>
        <w:rPr>
          <w:rFonts w:ascii="Times New Roman" w:hAnsi="Times New Roman"/>
          <w:bCs/>
          <w:lang w:val="ru-MO"/>
        </w:rPr>
      </w:pPr>
      <w:r w:rsidRPr="00B90B66">
        <w:rPr>
          <w:rFonts w:ascii="Times New Roman" w:hAnsi="Times New Roman"/>
          <w:lang w:val="en-US"/>
        </w:rPr>
        <w:t>II</w:t>
      </w:r>
      <w:r w:rsidRPr="00B90B66">
        <w:rPr>
          <w:rFonts w:ascii="Times New Roman" w:hAnsi="Times New Roman"/>
          <w:lang w:val="ru-MO"/>
        </w:rPr>
        <w:t>.2.</w:t>
      </w:r>
      <w:r w:rsidRPr="00B90B66">
        <w:rPr>
          <w:rFonts w:ascii="Times New Roman" w:hAnsi="Times New Roman"/>
          <w:bCs/>
          <w:lang w:val="ru-MO"/>
        </w:rPr>
        <w:t xml:space="preserve"> Документ за </w:t>
      </w:r>
      <w:proofErr w:type="spellStart"/>
      <w:r w:rsidRPr="00B90B66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B90B66">
        <w:rPr>
          <w:rFonts w:ascii="Times New Roman" w:hAnsi="Times New Roman"/>
          <w:bCs/>
          <w:lang w:val="ru-MO"/>
        </w:rPr>
        <w:t>когато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лицето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B90B66">
        <w:rPr>
          <w:rFonts w:ascii="Times New Roman" w:hAnsi="Times New Roman"/>
          <w:bCs/>
          <w:lang w:val="ru-MO"/>
        </w:rPr>
        <w:t>което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подава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офертата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B90B66">
        <w:rPr>
          <w:rFonts w:ascii="Times New Roman" w:hAnsi="Times New Roman"/>
          <w:bCs/>
          <w:lang w:val="ru-MO"/>
        </w:rPr>
        <w:t>законният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на участника;</w:t>
      </w:r>
    </w:p>
    <w:p w:rsidR="00961473" w:rsidRPr="00B90B66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 w:rsidRPr="00B90B66">
        <w:rPr>
          <w:rFonts w:ascii="Times New Roman" w:hAnsi="Times New Roman"/>
          <w:bCs/>
        </w:rPr>
        <w:t>II</w:t>
      </w:r>
      <w:r w:rsidRPr="00B90B66">
        <w:rPr>
          <w:rFonts w:ascii="Times New Roman" w:hAnsi="Times New Roman"/>
          <w:bCs/>
          <w:lang w:val="ru-MO"/>
        </w:rPr>
        <w:t xml:space="preserve">.3. Декларация за </w:t>
      </w:r>
      <w:proofErr w:type="spellStart"/>
      <w:r w:rsidRPr="00B90B66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по чл.</w:t>
      </w:r>
      <w:proofErr w:type="gram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B90B66">
        <w:rPr>
          <w:rFonts w:ascii="Times New Roman" w:hAnsi="Times New Roman"/>
          <w:bCs/>
          <w:lang w:val="ru-MO"/>
        </w:rPr>
        <w:t>39, ал.3, т.1, б. в)</w:t>
      </w:r>
      <w:r w:rsidR="007D1FF2" w:rsidRPr="00B90B66">
        <w:rPr>
          <w:rFonts w:ascii="Times New Roman" w:hAnsi="Times New Roman"/>
          <w:bCs/>
          <w:lang w:val="ru-MO"/>
        </w:rPr>
        <w:t xml:space="preserve"> и</w:t>
      </w:r>
      <w:r w:rsidRPr="00B90B66">
        <w:rPr>
          <w:rFonts w:ascii="Times New Roman" w:hAnsi="Times New Roman"/>
          <w:bCs/>
          <w:lang w:val="ru-MO"/>
        </w:rPr>
        <w:t xml:space="preserve"> г) </w:t>
      </w:r>
      <w:r w:rsidR="001A23CA" w:rsidRPr="00B90B66">
        <w:rPr>
          <w:rFonts w:ascii="Times New Roman" w:hAnsi="Times New Roman"/>
          <w:bCs/>
          <w:lang w:val="bg-BG"/>
        </w:rPr>
        <w:t>от ППЗОП</w:t>
      </w:r>
      <w:r w:rsidRPr="00B90B66">
        <w:rPr>
          <w:rFonts w:ascii="Times New Roman" w:hAnsi="Times New Roman"/>
          <w:bCs/>
          <w:lang w:val="ru-MO"/>
        </w:rPr>
        <w:t>;</w:t>
      </w:r>
      <w:proofErr w:type="gramEnd"/>
    </w:p>
    <w:p w:rsidR="00991392" w:rsidRDefault="00961473" w:rsidP="00991392">
      <w:pPr>
        <w:jc w:val="both"/>
        <w:rPr>
          <w:rFonts w:ascii="Times New Roman" w:hAnsi="Times New Roman"/>
          <w:lang w:val="bg-BG"/>
        </w:rPr>
      </w:pPr>
      <w:r w:rsidRPr="00B90B66">
        <w:rPr>
          <w:rFonts w:ascii="Times New Roman" w:hAnsi="Times New Roman"/>
          <w:lang w:val="bg-BG"/>
        </w:rPr>
        <w:t>ІІ.</w:t>
      </w:r>
      <w:r w:rsidR="007D1FF2" w:rsidRPr="00B90B66">
        <w:rPr>
          <w:rFonts w:ascii="Times New Roman" w:hAnsi="Times New Roman"/>
          <w:lang w:val="ru-MO"/>
        </w:rPr>
        <w:t>4</w:t>
      </w:r>
      <w:r w:rsidR="00991392" w:rsidRPr="00B90B66">
        <w:rPr>
          <w:rFonts w:ascii="Times New Roman" w:hAnsi="Times New Roman"/>
          <w:lang w:val="bg-BG"/>
        </w:rPr>
        <w:t>. Документи</w:t>
      </w:r>
      <w:r w:rsidR="00DC4B89">
        <w:rPr>
          <w:rFonts w:ascii="Times New Roman" w:hAnsi="Times New Roman"/>
          <w:lang w:val="bg-BG"/>
        </w:rPr>
        <w:t>/Информация</w:t>
      </w:r>
      <w:r w:rsidR="00991392" w:rsidRPr="00B90B66">
        <w:rPr>
          <w:rFonts w:ascii="Times New Roman" w:hAnsi="Times New Roman"/>
          <w:lang w:val="bg-BG"/>
        </w:rPr>
        <w:t xml:space="preserve"> </w:t>
      </w:r>
      <w:r w:rsidR="004F18AB">
        <w:rPr>
          <w:rFonts w:ascii="Times New Roman" w:hAnsi="Times New Roman"/>
          <w:lang w:val="bg-BG"/>
        </w:rPr>
        <w:t>доказващи, че</w:t>
      </w:r>
      <w:r w:rsidR="00EA097F">
        <w:rPr>
          <w:rFonts w:ascii="Times New Roman" w:hAnsi="Times New Roman"/>
          <w:lang w:val="bg-BG"/>
        </w:rPr>
        <w:t xml:space="preserve"> предлаганата стока </w:t>
      </w:r>
      <w:r w:rsidR="00E70CC3">
        <w:rPr>
          <w:rFonts w:ascii="Times New Roman" w:hAnsi="Times New Roman"/>
          <w:lang w:val="bg-BG"/>
        </w:rPr>
        <w:t xml:space="preserve">отговаря на </w:t>
      </w:r>
      <w:r w:rsidR="004F18AB">
        <w:rPr>
          <w:rFonts w:ascii="Times New Roman" w:hAnsi="Times New Roman"/>
          <w:lang w:val="bg-BG"/>
        </w:rPr>
        <w:t>стандар</w:t>
      </w:r>
      <w:r w:rsidR="00E70CC3">
        <w:rPr>
          <w:rFonts w:ascii="Times New Roman" w:hAnsi="Times New Roman"/>
          <w:lang w:val="bg-BG"/>
        </w:rPr>
        <w:t xml:space="preserve">тите и техническите </w:t>
      </w:r>
      <w:r w:rsidR="00EA097F">
        <w:rPr>
          <w:rFonts w:ascii="Times New Roman" w:hAnsi="Times New Roman"/>
          <w:lang w:val="bg-BG"/>
        </w:rPr>
        <w:t xml:space="preserve">изискванията </w:t>
      </w:r>
      <w:r w:rsidR="00E70CC3">
        <w:rPr>
          <w:rFonts w:ascii="Times New Roman" w:hAnsi="Times New Roman"/>
          <w:lang w:val="bg-BG"/>
        </w:rPr>
        <w:t xml:space="preserve">на производителя и </w:t>
      </w:r>
      <w:r w:rsidR="00EA097F">
        <w:rPr>
          <w:rFonts w:ascii="Times New Roman" w:hAnsi="Times New Roman"/>
          <w:lang w:val="bg-BG"/>
        </w:rPr>
        <w:t xml:space="preserve">на </w:t>
      </w:r>
      <w:r w:rsidR="00E70CC3">
        <w:rPr>
          <w:rFonts w:ascii="Times New Roman" w:hAnsi="Times New Roman"/>
          <w:lang w:val="bg-BG"/>
        </w:rPr>
        <w:t xml:space="preserve">изискванията по </w:t>
      </w:r>
      <w:r w:rsidR="00AE4E98">
        <w:rPr>
          <w:rFonts w:ascii="Times New Roman" w:hAnsi="Times New Roman"/>
          <w:lang w:val="bg-BG"/>
        </w:rPr>
        <w:t xml:space="preserve">т. 2.1. и 2.2. от </w:t>
      </w:r>
      <w:r w:rsidR="00EA097F">
        <w:rPr>
          <w:rFonts w:ascii="Times New Roman" w:hAnsi="Times New Roman"/>
          <w:lang w:val="bg-BG"/>
        </w:rPr>
        <w:t>Техническото задание.</w:t>
      </w:r>
    </w:p>
    <w:p w:rsidR="00350036" w:rsidRDefault="00350036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>
        <w:rPr>
          <w:rFonts w:ascii="Times New Roman" w:hAnsi="Times New Roman"/>
          <w:lang w:val="ru-MO"/>
        </w:rPr>
        <w:t>5</w:t>
      </w:r>
      <w:r w:rsidRPr="00A049E6">
        <w:rPr>
          <w:rFonts w:ascii="Times New Roman" w:hAnsi="Times New Roman"/>
          <w:lang w:val="bg-BG"/>
        </w:rPr>
        <w:t>.</w:t>
      </w:r>
      <w:r>
        <w:rPr>
          <w:rFonts w:ascii="Times New Roman" w:hAnsi="Times New Roman"/>
          <w:lang w:val="bg-BG"/>
        </w:rPr>
        <w:t xml:space="preserve"> </w:t>
      </w:r>
      <w:r w:rsidR="00ED6639">
        <w:rPr>
          <w:rFonts w:ascii="Times New Roman" w:hAnsi="Times New Roman"/>
          <w:lang w:val="bg-BG"/>
        </w:rPr>
        <w:t xml:space="preserve">Декларация </w:t>
      </w:r>
      <w:r w:rsidR="004C556C">
        <w:rPr>
          <w:rFonts w:ascii="Times New Roman" w:hAnsi="Times New Roman"/>
          <w:lang w:val="bg-BG"/>
        </w:rPr>
        <w:t xml:space="preserve">с информация за минимален срок на годност на </w:t>
      </w:r>
      <w:proofErr w:type="spellStart"/>
      <w:r w:rsidR="004C556C">
        <w:rPr>
          <w:rFonts w:ascii="Times New Roman" w:hAnsi="Times New Roman"/>
          <w:lang w:val="bg-BG"/>
        </w:rPr>
        <w:t>термокамерата</w:t>
      </w:r>
      <w:proofErr w:type="spellEnd"/>
      <w:r w:rsidR="004C556C">
        <w:rPr>
          <w:rFonts w:ascii="Times New Roman" w:hAnsi="Times New Roman"/>
          <w:lang w:val="bg-BG"/>
        </w:rPr>
        <w:t xml:space="preserve"> и/или данни за срокове на експлоатация от друг потребител на подобно оборудване.</w:t>
      </w:r>
    </w:p>
    <w:p w:rsidR="001A2E6E" w:rsidRDefault="00AE4E98" w:rsidP="001A2E6E">
      <w:pPr>
        <w:widowControl w:val="0"/>
        <w:jc w:val="both"/>
        <w:rPr>
          <w:rFonts w:ascii="Times New Roman" w:hAnsi="Times New Roman"/>
          <w:lang w:val="ru-MO"/>
        </w:rPr>
      </w:pPr>
      <w:r w:rsidRPr="00044908">
        <w:rPr>
          <w:rFonts w:ascii="Times New Roman" w:hAnsi="Times New Roman"/>
          <w:lang w:val="bg-BG"/>
        </w:rPr>
        <w:t>ІІ.</w:t>
      </w:r>
      <w:r w:rsidR="008C5784">
        <w:rPr>
          <w:rFonts w:ascii="Times New Roman" w:hAnsi="Times New Roman"/>
          <w:lang w:val="ru-MO"/>
        </w:rPr>
        <w:t>6</w:t>
      </w:r>
      <w:r w:rsidR="00675D8C">
        <w:rPr>
          <w:rFonts w:ascii="Times New Roman" w:hAnsi="Times New Roman"/>
          <w:lang w:val="ru-MO"/>
        </w:rPr>
        <w:t xml:space="preserve">. </w:t>
      </w:r>
      <w:bookmarkStart w:id="0" w:name="OLE_LINK1"/>
      <w:bookmarkStart w:id="1" w:name="OLE_LINK2"/>
      <w:proofErr w:type="spellStart"/>
      <w:r w:rsidR="001A2E6E" w:rsidRPr="00C957FA">
        <w:rPr>
          <w:rFonts w:ascii="Times New Roman" w:hAnsi="Times New Roman"/>
          <w:lang w:val="ru-MO"/>
        </w:rPr>
        <w:t>Надлежно</w:t>
      </w:r>
      <w:proofErr w:type="spellEnd"/>
      <w:r w:rsidR="001A2E6E" w:rsidRPr="00C957FA">
        <w:rPr>
          <w:rFonts w:ascii="Times New Roman" w:hAnsi="Times New Roman"/>
          <w:lang w:val="ru-MO"/>
        </w:rPr>
        <w:t xml:space="preserve"> </w:t>
      </w:r>
      <w:proofErr w:type="spellStart"/>
      <w:r w:rsidR="001A2E6E" w:rsidRPr="00C957FA">
        <w:rPr>
          <w:rFonts w:ascii="Times New Roman" w:hAnsi="Times New Roman"/>
          <w:lang w:val="ru-MO"/>
        </w:rPr>
        <w:t>оформен</w:t>
      </w:r>
      <w:proofErr w:type="spellEnd"/>
      <w:r w:rsidR="001A2E6E" w:rsidRPr="00C957FA">
        <w:rPr>
          <w:rFonts w:ascii="Times New Roman" w:hAnsi="Times New Roman"/>
          <w:lang w:val="ru-MO"/>
        </w:rPr>
        <w:t xml:space="preserve"> от производителя документ, </w:t>
      </w:r>
      <w:proofErr w:type="spellStart"/>
      <w:r w:rsidR="001A2E6E" w:rsidRPr="00C957FA">
        <w:rPr>
          <w:rFonts w:ascii="Times New Roman" w:hAnsi="Times New Roman"/>
          <w:lang w:val="ru-MO"/>
        </w:rPr>
        <w:t>даващ</w:t>
      </w:r>
      <w:proofErr w:type="spellEnd"/>
      <w:r w:rsidR="001A2E6E" w:rsidRPr="00C957FA">
        <w:rPr>
          <w:rFonts w:ascii="Times New Roman" w:hAnsi="Times New Roman"/>
          <w:lang w:val="ru-MO"/>
        </w:rPr>
        <w:t xml:space="preserve"> разрешение за </w:t>
      </w:r>
      <w:proofErr w:type="spellStart"/>
      <w:r w:rsidR="001A2E6E" w:rsidRPr="00C957FA">
        <w:rPr>
          <w:rFonts w:ascii="Times New Roman" w:hAnsi="Times New Roman"/>
          <w:lang w:val="ru-MO"/>
        </w:rPr>
        <w:t>продажба</w:t>
      </w:r>
      <w:proofErr w:type="spellEnd"/>
      <w:r w:rsidR="001A2E6E" w:rsidRPr="00C957FA">
        <w:rPr>
          <w:rFonts w:ascii="Times New Roman" w:hAnsi="Times New Roman"/>
          <w:lang w:val="ru-MO"/>
        </w:rPr>
        <w:t xml:space="preserve"> (дистрибуция) </w:t>
      </w:r>
      <w:r w:rsidR="001A2E6E">
        <w:rPr>
          <w:rFonts w:ascii="Times New Roman" w:hAnsi="Times New Roman"/>
          <w:lang w:val="ru-MO"/>
        </w:rPr>
        <w:t xml:space="preserve">и </w:t>
      </w:r>
      <w:proofErr w:type="spellStart"/>
      <w:r w:rsidR="001A2E6E">
        <w:rPr>
          <w:rFonts w:ascii="Times New Roman" w:hAnsi="Times New Roman"/>
          <w:lang w:val="ru-MO"/>
        </w:rPr>
        <w:t>сервизно</w:t>
      </w:r>
      <w:proofErr w:type="spellEnd"/>
      <w:r w:rsidR="001A2E6E">
        <w:rPr>
          <w:rFonts w:ascii="Times New Roman" w:hAnsi="Times New Roman"/>
          <w:lang w:val="ru-MO"/>
        </w:rPr>
        <w:t xml:space="preserve"> </w:t>
      </w:r>
      <w:proofErr w:type="spellStart"/>
      <w:r w:rsidR="001A2E6E">
        <w:rPr>
          <w:rFonts w:ascii="Times New Roman" w:hAnsi="Times New Roman"/>
          <w:lang w:val="ru-MO"/>
        </w:rPr>
        <w:t>обслужване</w:t>
      </w:r>
      <w:proofErr w:type="spellEnd"/>
      <w:r w:rsidR="001A2E6E">
        <w:rPr>
          <w:rFonts w:ascii="Times New Roman" w:hAnsi="Times New Roman"/>
          <w:lang w:val="ru-MO"/>
        </w:rPr>
        <w:t xml:space="preserve"> </w:t>
      </w:r>
      <w:r w:rsidR="001A2E6E" w:rsidRPr="00C957FA">
        <w:rPr>
          <w:rFonts w:ascii="Times New Roman" w:hAnsi="Times New Roman"/>
          <w:lang w:val="ru-MO"/>
        </w:rPr>
        <w:t xml:space="preserve">на </w:t>
      </w:r>
      <w:proofErr w:type="spellStart"/>
      <w:r w:rsidR="001A2E6E">
        <w:rPr>
          <w:rFonts w:ascii="Times New Roman" w:hAnsi="Times New Roman"/>
          <w:lang w:val="ru-MO"/>
        </w:rPr>
        <w:t>апаратурата</w:t>
      </w:r>
      <w:proofErr w:type="spellEnd"/>
      <w:r w:rsidR="001A2E6E" w:rsidRPr="00C957FA">
        <w:rPr>
          <w:rFonts w:ascii="Times New Roman" w:hAnsi="Times New Roman"/>
          <w:lang w:val="ru-MO"/>
        </w:rPr>
        <w:t xml:space="preserve">, в случай, </w:t>
      </w:r>
      <w:proofErr w:type="spellStart"/>
      <w:r w:rsidR="001A2E6E" w:rsidRPr="00C957FA">
        <w:rPr>
          <w:rFonts w:ascii="Times New Roman" w:hAnsi="Times New Roman"/>
          <w:lang w:val="ru-MO"/>
        </w:rPr>
        <w:t>че</w:t>
      </w:r>
      <w:proofErr w:type="spellEnd"/>
      <w:r w:rsidR="001A2E6E" w:rsidRPr="00C957FA">
        <w:rPr>
          <w:rFonts w:ascii="Times New Roman" w:hAnsi="Times New Roman"/>
          <w:lang w:val="ru-MO"/>
        </w:rPr>
        <w:t xml:space="preserve"> </w:t>
      </w:r>
      <w:proofErr w:type="spellStart"/>
      <w:r w:rsidR="001A2E6E" w:rsidRPr="00C957FA">
        <w:rPr>
          <w:rFonts w:ascii="Times New Roman" w:hAnsi="Times New Roman"/>
          <w:lang w:val="ru-MO"/>
        </w:rPr>
        <w:t>участникът</w:t>
      </w:r>
      <w:proofErr w:type="spellEnd"/>
      <w:r w:rsidR="001A2E6E" w:rsidRPr="00C957FA">
        <w:rPr>
          <w:rFonts w:ascii="Times New Roman" w:hAnsi="Times New Roman"/>
          <w:lang w:val="ru-MO"/>
        </w:rPr>
        <w:t xml:space="preserve"> не е </w:t>
      </w:r>
      <w:proofErr w:type="spellStart"/>
      <w:r w:rsidR="001A2E6E" w:rsidRPr="00C957FA">
        <w:rPr>
          <w:rFonts w:ascii="Times New Roman" w:hAnsi="Times New Roman"/>
          <w:lang w:val="ru-MO"/>
        </w:rPr>
        <w:t>производител</w:t>
      </w:r>
      <w:proofErr w:type="spellEnd"/>
      <w:r w:rsidR="001A2E6E">
        <w:rPr>
          <w:rFonts w:ascii="Times New Roman" w:hAnsi="Times New Roman"/>
          <w:lang w:val="ru-MO"/>
        </w:rPr>
        <w:t>.</w:t>
      </w:r>
    </w:p>
    <w:p w:rsidR="00AE4E98" w:rsidRPr="007D1FF2" w:rsidRDefault="00AE4E98" w:rsidP="004F4B05">
      <w:pPr>
        <w:widowControl w:val="0"/>
        <w:jc w:val="both"/>
        <w:rPr>
          <w:rFonts w:ascii="Times New Roman" w:hAnsi="Times New Roman"/>
          <w:lang w:val="ru-MO"/>
        </w:rPr>
      </w:pPr>
    </w:p>
    <w:bookmarkEnd w:id="0"/>
    <w:bookmarkEnd w:id="1"/>
    <w:p w:rsidR="001622D8" w:rsidRDefault="001622D8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lastRenderedPageBreak/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 xml:space="preserve">редложение на участника </w:t>
      </w:r>
      <w:proofErr w:type="spellStart"/>
      <w:r w:rsidR="00EF7280" w:rsidRPr="00EF7280">
        <w:rPr>
          <w:rFonts w:ascii="Times New Roman" w:hAnsi="Times New Roman"/>
          <w:lang w:val="ru-RU"/>
        </w:rPr>
        <w:t>относно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цената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за </w:t>
      </w:r>
      <w:proofErr w:type="spellStart"/>
      <w:r w:rsidR="00EF7280" w:rsidRPr="00EF7280">
        <w:rPr>
          <w:rFonts w:ascii="Times New Roman" w:hAnsi="Times New Roman"/>
          <w:lang w:val="ru-RU"/>
        </w:rPr>
        <w:t>придобиване</w:t>
      </w:r>
      <w:proofErr w:type="spellEnd"/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r w:rsidR="004F4B05">
        <w:rPr>
          <w:rFonts w:ascii="Times New Roman" w:hAnsi="Times New Roman"/>
          <w:lang w:val="ru-RU"/>
        </w:rPr>
        <w:t xml:space="preserve">Ценова таблица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 xml:space="preserve">образец по т.ІІІ.1 </w:t>
      </w:r>
      <w:proofErr w:type="spellStart"/>
      <w:r w:rsidR="004F4B05">
        <w:rPr>
          <w:rFonts w:ascii="Times New Roman" w:hAnsi="Times New Roman"/>
          <w:lang w:val="ru-RU"/>
        </w:rPr>
        <w:t>към</w:t>
      </w:r>
      <w:proofErr w:type="spellEnd"/>
      <w:r w:rsidR="004F4B05">
        <w:rPr>
          <w:rFonts w:ascii="Times New Roman" w:hAnsi="Times New Roman"/>
          <w:lang w:val="ru-RU"/>
        </w:rPr>
        <w:t xml:space="preserve"> </w:t>
      </w:r>
      <w:proofErr w:type="spellStart"/>
      <w:r w:rsidR="004F4B05">
        <w:rPr>
          <w:rFonts w:ascii="Times New Roman" w:hAnsi="Times New Roman"/>
          <w:lang w:val="ru-RU"/>
        </w:rPr>
        <w:t>офертата</w:t>
      </w:r>
      <w:proofErr w:type="spellEnd"/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8A6C1F" w:rsidRDefault="00F56977" w:rsidP="00F56977">
      <w:pPr>
        <w:pStyle w:val="BodyText"/>
        <w:ind w:left="567"/>
        <w:rPr>
          <w:rStyle w:val="Strong"/>
        </w:rPr>
      </w:pPr>
    </w:p>
    <w:p w:rsidR="00A049E6" w:rsidRPr="00A049E6" w:rsidRDefault="00F56977" w:rsidP="00A049E6">
      <w:pPr>
        <w:pStyle w:val="Heading4"/>
        <w:ind w:left="576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br w:type="page"/>
      </w:r>
      <w:r w:rsidR="00A049E6" w:rsidRPr="00A049E6">
        <w:rPr>
          <w:sz w:val="24"/>
          <w:szCs w:val="24"/>
          <w:lang w:val="ru-RU"/>
        </w:rPr>
        <w:lastRenderedPageBreak/>
        <w:t xml:space="preserve">ОБРАЗЕЦ по т. </w:t>
      </w:r>
      <w:r w:rsidR="00A049E6" w:rsidRPr="00A049E6">
        <w:rPr>
          <w:sz w:val="24"/>
          <w:szCs w:val="24"/>
        </w:rPr>
        <w:t>II</w:t>
      </w:r>
      <w:r w:rsidR="00A049E6" w:rsidRPr="00A049E6">
        <w:rPr>
          <w:sz w:val="24"/>
          <w:szCs w:val="24"/>
          <w:lang w:val="ru-RU"/>
        </w:rPr>
        <w:t xml:space="preserve">.1. </w:t>
      </w:r>
      <w:proofErr w:type="spellStart"/>
      <w:r w:rsidR="00A049E6" w:rsidRPr="00A049E6">
        <w:rPr>
          <w:sz w:val="24"/>
          <w:szCs w:val="24"/>
          <w:lang w:val="ru-RU"/>
        </w:rPr>
        <w:t>към</w:t>
      </w:r>
      <w:proofErr w:type="spellEnd"/>
      <w:r w:rsidR="00A049E6" w:rsidRPr="00A049E6">
        <w:rPr>
          <w:sz w:val="24"/>
          <w:szCs w:val="24"/>
          <w:lang w:val="ru-RU"/>
        </w:rPr>
        <w:t xml:space="preserve"> </w:t>
      </w:r>
      <w:proofErr w:type="spellStart"/>
      <w:r w:rsidR="00A049E6"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D62CAC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260A74">
        <w:t>публично състезание</w:t>
      </w:r>
      <w:r w:rsidRPr="00A049E6">
        <w:t xml:space="preserve"> с </w:t>
      </w:r>
      <w:r w:rsidR="00D96566">
        <w:t>предмет</w:t>
      </w:r>
      <w:r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485C60">
        <w:rPr>
          <w:rFonts w:ascii="Times New Roman" w:hAnsi="Times New Roman"/>
          <w:b/>
          <w:lang w:val="bg-BG"/>
        </w:rPr>
        <w:t xml:space="preserve">Доставка на </w:t>
      </w:r>
      <w:r w:rsidR="00432C4B">
        <w:rPr>
          <w:rFonts w:ascii="Times New Roman" w:hAnsi="Times New Roman"/>
          <w:b/>
          <w:lang w:val="bg-BG"/>
        </w:rPr>
        <w:t xml:space="preserve">камера за инфрачервена </w:t>
      </w:r>
      <w:proofErr w:type="spellStart"/>
      <w:r w:rsidR="00432C4B">
        <w:rPr>
          <w:rFonts w:ascii="Times New Roman" w:hAnsi="Times New Roman"/>
          <w:b/>
          <w:lang w:val="bg-BG"/>
        </w:rPr>
        <w:t>термовизия</w:t>
      </w:r>
      <w:proofErr w:type="spellEnd"/>
      <w:r w:rsidRPr="005550B2">
        <w:rPr>
          <w:rFonts w:ascii="Times New Roman" w:hAnsi="Times New Roman"/>
          <w:b/>
        </w:rPr>
        <w:t>”</w:t>
      </w:r>
    </w:p>
    <w:tbl>
      <w:tblPr>
        <w:tblpPr w:leftFromText="141" w:rightFromText="141" w:vertAnchor="text" w:horzAnchor="margin" w:tblpXSpec="center" w:tblpY="74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419"/>
        <w:gridCol w:w="2126"/>
        <w:gridCol w:w="1559"/>
        <w:gridCol w:w="1276"/>
        <w:gridCol w:w="1276"/>
        <w:gridCol w:w="708"/>
        <w:gridCol w:w="1276"/>
      </w:tblGrid>
      <w:tr w:rsidR="00DD0B79" w:rsidRPr="00780647" w:rsidTr="00DD0B79">
        <w:trPr>
          <w:trHeight w:val="861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D0B79" w:rsidRPr="00387C2A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387C2A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1419" w:type="dxa"/>
            <w:vAlign w:val="center"/>
          </w:tcPr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proofErr w:type="spellStart"/>
            <w:r w:rsidRPr="00387C2A">
              <w:rPr>
                <w:rFonts w:ascii="Times New Roman" w:hAnsi="Times New Roman"/>
                <w:b/>
                <w:bCs/>
                <w:lang w:val="bg-BG"/>
              </w:rPr>
              <w:t>Наиме</w:t>
            </w:r>
            <w:proofErr w:type="spellEnd"/>
          </w:p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proofErr w:type="spellStart"/>
            <w:r w:rsidRPr="00387C2A">
              <w:rPr>
                <w:rFonts w:ascii="Times New Roman" w:hAnsi="Times New Roman"/>
                <w:b/>
                <w:bCs/>
                <w:lang w:val="bg-BG"/>
              </w:rPr>
              <w:t>нование</w:t>
            </w:r>
            <w:proofErr w:type="spellEnd"/>
          </w:p>
        </w:tc>
        <w:tc>
          <w:tcPr>
            <w:tcW w:w="2126" w:type="dxa"/>
          </w:tcPr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387C2A"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387C2A">
              <w:rPr>
                <w:rFonts w:ascii="Times New Roman" w:hAnsi="Times New Roman"/>
                <w:b/>
                <w:bCs/>
                <w:lang w:val="bg-BG"/>
              </w:rPr>
              <w:t>Производител и страна на произход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387C2A">
              <w:rPr>
                <w:rFonts w:ascii="Times New Roman" w:hAnsi="Times New Roman"/>
                <w:b/>
                <w:bCs/>
                <w:lang w:val="bg-BG"/>
              </w:rPr>
              <w:t>Стандарти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387C2A">
              <w:rPr>
                <w:rFonts w:ascii="Times New Roman" w:hAnsi="Times New Roman"/>
                <w:b/>
                <w:bCs/>
                <w:lang w:val="bg-BG"/>
              </w:rPr>
              <w:t>Дата на производство</w:t>
            </w:r>
          </w:p>
        </w:tc>
        <w:tc>
          <w:tcPr>
            <w:tcW w:w="708" w:type="dxa"/>
            <w:vAlign w:val="center"/>
          </w:tcPr>
          <w:p w:rsidR="00DD0B79" w:rsidRPr="00387C2A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387C2A">
              <w:rPr>
                <w:rFonts w:ascii="Times New Roman" w:hAnsi="Times New Roman"/>
                <w:b/>
                <w:bCs/>
                <w:lang w:val="bg-BG"/>
              </w:rPr>
              <w:t>Ед. мярка</w:t>
            </w:r>
          </w:p>
        </w:tc>
        <w:tc>
          <w:tcPr>
            <w:tcW w:w="1276" w:type="dxa"/>
            <w:vAlign w:val="center"/>
          </w:tcPr>
          <w:p w:rsidR="00DD0B79" w:rsidRPr="00387C2A" w:rsidRDefault="00DD0B79" w:rsidP="00DD0B7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7C2A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387C2A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387C2A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387C2A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</w:tr>
      <w:tr w:rsidR="00DD0B79" w:rsidRPr="00780647" w:rsidTr="00DD0B79">
        <w:trPr>
          <w:trHeight w:val="315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iCs/>
                <w:lang w:val="ru-RU"/>
              </w:rPr>
            </w:pPr>
            <w:r w:rsidRPr="003C33D0">
              <w:rPr>
                <w:rFonts w:ascii="Times New Roman" w:hAnsi="Times New Roman"/>
                <w:b/>
                <w:bCs/>
                <w:iCs/>
                <w:lang w:val="ru-RU"/>
              </w:rPr>
              <w:t>1</w:t>
            </w:r>
          </w:p>
        </w:tc>
        <w:tc>
          <w:tcPr>
            <w:tcW w:w="1419" w:type="dxa"/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b/>
                <w:bCs/>
                <w:iCs/>
                <w:lang w:val="bg-BG"/>
              </w:rPr>
            </w:pPr>
            <w:r w:rsidRPr="003C33D0">
              <w:rPr>
                <w:rFonts w:ascii="Times New Roman" w:hAnsi="Times New Roman"/>
                <w:b/>
                <w:bCs/>
                <w:iCs/>
                <w:lang w:val="bg-BG"/>
              </w:rPr>
              <w:t>2</w:t>
            </w:r>
          </w:p>
        </w:tc>
        <w:tc>
          <w:tcPr>
            <w:tcW w:w="2126" w:type="dxa"/>
          </w:tcPr>
          <w:p w:rsidR="00DD0B79" w:rsidRPr="003C33D0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</w:pPr>
            <w:r w:rsidRPr="003C33D0"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D0B79" w:rsidRPr="003C33D0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</w:pPr>
            <w:r w:rsidRPr="003C33D0"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D0B79" w:rsidRPr="003C33D0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</w:pPr>
            <w:r w:rsidRPr="003C33D0"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D0B79" w:rsidRPr="003C33D0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</w:pPr>
            <w:r w:rsidRPr="003C33D0"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  <w:t>6</w:t>
            </w:r>
          </w:p>
        </w:tc>
        <w:tc>
          <w:tcPr>
            <w:tcW w:w="708" w:type="dxa"/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Cs/>
                <w:lang w:val="bg-BG"/>
              </w:rPr>
              <w:t>7</w:t>
            </w:r>
          </w:p>
        </w:tc>
        <w:tc>
          <w:tcPr>
            <w:tcW w:w="1276" w:type="dxa"/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b/>
                <w:bCs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Cs/>
                <w:lang w:val="bg-BG"/>
              </w:rPr>
              <w:t>8</w:t>
            </w:r>
          </w:p>
        </w:tc>
      </w:tr>
      <w:tr w:rsidR="00DD0B79" w:rsidRPr="00780647" w:rsidTr="00DD0B79">
        <w:trPr>
          <w:trHeight w:val="567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bg-BG"/>
              </w:rPr>
            </w:pPr>
            <w:r w:rsidRPr="003C33D0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1419" w:type="dxa"/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26" w:type="dxa"/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D0B79" w:rsidRPr="003C33D0" w:rsidRDefault="00DD0B79" w:rsidP="00DD0B7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DD0B79" w:rsidRPr="00780647" w:rsidTr="00DD0B79">
        <w:trPr>
          <w:trHeight w:val="567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80647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78064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419" w:type="dxa"/>
            <w:vAlign w:val="center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D0B79" w:rsidRPr="00780647" w:rsidRDefault="00DD0B79" w:rsidP="00DD0B7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A049E6" w:rsidRPr="00780647" w:rsidRDefault="00A049E6" w:rsidP="00A049E6">
      <w:pPr>
        <w:pStyle w:val="Title"/>
        <w:jc w:val="left"/>
        <w:rPr>
          <w:bCs/>
          <w:sz w:val="20"/>
          <w:szCs w:val="20"/>
        </w:rPr>
      </w:pPr>
    </w:p>
    <w:p w:rsidR="00A049E6" w:rsidRPr="002D0337" w:rsidRDefault="00295071" w:rsidP="00A049E6">
      <w:pPr>
        <w:pStyle w:val="Title"/>
        <w:jc w:val="left"/>
        <w:rPr>
          <w:b w:val="0"/>
          <w:bCs/>
          <w:sz w:val="16"/>
          <w:szCs w:val="16"/>
          <w:lang w:val="ru-RU"/>
        </w:rPr>
      </w:pPr>
      <w:r w:rsidRPr="002D0337">
        <w:rPr>
          <w:b w:val="0"/>
          <w:bCs/>
          <w:sz w:val="16"/>
          <w:szCs w:val="16"/>
          <w:lang w:val="ru-RU"/>
        </w:rPr>
        <w:t xml:space="preserve"> </w:t>
      </w:r>
    </w:p>
    <w:p w:rsidR="00D706A0" w:rsidRPr="003C33D0" w:rsidRDefault="002B02FF" w:rsidP="00D706A0">
      <w:pPr>
        <w:tabs>
          <w:tab w:val="num" w:pos="792"/>
        </w:tabs>
        <w:jc w:val="both"/>
        <w:rPr>
          <w:rFonts w:ascii="Times New Roman" w:hAnsi="Times New Roman"/>
          <w:lang w:val="bg-BG"/>
        </w:rPr>
      </w:pPr>
      <w:r w:rsidRPr="003C33D0">
        <w:rPr>
          <w:rFonts w:ascii="Times New Roman" w:hAnsi="Times New Roman"/>
          <w:lang w:val="bg-BG"/>
        </w:rPr>
        <w:t>1</w:t>
      </w:r>
      <w:r w:rsidR="00D706A0" w:rsidRPr="003C33D0">
        <w:rPr>
          <w:rFonts w:ascii="Times New Roman" w:hAnsi="Times New Roman"/>
          <w:lang w:val="ru-RU"/>
        </w:rPr>
        <w:tab/>
      </w:r>
      <w:r w:rsidR="003730B1" w:rsidRPr="003C33D0">
        <w:rPr>
          <w:rFonts w:ascii="Times New Roman" w:hAnsi="Times New Roman"/>
          <w:lang w:val="bg-BG"/>
        </w:rPr>
        <w:t xml:space="preserve">Доставката </w:t>
      </w:r>
      <w:r w:rsidR="000438B5" w:rsidRPr="003C33D0">
        <w:rPr>
          <w:rFonts w:ascii="Times New Roman" w:hAnsi="Times New Roman"/>
          <w:lang w:val="bg-BG"/>
        </w:rPr>
        <w:t xml:space="preserve">на стоките по настоящия договор ще бъде извършена в срок до ……………. </w:t>
      </w:r>
      <w:r w:rsidR="00C25898">
        <w:rPr>
          <w:rFonts w:ascii="Times New Roman" w:hAnsi="Times New Roman"/>
          <w:lang w:val="bg-BG"/>
        </w:rPr>
        <w:t>календарни дни</w:t>
      </w:r>
      <w:r w:rsidR="000438B5" w:rsidRPr="003C33D0">
        <w:rPr>
          <w:rFonts w:ascii="Times New Roman" w:hAnsi="Times New Roman"/>
          <w:lang w:val="bg-BG"/>
        </w:rPr>
        <w:t>, считано от датата на подписване на договора.</w:t>
      </w:r>
    </w:p>
    <w:p w:rsidR="00D706A0" w:rsidRPr="003C33D0" w:rsidRDefault="002B02FF" w:rsidP="00D706A0">
      <w:pPr>
        <w:tabs>
          <w:tab w:val="left" w:pos="567"/>
        </w:tabs>
        <w:jc w:val="both"/>
        <w:rPr>
          <w:rFonts w:ascii="Times New Roman" w:hAnsi="Times New Roman"/>
          <w:lang w:val="bg-BG"/>
        </w:rPr>
      </w:pPr>
      <w:r w:rsidRPr="003C33D0">
        <w:rPr>
          <w:rFonts w:ascii="Times New Roman" w:hAnsi="Times New Roman"/>
          <w:lang w:val="bg-BG"/>
        </w:rPr>
        <w:t>2</w:t>
      </w:r>
      <w:r w:rsidR="00D706A0" w:rsidRPr="003C33D0">
        <w:rPr>
          <w:rFonts w:ascii="Times New Roman" w:hAnsi="Times New Roman"/>
          <w:lang w:val="ru-RU"/>
        </w:rPr>
        <w:t>.</w:t>
      </w:r>
      <w:r w:rsidR="00D706A0" w:rsidRPr="003C33D0">
        <w:rPr>
          <w:rFonts w:ascii="Times New Roman" w:hAnsi="Times New Roman"/>
          <w:lang w:val="ru-RU"/>
        </w:rPr>
        <w:tab/>
      </w:r>
      <w:r w:rsidR="000438B5" w:rsidRPr="003C33D0">
        <w:rPr>
          <w:rFonts w:ascii="Times New Roman" w:hAnsi="Times New Roman"/>
          <w:lang w:val="bg-BG"/>
        </w:rPr>
        <w:t xml:space="preserve">За стоките, предмет на настоящия договор се установява гаранционен срок </w:t>
      </w:r>
      <w:r w:rsidR="0075070C" w:rsidRPr="003C33D0">
        <w:rPr>
          <w:rFonts w:ascii="Times New Roman" w:hAnsi="Times New Roman"/>
          <w:lang w:val="bg-BG"/>
        </w:rPr>
        <w:t xml:space="preserve">в рамките на…………..месеца от въвеждане на </w:t>
      </w:r>
      <w:proofErr w:type="spellStart"/>
      <w:r w:rsidR="0075070C" w:rsidRPr="003C33D0">
        <w:rPr>
          <w:rFonts w:ascii="Times New Roman" w:hAnsi="Times New Roman"/>
          <w:lang w:val="bg-BG"/>
        </w:rPr>
        <w:t>термокамерата</w:t>
      </w:r>
      <w:proofErr w:type="spellEnd"/>
      <w:r w:rsidR="0075070C" w:rsidRPr="003C33D0">
        <w:rPr>
          <w:rFonts w:ascii="Times New Roman" w:hAnsi="Times New Roman"/>
          <w:lang w:val="bg-BG"/>
        </w:rPr>
        <w:t xml:space="preserve"> в експлоатация </w:t>
      </w:r>
      <w:r w:rsidR="00D706A0" w:rsidRPr="003C33D0">
        <w:rPr>
          <w:rFonts w:ascii="Times New Roman" w:hAnsi="Times New Roman"/>
          <w:szCs w:val="22"/>
          <w:lang w:val="bg-BG"/>
        </w:rPr>
        <w:t>/</w:t>
      </w:r>
      <w:r w:rsidR="0075070C" w:rsidRPr="003C33D0">
        <w:rPr>
          <w:rFonts w:ascii="Times New Roman" w:hAnsi="Times New Roman"/>
          <w:i/>
          <w:szCs w:val="22"/>
          <w:lang w:val="bg-BG"/>
        </w:rPr>
        <w:t xml:space="preserve">не по-малко от </w:t>
      </w:r>
      <w:r w:rsidR="003C33D0" w:rsidRPr="003C33D0">
        <w:rPr>
          <w:rFonts w:ascii="Times New Roman" w:hAnsi="Times New Roman"/>
          <w:i/>
          <w:szCs w:val="22"/>
          <w:lang w:val="bg-BG"/>
        </w:rPr>
        <w:t>2 години</w:t>
      </w:r>
      <w:r w:rsidR="00D706A0" w:rsidRPr="003C33D0">
        <w:rPr>
          <w:rFonts w:ascii="Times New Roman" w:hAnsi="Times New Roman"/>
          <w:szCs w:val="22"/>
          <w:lang w:val="bg-BG"/>
        </w:rPr>
        <w:t>/</w:t>
      </w:r>
      <w:r w:rsidR="0075070C" w:rsidRPr="003C33D0">
        <w:rPr>
          <w:rFonts w:ascii="Times New Roman" w:hAnsi="Times New Roman"/>
          <w:szCs w:val="22"/>
          <w:lang w:val="bg-BG"/>
        </w:rPr>
        <w:t>, но не повече от……………месеца от датата на доставка</w:t>
      </w:r>
      <w:r w:rsidR="003C33D0" w:rsidRPr="003C33D0">
        <w:rPr>
          <w:rFonts w:ascii="Times New Roman" w:hAnsi="Times New Roman"/>
          <w:szCs w:val="22"/>
          <w:lang w:val="bg-BG"/>
        </w:rPr>
        <w:t xml:space="preserve"> /</w:t>
      </w:r>
      <w:r w:rsidR="003C33D0" w:rsidRPr="003C33D0">
        <w:rPr>
          <w:rFonts w:ascii="Times New Roman" w:hAnsi="Times New Roman"/>
          <w:i/>
          <w:szCs w:val="22"/>
          <w:lang w:val="bg-BG"/>
        </w:rPr>
        <w:t>т. 5.3 от проекта на договор</w:t>
      </w:r>
      <w:r w:rsidR="003C33D0" w:rsidRPr="003C33D0">
        <w:rPr>
          <w:rFonts w:ascii="Times New Roman" w:hAnsi="Times New Roman"/>
          <w:szCs w:val="22"/>
          <w:lang w:val="bg-BG"/>
        </w:rPr>
        <w:t>/</w:t>
      </w:r>
      <w:r w:rsidR="00D706A0" w:rsidRPr="003C33D0">
        <w:rPr>
          <w:rFonts w:ascii="Times New Roman" w:hAnsi="Times New Roman"/>
          <w:lang w:val="bg-BG"/>
        </w:rPr>
        <w:t>.</w:t>
      </w:r>
    </w:p>
    <w:p w:rsidR="00D706A0" w:rsidRPr="003C33D0" w:rsidRDefault="00D706A0" w:rsidP="00D706A0">
      <w:pPr>
        <w:tabs>
          <w:tab w:val="left" w:pos="567"/>
        </w:tabs>
        <w:jc w:val="both"/>
        <w:rPr>
          <w:rFonts w:ascii="Times New Roman" w:hAnsi="Times New Roman"/>
          <w:lang w:val="bg-BG"/>
        </w:rPr>
      </w:pPr>
      <w:r w:rsidRPr="003C33D0">
        <w:rPr>
          <w:rFonts w:ascii="Times New Roman" w:hAnsi="Times New Roman"/>
          <w:lang w:val="ru-RU"/>
        </w:rPr>
        <w:t>3.</w:t>
      </w:r>
      <w:r w:rsidRPr="003C33D0">
        <w:rPr>
          <w:rFonts w:ascii="Times New Roman" w:hAnsi="Times New Roman"/>
          <w:lang w:val="ru-RU"/>
        </w:rPr>
        <w:tab/>
      </w:r>
      <w:r w:rsidR="0075070C" w:rsidRPr="003C33D0">
        <w:rPr>
          <w:rFonts w:ascii="Times New Roman" w:hAnsi="Times New Roman"/>
          <w:lang w:val="bg-BG"/>
        </w:rPr>
        <w:t xml:space="preserve">Ако в рамките на гаранционния срок се установяват дефекти, </w:t>
      </w:r>
      <w:r w:rsidR="0075070C" w:rsidRPr="003C33D0">
        <w:rPr>
          <w:rFonts w:ascii="Times New Roman" w:hAnsi="Times New Roman"/>
          <w:b/>
          <w:lang w:val="bg-BG"/>
        </w:rPr>
        <w:t>ИЗПЪЛНИТЕЛЯТ</w:t>
      </w:r>
      <w:r w:rsidR="0075070C" w:rsidRPr="003C33D0">
        <w:rPr>
          <w:rFonts w:ascii="Times New Roman" w:hAnsi="Times New Roman"/>
          <w:lang w:val="bg-BG"/>
        </w:rPr>
        <w:t xml:space="preserve"> ги отстранява със свои сили и за своя сметка. Отстраняването на дефекти трябва да се извърши от……………</w:t>
      </w:r>
      <w:r w:rsidR="00A975B2" w:rsidRPr="003C33D0">
        <w:rPr>
          <w:rFonts w:ascii="Times New Roman" w:hAnsi="Times New Roman"/>
          <w:lang w:val="en-US"/>
        </w:rPr>
        <w:t>(</w:t>
      </w:r>
      <w:r w:rsidR="00A975B2" w:rsidRPr="003C33D0">
        <w:rPr>
          <w:rFonts w:ascii="Times New Roman" w:hAnsi="Times New Roman"/>
          <w:lang w:val="bg-BG"/>
        </w:rPr>
        <w:t>………………</w:t>
      </w:r>
      <w:r w:rsidR="00A975B2" w:rsidRPr="003C33D0">
        <w:rPr>
          <w:rFonts w:ascii="Times New Roman" w:hAnsi="Times New Roman"/>
          <w:lang w:val="en-US"/>
        </w:rPr>
        <w:t>)</w:t>
      </w:r>
      <w:r w:rsidRPr="003C33D0">
        <w:rPr>
          <w:rFonts w:ascii="Times New Roman" w:hAnsi="Times New Roman"/>
          <w:lang w:val="bg-BG"/>
        </w:rPr>
        <w:t xml:space="preserve"> </w:t>
      </w:r>
      <w:r w:rsidR="003C33D0" w:rsidRPr="003C33D0">
        <w:rPr>
          <w:rFonts w:ascii="Times New Roman" w:hAnsi="Times New Roman"/>
          <w:szCs w:val="22"/>
          <w:lang w:val="bg-BG"/>
        </w:rPr>
        <w:t>/</w:t>
      </w:r>
      <w:r w:rsidR="003C33D0" w:rsidRPr="003C33D0">
        <w:rPr>
          <w:rFonts w:ascii="Times New Roman" w:hAnsi="Times New Roman"/>
          <w:i/>
          <w:szCs w:val="22"/>
          <w:lang w:val="bg-BG"/>
        </w:rPr>
        <w:t>до 10 работни дни</w:t>
      </w:r>
      <w:r w:rsidR="003C33D0" w:rsidRPr="003C33D0">
        <w:rPr>
          <w:rFonts w:ascii="Times New Roman" w:hAnsi="Times New Roman"/>
          <w:szCs w:val="22"/>
          <w:lang w:val="bg-BG"/>
        </w:rPr>
        <w:t xml:space="preserve">/ </w:t>
      </w:r>
      <w:r w:rsidR="00A975B2" w:rsidRPr="003C33D0">
        <w:rPr>
          <w:rFonts w:ascii="Times New Roman" w:hAnsi="Times New Roman"/>
          <w:lang w:val="bg-BG"/>
        </w:rPr>
        <w:t xml:space="preserve">дни от датата на писмена рекламация на </w:t>
      </w:r>
      <w:r w:rsidR="00A975B2" w:rsidRPr="003C33D0">
        <w:rPr>
          <w:rFonts w:ascii="Times New Roman" w:hAnsi="Times New Roman"/>
          <w:b/>
          <w:lang w:val="bg-BG"/>
        </w:rPr>
        <w:t>ВЪЗЛОЖИТЕЛЯ</w:t>
      </w:r>
      <w:r w:rsidR="003C33D0" w:rsidRPr="003C33D0">
        <w:rPr>
          <w:rFonts w:ascii="Times New Roman" w:hAnsi="Times New Roman"/>
          <w:b/>
          <w:lang w:val="bg-BG"/>
        </w:rPr>
        <w:t xml:space="preserve"> </w:t>
      </w:r>
      <w:r w:rsidRPr="003C33D0">
        <w:rPr>
          <w:rFonts w:ascii="Times New Roman" w:hAnsi="Times New Roman"/>
          <w:szCs w:val="22"/>
          <w:lang w:val="bg-BG"/>
        </w:rPr>
        <w:t>/</w:t>
      </w:r>
      <w:r w:rsidR="003C33D0" w:rsidRPr="003C33D0">
        <w:rPr>
          <w:rFonts w:ascii="Times New Roman" w:hAnsi="Times New Roman"/>
          <w:i/>
          <w:szCs w:val="22"/>
          <w:lang w:val="bg-BG"/>
        </w:rPr>
        <w:t>т. 5.4. от проекта на договор</w:t>
      </w:r>
      <w:r w:rsidRPr="003C33D0">
        <w:rPr>
          <w:rFonts w:ascii="Times New Roman" w:hAnsi="Times New Roman"/>
          <w:szCs w:val="22"/>
          <w:lang w:val="bg-BG"/>
        </w:rPr>
        <w:t>/</w:t>
      </w:r>
      <w:r w:rsidRPr="003C33D0">
        <w:rPr>
          <w:rFonts w:ascii="Times New Roman" w:hAnsi="Times New Roman"/>
          <w:lang w:val="bg-BG"/>
        </w:rPr>
        <w:t>.</w:t>
      </w:r>
    </w:p>
    <w:p w:rsidR="00A049E6" w:rsidRPr="00A049E6" w:rsidRDefault="003C33D0" w:rsidP="00D706A0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D706A0" w:rsidRPr="003C33D0">
        <w:rPr>
          <w:rFonts w:ascii="Times New Roman" w:hAnsi="Times New Roman"/>
          <w:lang w:val="ru-RU"/>
        </w:rPr>
        <w:t>.</w:t>
      </w:r>
      <w:r w:rsidR="00D706A0" w:rsidRPr="003C33D0">
        <w:rPr>
          <w:rFonts w:ascii="Times New Roman" w:hAnsi="Times New Roman"/>
          <w:lang w:val="ru-RU"/>
        </w:rPr>
        <w:tab/>
      </w:r>
      <w:r w:rsidR="00A049E6" w:rsidRPr="003C33D0">
        <w:rPr>
          <w:rFonts w:ascii="Times New Roman" w:hAnsi="Times New Roman" w:cs="Times New Roman"/>
          <w:sz w:val="24"/>
          <w:szCs w:val="24"/>
        </w:rPr>
        <w:t xml:space="preserve">Ако се установи, че дефектът не може да бъде отстранен, </w:t>
      </w:r>
      <w:r w:rsidR="00A049E6" w:rsidRPr="003C33D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3C33D0">
        <w:rPr>
          <w:rFonts w:ascii="Times New Roman" w:hAnsi="Times New Roman" w:cs="Times New Roman"/>
          <w:sz w:val="24"/>
          <w:szCs w:val="24"/>
        </w:rPr>
        <w:t xml:space="preserve"> доставя нови стоки з</w:t>
      </w:r>
      <w:r w:rsidR="00742A77" w:rsidRPr="003C33D0">
        <w:rPr>
          <w:rFonts w:ascii="Times New Roman" w:hAnsi="Times New Roman" w:cs="Times New Roman"/>
          <w:sz w:val="24"/>
          <w:szCs w:val="24"/>
        </w:rPr>
        <w:t>а своя сметка в срок от ...   (</w:t>
      </w:r>
      <w:r w:rsidR="00A049E6" w:rsidRPr="003C33D0">
        <w:rPr>
          <w:rFonts w:ascii="Times New Roman" w:hAnsi="Times New Roman" w:cs="Times New Roman"/>
          <w:sz w:val="24"/>
          <w:szCs w:val="24"/>
        </w:rPr>
        <w:t>.....</w:t>
      </w:r>
      <w:r w:rsidR="00742A77" w:rsidRPr="003C33D0">
        <w:rPr>
          <w:rFonts w:ascii="Times New Roman" w:hAnsi="Times New Roman" w:cs="Times New Roman"/>
          <w:sz w:val="24"/>
          <w:szCs w:val="24"/>
        </w:rPr>
        <w:t>..............................)</w:t>
      </w:r>
      <w:r w:rsidR="00A049E6" w:rsidRPr="003C33D0">
        <w:rPr>
          <w:rFonts w:ascii="Times New Roman" w:hAnsi="Times New Roman" w:cs="Times New Roman"/>
          <w:sz w:val="24"/>
          <w:szCs w:val="24"/>
        </w:rPr>
        <w:t xml:space="preserve"> дни. Върху новодоставената стока се установява нов гаранционен срок, равен на този от т. </w:t>
      </w:r>
      <w:r w:rsidR="00B97F6D" w:rsidRPr="003C33D0">
        <w:rPr>
          <w:rFonts w:ascii="Times New Roman" w:hAnsi="Times New Roman" w:cs="Times New Roman"/>
          <w:sz w:val="24"/>
          <w:szCs w:val="24"/>
        </w:rPr>
        <w:t>5.3 от проекта на договор</w:t>
      </w:r>
      <w:r w:rsidR="00295071" w:rsidRPr="003C33D0">
        <w:rPr>
          <w:rFonts w:ascii="Times New Roman" w:hAnsi="Times New Roman" w:cs="Times New Roman"/>
          <w:sz w:val="24"/>
          <w:szCs w:val="24"/>
        </w:rPr>
        <w:t xml:space="preserve"> </w:t>
      </w:r>
      <w:r w:rsidR="00715AF0" w:rsidRPr="003C33D0">
        <w:rPr>
          <w:rFonts w:ascii="Times New Roman" w:hAnsi="Times New Roman" w:cs="Times New Roman"/>
          <w:sz w:val="24"/>
          <w:szCs w:val="24"/>
        </w:rPr>
        <w:t>/</w:t>
      </w:r>
      <w:r w:rsidR="00715AF0" w:rsidRPr="003C33D0">
        <w:rPr>
          <w:rFonts w:ascii="Times New Roman" w:hAnsi="Times New Roman" w:cs="Times New Roman"/>
          <w:i/>
          <w:sz w:val="24"/>
          <w:szCs w:val="24"/>
        </w:rPr>
        <w:t>т.</w:t>
      </w:r>
      <w:r w:rsidR="00295071" w:rsidRPr="003C33D0">
        <w:rPr>
          <w:rFonts w:ascii="Times New Roman" w:hAnsi="Times New Roman" w:cs="Times New Roman"/>
          <w:i/>
          <w:sz w:val="24"/>
          <w:szCs w:val="24"/>
        </w:rPr>
        <w:t xml:space="preserve"> 5.</w:t>
      </w:r>
      <w:r w:rsidR="00B97F6D" w:rsidRPr="003C33D0">
        <w:rPr>
          <w:rFonts w:ascii="Times New Roman" w:hAnsi="Times New Roman" w:cs="Times New Roman"/>
          <w:i/>
          <w:sz w:val="24"/>
          <w:szCs w:val="24"/>
        </w:rPr>
        <w:t>5</w:t>
      </w:r>
      <w:r w:rsidR="00295071" w:rsidRPr="003C33D0">
        <w:rPr>
          <w:rFonts w:ascii="Times New Roman" w:hAnsi="Times New Roman" w:cs="Times New Roman"/>
          <w:i/>
          <w:sz w:val="24"/>
          <w:szCs w:val="24"/>
        </w:rPr>
        <w:t>.</w:t>
      </w:r>
      <w:r w:rsidR="00715AF0" w:rsidRPr="003C33D0">
        <w:rPr>
          <w:rFonts w:ascii="Times New Roman" w:hAnsi="Times New Roman" w:cs="Times New Roman"/>
          <w:i/>
          <w:sz w:val="24"/>
          <w:szCs w:val="24"/>
        </w:rPr>
        <w:t xml:space="preserve"> от проекта на договор/.</w:t>
      </w:r>
    </w:p>
    <w:p w:rsidR="00663D81" w:rsidRPr="00A049E6" w:rsidRDefault="00663D81" w:rsidP="00A049E6">
      <w:pPr>
        <w:pStyle w:val="Title"/>
        <w:jc w:val="left"/>
        <w:rPr>
          <w:b w:val="0"/>
          <w:bCs/>
          <w:lang w:val="ru-RU"/>
        </w:rPr>
      </w:pPr>
    </w:p>
    <w:p w:rsidR="00A049E6" w:rsidRPr="00A049E6" w:rsidRDefault="00A049E6" w:rsidP="00EB7548">
      <w:pPr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EB7548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EB7548">
      <w:pPr>
        <w:pStyle w:val="BodyText"/>
        <w:ind w:left="567"/>
      </w:pPr>
    </w:p>
    <w:p w:rsidR="00A049E6" w:rsidRPr="00A049E6" w:rsidRDefault="00A049E6" w:rsidP="00EB7548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EB7548">
      <w:pPr>
        <w:pStyle w:val="BodyText"/>
        <w:ind w:left="567"/>
      </w:pPr>
    </w:p>
    <w:p w:rsidR="00A049E6" w:rsidRDefault="00A049E6" w:rsidP="00EB7548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2D0337" w:rsidRPr="00A049E6" w:rsidRDefault="002D0337" w:rsidP="00EB7548">
      <w:pPr>
        <w:pStyle w:val="BodyText"/>
        <w:ind w:left="3366" w:hanging="2805"/>
      </w:pPr>
    </w:p>
    <w:p w:rsidR="00A049E6" w:rsidRDefault="00A049E6" w:rsidP="009358AA">
      <w:pPr>
        <w:pStyle w:val="BodyText"/>
        <w:ind w:left="567"/>
        <w:rPr>
          <w:lang w:val="ru-RU"/>
        </w:rPr>
      </w:pPr>
      <w:r w:rsidRPr="00A049E6">
        <w:t>______________________ (наименование на участника)</w:t>
      </w:r>
      <w:r w:rsidRPr="00A049E6">
        <w:rPr>
          <w:lang w:val="ru-RU"/>
        </w:rPr>
        <w:t xml:space="preserve"> </w:t>
      </w:r>
    </w:p>
    <w:p w:rsidR="00742A77" w:rsidRDefault="00742A77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975B2" w:rsidRDefault="00A975B2" w:rsidP="009358AA">
      <w:pPr>
        <w:pStyle w:val="BodyText"/>
        <w:ind w:left="567"/>
        <w:rPr>
          <w:lang w:val="ru-RU"/>
        </w:rPr>
      </w:pPr>
    </w:p>
    <w:p w:rsidR="00A049E6" w:rsidRPr="00A049E6" w:rsidRDefault="00A049E6" w:rsidP="00720365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 xml:space="preserve">.1.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720365">
        <w:rPr>
          <w:b w:val="0"/>
          <w:lang w:val="ru-RU"/>
        </w:rPr>
        <w:t>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260A74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A049E6" w:rsidRPr="00A049E6" w:rsidRDefault="00A049E6" w:rsidP="00A049E6">
      <w:pPr>
        <w:pStyle w:val="Title"/>
      </w:pPr>
    </w:p>
    <w:p w:rsidR="00A049E6" w:rsidRPr="00A049E6" w:rsidRDefault="00BF7499" w:rsidP="00A049E6">
      <w:pPr>
        <w:pStyle w:val="BodyText"/>
        <w:spacing w:line="360" w:lineRule="auto"/>
        <w:jc w:val="center"/>
      </w:pPr>
      <w:r>
        <w:t xml:space="preserve">за участие в </w:t>
      </w:r>
      <w:r w:rsidR="00260A74">
        <w:t>публично състезание</w:t>
      </w:r>
      <w:r w:rsidR="00A049E6" w:rsidRPr="00A049E6">
        <w:t xml:space="preserve"> с </w:t>
      </w:r>
      <w:r w:rsidR="00D96566">
        <w:t>предмет</w:t>
      </w:r>
      <w:r w:rsidR="00A049E6"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502408">
        <w:rPr>
          <w:rFonts w:ascii="Times New Roman" w:hAnsi="Times New Roman"/>
          <w:b/>
          <w:lang w:val="bg-BG"/>
        </w:rPr>
        <w:t>Доставка на</w:t>
      </w:r>
      <w:r w:rsidR="00A975B2">
        <w:rPr>
          <w:rFonts w:ascii="Times New Roman" w:hAnsi="Times New Roman"/>
          <w:b/>
          <w:lang w:val="bg-BG"/>
        </w:rPr>
        <w:t xml:space="preserve"> камера за инфрачервена </w:t>
      </w:r>
      <w:proofErr w:type="spellStart"/>
      <w:r w:rsidR="00A975B2">
        <w:rPr>
          <w:rFonts w:ascii="Times New Roman" w:hAnsi="Times New Roman"/>
          <w:b/>
          <w:lang w:val="bg-BG"/>
        </w:rPr>
        <w:t>термовизия</w:t>
      </w:r>
      <w:proofErr w:type="spellEnd"/>
      <w:r w:rsidRPr="005550B2">
        <w:rPr>
          <w:rFonts w:ascii="Times New Roman" w:hAnsi="Times New Roman"/>
          <w:b/>
        </w:rPr>
        <w:t>”</w:t>
      </w: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2207"/>
        <w:gridCol w:w="2663"/>
        <w:gridCol w:w="1308"/>
        <w:gridCol w:w="1044"/>
        <w:gridCol w:w="953"/>
        <w:gridCol w:w="953"/>
      </w:tblGrid>
      <w:tr w:rsidR="00485C60" w:rsidRPr="00C957FA" w:rsidTr="0063134A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2207" w:type="dxa"/>
          </w:tcPr>
          <w:p w:rsidR="00642AAA" w:rsidRDefault="00642AA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2663" w:type="dxa"/>
          </w:tcPr>
          <w:p w:rsidR="00485C60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485C60" w:rsidRPr="00A049E6" w:rsidRDefault="00642AA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485C60" w:rsidRPr="00A049E6" w:rsidTr="0063134A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2207" w:type="dxa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2663" w:type="dxa"/>
          </w:tcPr>
          <w:p w:rsidR="00485C60" w:rsidRPr="00A049E6" w:rsidRDefault="0063134A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63134A" w:rsidP="0063134A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044" w:type="dxa"/>
            <w:vAlign w:val="center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953" w:type="dxa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</w:tr>
      <w:tr w:rsidR="00485C60" w:rsidRPr="00A049E6" w:rsidTr="0063134A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207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63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85C60" w:rsidRPr="00A049E6" w:rsidTr="0063134A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207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63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67F9E" w:rsidRPr="00A049E6" w:rsidTr="00BF7499">
        <w:trPr>
          <w:trHeight w:val="567"/>
        </w:trPr>
        <w:tc>
          <w:tcPr>
            <w:tcW w:w="8820" w:type="dxa"/>
            <w:gridSpan w:val="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67F9E" w:rsidRPr="00B67F9E" w:rsidRDefault="00B67F9E" w:rsidP="00B67F9E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B67F9E">
              <w:rPr>
                <w:rFonts w:ascii="Times New Roman" w:hAnsi="Times New Roman"/>
                <w:b/>
                <w:lang w:val="ru-RU"/>
              </w:rPr>
              <w:t xml:space="preserve">ПРЕДЛАГАНА ЦЕНА в </w:t>
            </w:r>
            <w:proofErr w:type="spellStart"/>
            <w:r w:rsidRPr="00B67F9E">
              <w:rPr>
                <w:rFonts w:ascii="Times New Roman" w:hAnsi="Times New Roman"/>
                <w:b/>
                <w:lang w:val="ru-RU"/>
              </w:rPr>
              <w:t>лв</w:t>
            </w:r>
            <w:proofErr w:type="spellEnd"/>
            <w:r w:rsidRPr="00B67F9E">
              <w:rPr>
                <w:rFonts w:ascii="Times New Roman" w:hAnsi="Times New Roman"/>
                <w:b/>
                <w:lang w:val="ru-RU"/>
              </w:rPr>
              <w:t xml:space="preserve">. без ДДС </w:t>
            </w:r>
            <w:proofErr w:type="gramStart"/>
            <w:r w:rsidRPr="00B67F9E">
              <w:rPr>
                <w:rFonts w:ascii="Times New Roman" w:hAnsi="Times New Roman"/>
                <w:b/>
                <w:lang w:val="ru-RU"/>
              </w:rPr>
              <w:t>при</w:t>
            </w:r>
            <w:proofErr w:type="gramEnd"/>
            <w:r w:rsidRPr="00B67F9E">
              <w:rPr>
                <w:rFonts w:ascii="Times New Roman" w:hAnsi="Times New Roman"/>
                <w:b/>
                <w:lang w:val="ru-RU"/>
              </w:rPr>
              <w:t xml:space="preserve"> условие на доставка </w:t>
            </w:r>
            <w:r w:rsidRPr="00B67F9E"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АЕЦ Козлодуй, </w:t>
            </w:r>
            <w:r w:rsidRPr="00C957FA">
              <w:rPr>
                <w:rFonts w:ascii="Times New Roman" w:hAnsi="Times New Roman"/>
                <w:b/>
                <w:lang w:val="ru-MO"/>
              </w:rPr>
              <w:t>(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съгласно </w:t>
            </w:r>
            <w:r w:rsidRPr="00B67F9E">
              <w:rPr>
                <w:rFonts w:ascii="Times New Roman" w:hAnsi="Times New Roman"/>
                <w:b/>
                <w:lang w:val="en-US"/>
              </w:rPr>
              <w:t>INCOTERMS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 201</w:t>
            </w:r>
            <w:r w:rsidR="00D1291D">
              <w:rPr>
                <w:rFonts w:ascii="Times New Roman" w:hAnsi="Times New Roman"/>
                <w:b/>
                <w:lang w:val="ru-MO"/>
              </w:rPr>
              <w:t>0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) </w:t>
            </w:r>
            <w:proofErr w:type="spellStart"/>
            <w:r w:rsidRPr="00B67F9E">
              <w:rPr>
                <w:rFonts w:ascii="Times New Roman" w:hAnsi="Times New Roman"/>
                <w:b/>
                <w:lang w:val="bg-BG"/>
              </w:rPr>
              <w:t>цифром</w:t>
            </w:r>
            <w:proofErr w:type="spellEnd"/>
            <w:r w:rsidRPr="00B67F9E">
              <w:rPr>
                <w:rFonts w:ascii="Times New Roman" w:hAnsi="Times New Roman"/>
                <w:b/>
                <w:lang w:val="bg-BG"/>
              </w:rPr>
              <w:t xml:space="preserve"> и словом:</w:t>
            </w:r>
          </w:p>
          <w:p w:rsidR="00B67F9E" w:rsidRP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Pr="00A049E6" w:rsidRDefault="00A049E6" w:rsidP="00A049E6">
      <w:pPr>
        <w:pStyle w:val="BodyText"/>
        <w:ind w:left="567"/>
        <w:rPr>
          <w:lang w:val="en-US"/>
        </w:rPr>
      </w:pPr>
      <w:r w:rsidRPr="00A049E6">
        <w:t>______________________ (наименование на участника)</w:t>
      </w:r>
      <w:r w:rsidRPr="00A049E6">
        <w:rPr>
          <w:lang w:val="en-US"/>
        </w:rPr>
        <w:t xml:space="preserve"> </w:t>
      </w:r>
    </w:p>
    <w:p w:rsidR="00FE4730" w:rsidRPr="00A049E6" w:rsidRDefault="00FE4730" w:rsidP="00A049E6">
      <w:pPr>
        <w:pStyle w:val="BodyText"/>
        <w:ind w:left="3366" w:hanging="2805"/>
        <w:jc w:val="right"/>
      </w:pPr>
    </w:p>
    <w:sectPr w:rsidR="00FE4730" w:rsidRPr="00A049E6" w:rsidSect="00EB7548">
      <w:pgSz w:w="11906" w:h="16838" w:code="9"/>
      <w:pgMar w:top="567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166551D"/>
    <w:multiLevelType w:val="multilevel"/>
    <w:tmpl w:val="1CC407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8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9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1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5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6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7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9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1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2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3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4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8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6"/>
  </w:num>
  <w:num w:numId="2">
    <w:abstractNumId w:val="1"/>
  </w:num>
  <w:num w:numId="3">
    <w:abstractNumId w:val="3"/>
  </w:num>
  <w:num w:numId="4">
    <w:abstractNumId w:val="38"/>
  </w:num>
  <w:num w:numId="5">
    <w:abstractNumId w:val="29"/>
  </w:num>
  <w:num w:numId="6">
    <w:abstractNumId w:val="22"/>
  </w:num>
  <w:num w:numId="7">
    <w:abstractNumId w:val="35"/>
  </w:num>
  <w:num w:numId="8">
    <w:abstractNumId w:val="16"/>
  </w:num>
  <w:num w:numId="9">
    <w:abstractNumId w:val="25"/>
  </w:num>
  <w:num w:numId="10">
    <w:abstractNumId w:val="9"/>
  </w:num>
  <w:num w:numId="11">
    <w:abstractNumId w:val="23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34"/>
  </w:num>
  <w:num w:numId="17">
    <w:abstractNumId w:val="5"/>
  </w:num>
  <w:num w:numId="18">
    <w:abstractNumId w:val="24"/>
  </w:num>
  <w:num w:numId="19">
    <w:abstractNumId w:val="20"/>
  </w:num>
  <w:num w:numId="20">
    <w:abstractNumId w:val="33"/>
  </w:num>
  <w:num w:numId="21">
    <w:abstractNumId w:val="14"/>
  </w:num>
  <w:num w:numId="22">
    <w:abstractNumId w:val="13"/>
  </w:num>
  <w:num w:numId="23">
    <w:abstractNumId w:val="18"/>
  </w:num>
  <w:num w:numId="24">
    <w:abstractNumId w:val="28"/>
  </w:num>
  <w:num w:numId="25">
    <w:abstractNumId w:val="32"/>
  </w:num>
  <w:num w:numId="26">
    <w:abstractNumId w:val="2"/>
  </w:num>
  <w:num w:numId="27">
    <w:abstractNumId w:val="0"/>
  </w:num>
  <w:num w:numId="28">
    <w:abstractNumId w:val="30"/>
  </w:num>
  <w:num w:numId="29">
    <w:abstractNumId w:val="4"/>
  </w:num>
  <w:num w:numId="30">
    <w:abstractNumId w:val="6"/>
  </w:num>
  <w:num w:numId="31">
    <w:abstractNumId w:val="8"/>
  </w:num>
  <w:num w:numId="32">
    <w:abstractNumId w:val="37"/>
  </w:num>
  <w:num w:numId="33">
    <w:abstractNumId w:val="21"/>
  </w:num>
  <w:num w:numId="34">
    <w:abstractNumId w:val="27"/>
  </w:num>
  <w:num w:numId="35">
    <w:abstractNumId w:val="26"/>
  </w:num>
  <w:num w:numId="36">
    <w:abstractNumId w:val="31"/>
  </w:num>
  <w:num w:numId="37">
    <w:abstractNumId w:val="15"/>
  </w:num>
  <w:num w:numId="38">
    <w:abstractNumId w:val="10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E42C79"/>
    <w:rsid w:val="0000239B"/>
    <w:rsid w:val="0000637F"/>
    <w:rsid w:val="0001288C"/>
    <w:rsid w:val="00015DBE"/>
    <w:rsid w:val="000162CA"/>
    <w:rsid w:val="000224F4"/>
    <w:rsid w:val="000255CB"/>
    <w:rsid w:val="00030ECD"/>
    <w:rsid w:val="00033371"/>
    <w:rsid w:val="00035AC8"/>
    <w:rsid w:val="0003618C"/>
    <w:rsid w:val="00040CB6"/>
    <w:rsid w:val="00042B83"/>
    <w:rsid w:val="000438B5"/>
    <w:rsid w:val="00043C17"/>
    <w:rsid w:val="00044908"/>
    <w:rsid w:val="00045637"/>
    <w:rsid w:val="00051F0E"/>
    <w:rsid w:val="000541D9"/>
    <w:rsid w:val="00056DE9"/>
    <w:rsid w:val="000600AC"/>
    <w:rsid w:val="0006202A"/>
    <w:rsid w:val="00062C13"/>
    <w:rsid w:val="00073FE6"/>
    <w:rsid w:val="00076572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E7A41"/>
    <w:rsid w:val="000F2D53"/>
    <w:rsid w:val="000F46F1"/>
    <w:rsid w:val="001014A8"/>
    <w:rsid w:val="00102277"/>
    <w:rsid w:val="00102972"/>
    <w:rsid w:val="0010441E"/>
    <w:rsid w:val="00112497"/>
    <w:rsid w:val="00113791"/>
    <w:rsid w:val="00124666"/>
    <w:rsid w:val="0012641E"/>
    <w:rsid w:val="00133BA1"/>
    <w:rsid w:val="001425E9"/>
    <w:rsid w:val="001455F8"/>
    <w:rsid w:val="00146A2E"/>
    <w:rsid w:val="00146C7F"/>
    <w:rsid w:val="00161E3A"/>
    <w:rsid w:val="001622D8"/>
    <w:rsid w:val="00170978"/>
    <w:rsid w:val="00171408"/>
    <w:rsid w:val="00177D03"/>
    <w:rsid w:val="001822B9"/>
    <w:rsid w:val="00193075"/>
    <w:rsid w:val="001A06D8"/>
    <w:rsid w:val="001A23CA"/>
    <w:rsid w:val="001A2576"/>
    <w:rsid w:val="001A28AB"/>
    <w:rsid w:val="001A2E6E"/>
    <w:rsid w:val="001C4820"/>
    <w:rsid w:val="001C52A0"/>
    <w:rsid w:val="001D2580"/>
    <w:rsid w:val="001D2818"/>
    <w:rsid w:val="001E60A2"/>
    <w:rsid w:val="001F19B9"/>
    <w:rsid w:val="00201178"/>
    <w:rsid w:val="00213EC7"/>
    <w:rsid w:val="00220152"/>
    <w:rsid w:val="00220656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61F1"/>
    <w:rsid w:val="00284813"/>
    <w:rsid w:val="00290EC8"/>
    <w:rsid w:val="00291844"/>
    <w:rsid w:val="00295071"/>
    <w:rsid w:val="00295278"/>
    <w:rsid w:val="002A0E4B"/>
    <w:rsid w:val="002A5C74"/>
    <w:rsid w:val="002A656A"/>
    <w:rsid w:val="002B02FF"/>
    <w:rsid w:val="002B258F"/>
    <w:rsid w:val="002B7F14"/>
    <w:rsid w:val="002C1F38"/>
    <w:rsid w:val="002C4B3B"/>
    <w:rsid w:val="002C59C7"/>
    <w:rsid w:val="002D0337"/>
    <w:rsid w:val="002E2669"/>
    <w:rsid w:val="002E75A4"/>
    <w:rsid w:val="002F549E"/>
    <w:rsid w:val="002F70E8"/>
    <w:rsid w:val="002F7764"/>
    <w:rsid w:val="0031073F"/>
    <w:rsid w:val="00314E4F"/>
    <w:rsid w:val="003211D8"/>
    <w:rsid w:val="00327389"/>
    <w:rsid w:val="003310CE"/>
    <w:rsid w:val="003331E4"/>
    <w:rsid w:val="003351A6"/>
    <w:rsid w:val="003351BB"/>
    <w:rsid w:val="00342609"/>
    <w:rsid w:val="00350036"/>
    <w:rsid w:val="00350EE8"/>
    <w:rsid w:val="003539FF"/>
    <w:rsid w:val="00355C00"/>
    <w:rsid w:val="0035625A"/>
    <w:rsid w:val="003619C9"/>
    <w:rsid w:val="003656F4"/>
    <w:rsid w:val="00370139"/>
    <w:rsid w:val="003710CD"/>
    <w:rsid w:val="003729C5"/>
    <w:rsid w:val="003730B1"/>
    <w:rsid w:val="003777D4"/>
    <w:rsid w:val="003818C5"/>
    <w:rsid w:val="00385C2B"/>
    <w:rsid w:val="00387C2A"/>
    <w:rsid w:val="003927AB"/>
    <w:rsid w:val="00394604"/>
    <w:rsid w:val="0039529D"/>
    <w:rsid w:val="003963EA"/>
    <w:rsid w:val="003A0CED"/>
    <w:rsid w:val="003A5595"/>
    <w:rsid w:val="003A7E8D"/>
    <w:rsid w:val="003C33D0"/>
    <w:rsid w:val="003C3A38"/>
    <w:rsid w:val="003C6DCA"/>
    <w:rsid w:val="003C72A2"/>
    <w:rsid w:val="003D035B"/>
    <w:rsid w:val="003D15A8"/>
    <w:rsid w:val="003D6A84"/>
    <w:rsid w:val="003E4499"/>
    <w:rsid w:val="003E493B"/>
    <w:rsid w:val="003E53E9"/>
    <w:rsid w:val="003E5F11"/>
    <w:rsid w:val="0041012F"/>
    <w:rsid w:val="004143FA"/>
    <w:rsid w:val="00417A23"/>
    <w:rsid w:val="00425D9B"/>
    <w:rsid w:val="00432C4B"/>
    <w:rsid w:val="00441745"/>
    <w:rsid w:val="004417AB"/>
    <w:rsid w:val="00456212"/>
    <w:rsid w:val="00456796"/>
    <w:rsid w:val="0046163A"/>
    <w:rsid w:val="00467A9F"/>
    <w:rsid w:val="00467FE1"/>
    <w:rsid w:val="004739D8"/>
    <w:rsid w:val="00477B3A"/>
    <w:rsid w:val="00477F50"/>
    <w:rsid w:val="0048551D"/>
    <w:rsid w:val="00485C60"/>
    <w:rsid w:val="00494294"/>
    <w:rsid w:val="00496DEE"/>
    <w:rsid w:val="004A7DD8"/>
    <w:rsid w:val="004B158E"/>
    <w:rsid w:val="004B24DE"/>
    <w:rsid w:val="004C1198"/>
    <w:rsid w:val="004C49BF"/>
    <w:rsid w:val="004C556C"/>
    <w:rsid w:val="004E1287"/>
    <w:rsid w:val="004E3693"/>
    <w:rsid w:val="004E5A82"/>
    <w:rsid w:val="004E73F7"/>
    <w:rsid w:val="004E7E88"/>
    <w:rsid w:val="004F18AB"/>
    <w:rsid w:val="004F4B05"/>
    <w:rsid w:val="00502184"/>
    <w:rsid w:val="00502408"/>
    <w:rsid w:val="00504973"/>
    <w:rsid w:val="00517E0B"/>
    <w:rsid w:val="0052581D"/>
    <w:rsid w:val="005364BA"/>
    <w:rsid w:val="00541047"/>
    <w:rsid w:val="005440EC"/>
    <w:rsid w:val="00557915"/>
    <w:rsid w:val="005678F6"/>
    <w:rsid w:val="00567E4F"/>
    <w:rsid w:val="005728B5"/>
    <w:rsid w:val="005758EC"/>
    <w:rsid w:val="00577BAF"/>
    <w:rsid w:val="00577C28"/>
    <w:rsid w:val="00583882"/>
    <w:rsid w:val="00587206"/>
    <w:rsid w:val="0059227C"/>
    <w:rsid w:val="00595FE5"/>
    <w:rsid w:val="00597310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5F4B7E"/>
    <w:rsid w:val="00602334"/>
    <w:rsid w:val="00605C9C"/>
    <w:rsid w:val="0061241C"/>
    <w:rsid w:val="00614A06"/>
    <w:rsid w:val="0063134A"/>
    <w:rsid w:val="006328C4"/>
    <w:rsid w:val="00642AAA"/>
    <w:rsid w:val="00653F33"/>
    <w:rsid w:val="0065423A"/>
    <w:rsid w:val="00662375"/>
    <w:rsid w:val="00663D81"/>
    <w:rsid w:val="00675D8C"/>
    <w:rsid w:val="0069375E"/>
    <w:rsid w:val="006A092A"/>
    <w:rsid w:val="006A6F25"/>
    <w:rsid w:val="006B04FE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15AF0"/>
    <w:rsid w:val="00720365"/>
    <w:rsid w:val="00722563"/>
    <w:rsid w:val="00725403"/>
    <w:rsid w:val="00727C79"/>
    <w:rsid w:val="007374C7"/>
    <w:rsid w:val="0074211B"/>
    <w:rsid w:val="00742A77"/>
    <w:rsid w:val="00750229"/>
    <w:rsid w:val="0075070C"/>
    <w:rsid w:val="00755C4C"/>
    <w:rsid w:val="007575E9"/>
    <w:rsid w:val="00760D47"/>
    <w:rsid w:val="007617AD"/>
    <w:rsid w:val="007624E8"/>
    <w:rsid w:val="00764630"/>
    <w:rsid w:val="00764AA5"/>
    <w:rsid w:val="00770182"/>
    <w:rsid w:val="00773A7D"/>
    <w:rsid w:val="00780647"/>
    <w:rsid w:val="00786466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D1FF2"/>
    <w:rsid w:val="007E154B"/>
    <w:rsid w:val="007E3F8E"/>
    <w:rsid w:val="007F4E96"/>
    <w:rsid w:val="00810AAB"/>
    <w:rsid w:val="00811E71"/>
    <w:rsid w:val="00826014"/>
    <w:rsid w:val="008265CF"/>
    <w:rsid w:val="00830F8B"/>
    <w:rsid w:val="00836F17"/>
    <w:rsid w:val="0084037C"/>
    <w:rsid w:val="0084095F"/>
    <w:rsid w:val="008410B7"/>
    <w:rsid w:val="00842E6E"/>
    <w:rsid w:val="008447EF"/>
    <w:rsid w:val="008456F5"/>
    <w:rsid w:val="00847D36"/>
    <w:rsid w:val="00850FFC"/>
    <w:rsid w:val="00856201"/>
    <w:rsid w:val="00856874"/>
    <w:rsid w:val="0086506A"/>
    <w:rsid w:val="00874A90"/>
    <w:rsid w:val="00880D9E"/>
    <w:rsid w:val="00883342"/>
    <w:rsid w:val="00890F16"/>
    <w:rsid w:val="008921B5"/>
    <w:rsid w:val="00892498"/>
    <w:rsid w:val="00894B03"/>
    <w:rsid w:val="008963C3"/>
    <w:rsid w:val="008A40FE"/>
    <w:rsid w:val="008A66FB"/>
    <w:rsid w:val="008A6C1F"/>
    <w:rsid w:val="008A7E68"/>
    <w:rsid w:val="008B4E96"/>
    <w:rsid w:val="008C5784"/>
    <w:rsid w:val="008C6033"/>
    <w:rsid w:val="008D626C"/>
    <w:rsid w:val="008D69A9"/>
    <w:rsid w:val="008D6D7E"/>
    <w:rsid w:val="008E52CB"/>
    <w:rsid w:val="008F234E"/>
    <w:rsid w:val="008F3731"/>
    <w:rsid w:val="00912D5C"/>
    <w:rsid w:val="00922FCD"/>
    <w:rsid w:val="00923B68"/>
    <w:rsid w:val="009358AA"/>
    <w:rsid w:val="00941690"/>
    <w:rsid w:val="00943429"/>
    <w:rsid w:val="00955CC5"/>
    <w:rsid w:val="00957500"/>
    <w:rsid w:val="00961473"/>
    <w:rsid w:val="00961BCD"/>
    <w:rsid w:val="0096454C"/>
    <w:rsid w:val="009738E1"/>
    <w:rsid w:val="00991392"/>
    <w:rsid w:val="00995525"/>
    <w:rsid w:val="009956D7"/>
    <w:rsid w:val="009A03C8"/>
    <w:rsid w:val="009B4228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1A0F"/>
    <w:rsid w:val="00A049E6"/>
    <w:rsid w:val="00A05E1B"/>
    <w:rsid w:val="00A12D55"/>
    <w:rsid w:val="00A14C0B"/>
    <w:rsid w:val="00A14EE2"/>
    <w:rsid w:val="00A241D4"/>
    <w:rsid w:val="00A32F0F"/>
    <w:rsid w:val="00A34959"/>
    <w:rsid w:val="00A414F8"/>
    <w:rsid w:val="00A55DF3"/>
    <w:rsid w:val="00A57CED"/>
    <w:rsid w:val="00A6618B"/>
    <w:rsid w:val="00A850C5"/>
    <w:rsid w:val="00A9726F"/>
    <w:rsid w:val="00A975B2"/>
    <w:rsid w:val="00AA5922"/>
    <w:rsid w:val="00AA6F82"/>
    <w:rsid w:val="00AB1F9D"/>
    <w:rsid w:val="00AB4EDB"/>
    <w:rsid w:val="00AB5BFB"/>
    <w:rsid w:val="00AC1B68"/>
    <w:rsid w:val="00AC2575"/>
    <w:rsid w:val="00AC296A"/>
    <w:rsid w:val="00AC3447"/>
    <w:rsid w:val="00AC425B"/>
    <w:rsid w:val="00AC6234"/>
    <w:rsid w:val="00AC6872"/>
    <w:rsid w:val="00AD049D"/>
    <w:rsid w:val="00AD0850"/>
    <w:rsid w:val="00AD416C"/>
    <w:rsid w:val="00AE3CFD"/>
    <w:rsid w:val="00AE4E98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55949"/>
    <w:rsid w:val="00B564EF"/>
    <w:rsid w:val="00B60B44"/>
    <w:rsid w:val="00B655BE"/>
    <w:rsid w:val="00B67529"/>
    <w:rsid w:val="00B67F9E"/>
    <w:rsid w:val="00B71C31"/>
    <w:rsid w:val="00B74198"/>
    <w:rsid w:val="00B765D7"/>
    <w:rsid w:val="00B853BF"/>
    <w:rsid w:val="00B85CDF"/>
    <w:rsid w:val="00B90B66"/>
    <w:rsid w:val="00B94D94"/>
    <w:rsid w:val="00B97F6D"/>
    <w:rsid w:val="00BB02B7"/>
    <w:rsid w:val="00BC0C0E"/>
    <w:rsid w:val="00BC0E1C"/>
    <w:rsid w:val="00BC18A3"/>
    <w:rsid w:val="00BC5FFC"/>
    <w:rsid w:val="00BD34C9"/>
    <w:rsid w:val="00BD3B4D"/>
    <w:rsid w:val="00BE1CB6"/>
    <w:rsid w:val="00BE6315"/>
    <w:rsid w:val="00BF0752"/>
    <w:rsid w:val="00BF34DE"/>
    <w:rsid w:val="00BF5DE3"/>
    <w:rsid w:val="00BF5DFB"/>
    <w:rsid w:val="00BF7499"/>
    <w:rsid w:val="00C050CE"/>
    <w:rsid w:val="00C067AA"/>
    <w:rsid w:val="00C2091D"/>
    <w:rsid w:val="00C25898"/>
    <w:rsid w:val="00C25BC0"/>
    <w:rsid w:val="00C31297"/>
    <w:rsid w:val="00C36CEB"/>
    <w:rsid w:val="00C65874"/>
    <w:rsid w:val="00C66C0B"/>
    <w:rsid w:val="00C80594"/>
    <w:rsid w:val="00C816F2"/>
    <w:rsid w:val="00C957FA"/>
    <w:rsid w:val="00CA08AF"/>
    <w:rsid w:val="00CA34E6"/>
    <w:rsid w:val="00CB5218"/>
    <w:rsid w:val="00CC4141"/>
    <w:rsid w:val="00CD0C75"/>
    <w:rsid w:val="00CD13B7"/>
    <w:rsid w:val="00CD35D4"/>
    <w:rsid w:val="00CE3BA9"/>
    <w:rsid w:val="00CF07EB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1291D"/>
    <w:rsid w:val="00D20E4F"/>
    <w:rsid w:val="00D2297B"/>
    <w:rsid w:val="00D23168"/>
    <w:rsid w:val="00D24145"/>
    <w:rsid w:val="00D2592E"/>
    <w:rsid w:val="00D40E79"/>
    <w:rsid w:val="00D52EB5"/>
    <w:rsid w:val="00D55158"/>
    <w:rsid w:val="00D5522D"/>
    <w:rsid w:val="00D56334"/>
    <w:rsid w:val="00D56774"/>
    <w:rsid w:val="00D61C65"/>
    <w:rsid w:val="00D62CAC"/>
    <w:rsid w:val="00D63CBA"/>
    <w:rsid w:val="00D706A0"/>
    <w:rsid w:val="00D71ED0"/>
    <w:rsid w:val="00D73EF8"/>
    <w:rsid w:val="00D80825"/>
    <w:rsid w:val="00D820F1"/>
    <w:rsid w:val="00D87D80"/>
    <w:rsid w:val="00D91151"/>
    <w:rsid w:val="00D93433"/>
    <w:rsid w:val="00D947F4"/>
    <w:rsid w:val="00D96566"/>
    <w:rsid w:val="00DA2E1B"/>
    <w:rsid w:val="00DB01D1"/>
    <w:rsid w:val="00DB3C78"/>
    <w:rsid w:val="00DB40D6"/>
    <w:rsid w:val="00DC04DE"/>
    <w:rsid w:val="00DC2782"/>
    <w:rsid w:val="00DC4B89"/>
    <w:rsid w:val="00DD0B79"/>
    <w:rsid w:val="00DD1702"/>
    <w:rsid w:val="00DD1DA1"/>
    <w:rsid w:val="00DD3085"/>
    <w:rsid w:val="00DD339D"/>
    <w:rsid w:val="00DD3C87"/>
    <w:rsid w:val="00DD619C"/>
    <w:rsid w:val="00DE6115"/>
    <w:rsid w:val="00DF195A"/>
    <w:rsid w:val="00DF25BB"/>
    <w:rsid w:val="00E000AD"/>
    <w:rsid w:val="00E07D84"/>
    <w:rsid w:val="00E142ED"/>
    <w:rsid w:val="00E165E3"/>
    <w:rsid w:val="00E206BF"/>
    <w:rsid w:val="00E31319"/>
    <w:rsid w:val="00E3494F"/>
    <w:rsid w:val="00E42026"/>
    <w:rsid w:val="00E42C79"/>
    <w:rsid w:val="00E61F99"/>
    <w:rsid w:val="00E6499E"/>
    <w:rsid w:val="00E668F4"/>
    <w:rsid w:val="00E66DB1"/>
    <w:rsid w:val="00E70CC3"/>
    <w:rsid w:val="00E733E6"/>
    <w:rsid w:val="00E74F49"/>
    <w:rsid w:val="00E84694"/>
    <w:rsid w:val="00E91766"/>
    <w:rsid w:val="00E91F9C"/>
    <w:rsid w:val="00E93304"/>
    <w:rsid w:val="00EA097F"/>
    <w:rsid w:val="00EA0C58"/>
    <w:rsid w:val="00EA1F9D"/>
    <w:rsid w:val="00EA4385"/>
    <w:rsid w:val="00EA7480"/>
    <w:rsid w:val="00EB1037"/>
    <w:rsid w:val="00EB7548"/>
    <w:rsid w:val="00EC1EC3"/>
    <w:rsid w:val="00EC232D"/>
    <w:rsid w:val="00EC7324"/>
    <w:rsid w:val="00EC7DB3"/>
    <w:rsid w:val="00ED3BBF"/>
    <w:rsid w:val="00ED6639"/>
    <w:rsid w:val="00EE030E"/>
    <w:rsid w:val="00EE0FF7"/>
    <w:rsid w:val="00EE1038"/>
    <w:rsid w:val="00EE178E"/>
    <w:rsid w:val="00EE7B6B"/>
    <w:rsid w:val="00EF1C3C"/>
    <w:rsid w:val="00EF57DF"/>
    <w:rsid w:val="00EF7280"/>
    <w:rsid w:val="00F00FC6"/>
    <w:rsid w:val="00F06AC1"/>
    <w:rsid w:val="00F1350C"/>
    <w:rsid w:val="00F1743A"/>
    <w:rsid w:val="00F2606E"/>
    <w:rsid w:val="00F30172"/>
    <w:rsid w:val="00F3097F"/>
    <w:rsid w:val="00F31484"/>
    <w:rsid w:val="00F3280F"/>
    <w:rsid w:val="00F4313F"/>
    <w:rsid w:val="00F4317C"/>
    <w:rsid w:val="00F45085"/>
    <w:rsid w:val="00F468A5"/>
    <w:rsid w:val="00F47D6F"/>
    <w:rsid w:val="00F54D4E"/>
    <w:rsid w:val="00F55628"/>
    <w:rsid w:val="00F56977"/>
    <w:rsid w:val="00F7079D"/>
    <w:rsid w:val="00F810EA"/>
    <w:rsid w:val="00F822F7"/>
    <w:rsid w:val="00F83CF3"/>
    <w:rsid w:val="00FA077A"/>
    <w:rsid w:val="00FA13FB"/>
    <w:rsid w:val="00FB713C"/>
    <w:rsid w:val="00FB7C0A"/>
    <w:rsid w:val="00FC1589"/>
    <w:rsid w:val="00FC40B9"/>
    <w:rsid w:val="00FD3D30"/>
    <w:rsid w:val="00FE363C"/>
    <w:rsid w:val="00FE3D5D"/>
    <w:rsid w:val="00FE456A"/>
    <w:rsid w:val="00FE45ED"/>
    <w:rsid w:val="00FE4730"/>
    <w:rsid w:val="00FE5662"/>
    <w:rsid w:val="00FE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link w:val="BodyTextIndentChar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basedOn w:val="DefaultParagraphFont"/>
    <w:link w:val="BodyTextIndent"/>
    <w:rsid w:val="003D15A8"/>
    <w:rPr>
      <w:rFonts w:ascii="Tahoma" w:hAnsi="Tahoma" w:cs="Tahoma"/>
      <w:sz w:val="28"/>
      <w:lang w:eastAsia="en-US"/>
    </w:rPr>
  </w:style>
  <w:style w:type="character" w:styleId="Strong">
    <w:name w:val="Strong"/>
    <w:basedOn w:val="DefaultParagraphFont"/>
    <w:uiPriority w:val="22"/>
    <w:qFormat/>
    <w:rsid w:val="008A6C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92D65-E466-423B-9683-7CA13714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557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97</cp:revision>
  <cp:lastPrinted>2018-04-25T12:20:00Z</cp:lastPrinted>
  <dcterms:created xsi:type="dcterms:W3CDTF">2018-02-22T07:46:00Z</dcterms:created>
  <dcterms:modified xsi:type="dcterms:W3CDTF">2018-04-25T12:33:00Z</dcterms:modified>
</cp:coreProperties>
</file>