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7B1FFD" w:rsidRDefault="002F0875" w:rsidP="002F0875">
      <w:pPr>
        <w:pStyle w:val="Title"/>
        <w:jc w:val="right"/>
        <w:rPr>
          <w:sz w:val="24"/>
          <w:lang w:val="bg-BG"/>
        </w:rPr>
      </w:pPr>
      <w:r w:rsidRPr="00C67AC8">
        <w:rPr>
          <w:sz w:val="24"/>
          <w:lang w:val="bg-BG"/>
        </w:rPr>
        <w:t>ОБРАЗЕЦ</w:t>
      </w:r>
      <w:r w:rsidR="007B1FFD" w:rsidRPr="00C67AC8">
        <w:rPr>
          <w:sz w:val="24"/>
          <w:lang w:val="bg-BG"/>
        </w:rPr>
        <w:t xml:space="preserve"> по т. II.</w:t>
      </w:r>
      <w:r w:rsidR="00C535E8" w:rsidRPr="00C67AC8">
        <w:rPr>
          <w:sz w:val="24"/>
          <w:lang w:val="bg-BG"/>
        </w:rPr>
        <w:t>8</w:t>
      </w:r>
      <w:r w:rsidR="007B1FFD" w:rsidRPr="00C67AC8">
        <w:rPr>
          <w:sz w:val="24"/>
          <w:lang w:val="bg-BG"/>
        </w:rPr>
        <w:t>. към офертата</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4F455F" w:rsidRDefault="008E52B0" w:rsidP="00CD1996">
      <w:pPr>
        <w:spacing w:line="360" w:lineRule="auto"/>
        <w:jc w:val="center"/>
        <w:rPr>
          <w:rFonts w:ascii="Times New Roman" w:hAnsi="Times New Roman"/>
          <w:b/>
          <w:szCs w:val="22"/>
          <w:lang w:val="en-US"/>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631767">
        <w:rPr>
          <w:rFonts w:ascii="Times New Roman" w:hAnsi="Times New Roman"/>
          <w:b/>
          <w:szCs w:val="22"/>
          <w:lang w:val="bg-BG"/>
        </w:rPr>
        <w:t xml:space="preserve"> 1, б. в) и г) </w:t>
      </w:r>
      <w:r w:rsidR="00D02EEE">
        <w:rPr>
          <w:rFonts w:ascii="Times New Roman" w:hAnsi="Times New Roman"/>
          <w:b/>
          <w:szCs w:val="22"/>
          <w:lang w:val="bg-BG"/>
        </w:rPr>
        <w:t xml:space="preserve">от </w:t>
      </w:r>
      <w:r w:rsidR="004F455F">
        <w:rPr>
          <w:rFonts w:ascii="Times New Roman" w:hAnsi="Times New Roman"/>
          <w:b/>
          <w:szCs w:val="22"/>
          <w:lang w:val="bg-BG"/>
        </w:rPr>
        <w:t xml:space="preserve">Правилника за прилагане на Закона за обществените поръчки </w:t>
      </w:r>
      <w:r w:rsidR="004F455F">
        <w:rPr>
          <w:rFonts w:ascii="Times New Roman" w:hAnsi="Times New Roman"/>
          <w:b/>
          <w:szCs w:val="22"/>
          <w:lang w:val="en-US"/>
        </w:rPr>
        <w:t>(</w:t>
      </w:r>
      <w:r>
        <w:rPr>
          <w:rFonts w:ascii="Times New Roman" w:hAnsi="Times New Roman"/>
          <w:b/>
          <w:szCs w:val="22"/>
          <w:lang w:val="bg-BG"/>
        </w:rPr>
        <w:t>ПП</w:t>
      </w:r>
      <w:r w:rsidR="00D02EEE">
        <w:rPr>
          <w:rFonts w:ascii="Times New Roman" w:hAnsi="Times New Roman"/>
          <w:b/>
          <w:szCs w:val="22"/>
          <w:lang w:val="bg-BG"/>
        </w:rPr>
        <w:t>ЗОП</w:t>
      </w:r>
      <w:r w:rsidR="004F455F">
        <w:rPr>
          <w:rFonts w:ascii="Times New Roman" w:hAnsi="Times New Roman"/>
          <w:b/>
          <w:szCs w:val="22"/>
          <w:lang w:val="en-US"/>
        </w:rPr>
        <w:t>)</w:t>
      </w:r>
    </w:p>
    <w:p w:rsidR="00CD1996" w:rsidRPr="000D17E0" w:rsidRDefault="00CD1996" w:rsidP="00CD1996">
      <w:pPr>
        <w:spacing w:line="360" w:lineRule="auto"/>
        <w:jc w:val="center"/>
        <w:rPr>
          <w:rFonts w:ascii="Times New Roman" w:hAnsi="Times New Roman"/>
          <w:szCs w:val="22"/>
          <w:lang w:val="bg-BG"/>
        </w:rPr>
      </w:pPr>
      <w:r w:rsidRPr="000D17E0">
        <w:rPr>
          <w:rFonts w:ascii="Times New Roman" w:hAnsi="Times New Roman"/>
          <w:szCs w:val="22"/>
          <w:lang w:val="bg-BG"/>
        </w:rPr>
        <w:t>от участник в процедура с предмет:</w:t>
      </w:r>
    </w:p>
    <w:p w:rsidR="00CD1996" w:rsidRPr="00CD1996" w:rsidRDefault="00CD1996" w:rsidP="00CD1996">
      <w:pPr>
        <w:tabs>
          <w:tab w:val="left" w:pos="0"/>
        </w:tabs>
        <w:spacing w:line="360" w:lineRule="auto"/>
        <w:jc w:val="center"/>
        <w:rPr>
          <w:rFonts w:ascii="Times New Roman" w:hAnsi="Times New Roman"/>
          <w:lang w:val="ru-RU"/>
        </w:rPr>
      </w:pPr>
      <w:r w:rsidRPr="00CD1996">
        <w:rPr>
          <w:rFonts w:ascii="Times New Roman" w:hAnsi="Times New Roman"/>
          <w:b/>
          <w:bCs/>
          <w:lang w:val="bg-BG"/>
        </w:rPr>
        <w:t>“</w:t>
      </w:r>
      <w:r w:rsidRPr="00CD1996">
        <w:rPr>
          <w:rFonts w:ascii="Times New Roman" w:hAnsi="Times New Roman"/>
          <w:b/>
        </w:rPr>
        <w:t>……………………………………………………………………………………………</w:t>
      </w:r>
      <w:r w:rsidRPr="00CD1996">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631767"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31767">
        <w:rPr>
          <w:rFonts w:ascii="Times New Roman" w:hAnsi="Times New Roman"/>
          <w:snapToGrid w:val="0"/>
          <w:lang w:val="bg-BG"/>
        </w:rPr>
        <w:t xml:space="preserve">Запознат съм с всички условия на настоящата обществена поръчка и приемам </w:t>
      </w:r>
      <w:r w:rsidRPr="00631767">
        <w:rPr>
          <w:rFonts w:ascii="Times New Roman" w:hAnsi="Times New Roman"/>
          <w:szCs w:val="22"/>
          <w:lang w:val="bg-BG"/>
        </w:rPr>
        <w:t>условията в специфичните и общите условия</w:t>
      </w:r>
      <w:r w:rsidRPr="00631767">
        <w:rPr>
          <w:rFonts w:ascii="Times New Roman" w:hAnsi="Times New Roman"/>
          <w:snapToGrid w:val="0"/>
          <w:lang w:val="bg-BG"/>
        </w:rPr>
        <w:t xml:space="preserve"> на проекта на договор, включен в документацията за участие.</w:t>
      </w:r>
    </w:p>
    <w:p w:rsidR="00357476" w:rsidRPr="00FA362B"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FA362B">
        <w:rPr>
          <w:rFonts w:ascii="Times New Roman" w:hAnsi="Times New Roman"/>
          <w:snapToGrid w:val="0"/>
          <w:lang w:val="bg-BG"/>
        </w:rPr>
        <w:t xml:space="preserve"> </w:t>
      </w:r>
      <w:r w:rsidR="008E52B0" w:rsidRPr="00FA362B">
        <w:rPr>
          <w:rFonts w:ascii="Times New Roman" w:hAnsi="Times New Roman"/>
          <w:szCs w:val="22"/>
          <w:lang w:val="bg-BG"/>
        </w:rPr>
        <w:t xml:space="preserve">Срокът на валидност на офертата за участие в процедурата е </w:t>
      </w:r>
      <w:r w:rsidR="00FA362B" w:rsidRPr="00FA362B">
        <w:rPr>
          <w:rFonts w:ascii="Times New Roman" w:hAnsi="Times New Roman"/>
          <w:szCs w:val="22"/>
          <w:lang w:val="bg-BG"/>
        </w:rPr>
        <w:t xml:space="preserve"> </w:t>
      </w:r>
      <w:r w:rsidR="007708EE">
        <w:rPr>
          <w:rFonts w:ascii="Times New Roman" w:hAnsi="Times New Roman"/>
          <w:szCs w:val="22"/>
          <w:lang w:val="bg-BG"/>
        </w:rPr>
        <w:t xml:space="preserve">6 </w:t>
      </w:r>
      <w:r w:rsidR="007708EE">
        <w:rPr>
          <w:rFonts w:ascii="Times New Roman" w:hAnsi="Times New Roman"/>
          <w:szCs w:val="22"/>
          <w:lang w:val="en-US"/>
        </w:rPr>
        <w:t>(</w:t>
      </w:r>
      <w:r w:rsidR="007708EE">
        <w:rPr>
          <w:rFonts w:ascii="Times New Roman" w:hAnsi="Times New Roman"/>
          <w:szCs w:val="22"/>
          <w:lang w:val="bg-BG"/>
        </w:rPr>
        <w:t>шест</w:t>
      </w:r>
      <w:r w:rsidR="007708EE">
        <w:rPr>
          <w:rFonts w:ascii="Times New Roman" w:hAnsi="Times New Roman"/>
          <w:szCs w:val="22"/>
          <w:lang w:val="en-US"/>
        </w:rPr>
        <w:t>)</w:t>
      </w:r>
      <w:r w:rsidR="00FA362B" w:rsidRPr="00FA362B">
        <w:rPr>
          <w:rFonts w:ascii="Times New Roman" w:hAnsi="Times New Roman"/>
          <w:szCs w:val="22"/>
          <w:lang w:val="bg-BG"/>
        </w:rPr>
        <w:t xml:space="preserve"> месеца.</w:t>
      </w:r>
    </w:p>
    <w:p w:rsidR="00357476" w:rsidRPr="00FA362B"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 xml:space="preserve">лицата, които могат самостоятелно да представляват Участника, </w:t>
      </w:r>
      <w:r w:rsidRPr="00E660E3">
        <w:rPr>
          <w:rFonts w:ascii="Times New Roman" w:hAnsi="Times New Roman"/>
          <w:lang w:val="bg-BG"/>
        </w:rPr>
        <w:t>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D17E0"/>
    <w:rsid w:val="000E026A"/>
    <w:rsid w:val="000E4B88"/>
    <w:rsid w:val="000E54DC"/>
    <w:rsid w:val="000F4C0A"/>
    <w:rsid w:val="00122A77"/>
    <w:rsid w:val="001413E5"/>
    <w:rsid w:val="00142257"/>
    <w:rsid w:val="00156424"/>
    <w:rsid w:val="00157F73"/>
    <w:rsid w:val="00165008"/>
    <w:rsid w:val="00183ECA"/>
    <w:rsid w:val="001848A1"/>
    <w:rsid w:val="00185976"/>
    <w:rsid w:val="001A2581"/>
    <w:rsid w:val="001A7E2F"/>
    <w:rsid w:val="001D331E"/>
    <w:rsid w:val="001E29B2"/>
    <w:rsid w:val="001E7247"/>
    <w:rsid w:val="001E73FD"/>
    <w:rsid w:val="001F642E"/>
    <w:rsid w:val="00206108"/>
    <w:rsid w:val="002220DC"/>
    <w:rsid w:val="00226D0D"/>
    <w:rsid w:val="00251545"/>
    <w:rsid w:val="00254457"/>
    <w:rsid w:val="00255984"/>
    <w:rsid w:val="00255BF1"/>
    <w:rsid w:val="00260D9E"/>
    <w:rsid w:val="00286990"/>
    <w:rsid w:val="0029557C"/>
    <w:rsid w:val="002A1F09"/>
    <w:rsid w:val="002B4282"/>
    <w:rsid w:val="002C15CD"/>
    <w:rsid w:val="002D29E6"/>
    <w:rsid w:val="002E01BB"/>
    <w:rsid w:val="002E4889"/>
    <w:rsid w:val="002F0875"/>
    <w:rsid w:val="003074E9"/>
    <w:rsid w:val="003208E5"/>
    <w:rsid w:val="00320D80"/>
    <w:rsid w:val="003348A6"/>
    <w:rsid w:val="00334EFD"/>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23B6B"/>
    <w:rsid w:val="0043009F"/>
    <w:rsid w:val="004301CE"/>
    <w:rsid w:val="00431666"/>
    <w:rsid w:val="00433CD5"/>
    <w:rsid w:val="004345E6"/>
    <w:rsid w:val="004376AF"/>
    <w:rsid w:val="00442B1E"/>
    <w:rsid w:val="00446397"/>
    <w:rsid w:val="00447677"/>
    <w:rsid w:val="004513E4"/>
    <w:rsid w:val="0045163C"/>
    <w:rsid w:val="00451C7E"/>
    <w:rsid w:val="00455B98"/>
    <w:rsid w:val="004567E8"/>
    <w:rsid w:val="00464C80"/>
    <w:rsid w:val="00483698"/>
    <w:rsid w:val="0048442B"/>
    <w:rsid w:val="00487C92"/>
    <w:rsid w:val="004B2366"/>
    <w:rsid w:val="004E065D"/>
    <w:rsid w:val="004E6D5B"/>
    <w:rsid w:val="004F455F"/>
    <w:rsid w:val="00500178"/>
    <w:rsid w:val="00503F8F"/>
    <w:rsid w:val="00512828"/>
    <w:rsid w:val="00524911"/>
    <w:rsid w:val="0053264A"/>
    <w:rsid w:val="00532D1C"/>
    <w:rsid w:val="00533BED"/>
    <w:rsid w:val="00537F04"/>
    <w:rsid w:val="00537F35"/>
    <w:rsid w:val="00545C78"/>
    <w:rsid w:val="00571D73"/>
    <w:rsid w:val="005768D7"/>
    <w:rsid w:val="00587ECE"/>
    <w:rsid w:val="0059359E"/>
    <w:rsid w:val="00597F1C"/>
    <w:rsid w:val="00597FB5"/>
    <w:rsid w:val="005A0A6C"/>
    <w:rsid w:val="005A45F5"/>
    <w:rsid w:val="005A519C"/>
    <w:rsid w:val="005B08F0"/>
    <w:rsid w:val="005E7209"/>
    <w:rsid w:val="005F0550"/>
    <w:rsid w:val="0061588F"/>
    <w:rsid w:val="00622356"/>
    <w:rsid w:val="00624F0D"/>
    <w:rsid w:val="00631767"/>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708EE"/>
    <w:rsid w:val="00776BD7"/>
    <w:rsid w:val="007827C7"/>
    <w:rsid w:val="00793020"/>
    <w:rsid w:val="00797933"/>
    <w:rsid w:val="00797C1D"/>
    <w:rsid w:val="007B1128"/>
    <w:rsid w:val="007B1FFD"/>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5402F"/>
    <w:rsid w:val="00A77857"/>
    <w:rsid w:val="00A841D3"/>
    <w:rsid w:val="00AB5710"/>
    <w:rsid w:val="00AC528C"/>
    <w:rsid w:val="00AD12DD"/>
    <w:rsid w:val="00AD4DBC"/>
    <w:rsid w:val="00AD644C"/>
    <w:rsid w:val="00AF3C45"/>
    <w:rsid w:val="00B1469C"/>
    <w:rsid w:val="00B20A9C"/>
    <w:rsid w:val="00B55018"/>
    <w:rsid w:val="00B67FDD"/>
    <w:rsid w:val="00B77391"/>
    <w:rsid w:val="00BA6027"/>
    <w:rsid w:val="00BB1E99"/>
    <w:rsid w:val="00BD7D4C"/>
    <w:rsid w:val="00BE3F0D"/>
    <w:rsid w:val="00BE7C40"/>
    <w:rsid w:val="00BF5261"/>
    <w:rsid w:val="00C12228"/>
    <w:rsid w:val="00C36DE8"/>
    <w:rsid w:val="00C436BC"/>
    <w:rsid w:val="00C451A3"/>
    <w:rsid w:val="00C535E8"/>
    <w:rsid w:val="00C5699C"/>
    <w:rsid w:val="00C6515D"/>
    <w:rsid w:val="00C675AC"/>
    <w:rsid w:val="00C67AC8"/>
    <w:rsid w:val="00CA233C"/>
    <w:rsid w:val="00CC07A5"/>
    <w:rsid w:val="00CD03F6"/>
    <w:rsid w:val="00CD1996"/>
    <w:rsid w:val="00CD5D93"/>
    <w:rsid w:val="00CE218E"/>
    <w:rsid w:val="00CF214A"/>
    <w:rsid w:val="00D02EEE"/>
    <w:rsid w:val="00D04F85"/>
    <w:rsid w:val="00D06162"/>
    <w:rsid w:val="00D1215B"/>
    <w:rsid w:val="00D435B8"/>
    <w:rsid w:val="00D745BD"/>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660E3"/>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1F3F"/>
    <w:rsid w:val="00F85BC6"/>
    <w:rsid w:val="00FA362B"/>
    <w:rsid w:val="00FA583E"/>
    <w:rsid w:val="00FB02ED"/>
    <w:rsid w:val="00FB72BA"/>
    <w:rsid w:val="00FB7684"/>
    <w:rsid w:val="00FD0FCA"/>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893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lvlazarova</cp:lastModifiedBy>
  <cp:revision>2</cp:revision>
  <cp:lastPrinted>2018-03-16T07:45:00Z</cp:lastPrinted>
  <dcterms:created xsi:type="dcterms:W3CDTF">2018-03-16T07:45:00Z</dcterms:created>
  <dcterms:modified xsi:type="dcterms:W3CDTF">2018-03-16T07:45:00Z</dcterms:modified>
</cp:coreProperties>
</file>