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1B3" w:rsidRPr="00AF2F2E" w:rsidRDefault="005851B3" w:rsidP="005851B3">
      <w:pPr>
        <w:pStyle w:val="Heading4"/>
        <w:ind w:left="11520" w:hanging="463"/>
      </w:pPr>
      <w:r w:rsidRPr="00AF2F2E">
        <w:t>ОБРАЗЕЦ по т. II.1. към офертата</w:t>
      </w:r>
    </w:p>
    <w:p w:rsidR="005851B3" w:rsidRPr="00AF2F2E" w:rsidRDefault="005851B3" w:rsidP="005851B3">
      <w:pPr>
        <w:jc w:val="center"/>
        <w:rPr>
          <w:lang w:val="bg-BG"/>
        </w:rPr>
      </w:pPr>
      <w:r w:rsidRPr="00AF2F2E">
        <w:rPr>
          <w:lang w:val="bg-BG"/>
        </w:rPr>
        <w:t>_______________________________________________________________________________________</w:t>
      </w:r>
    </w:p>
    <w:p w:rsidR="005851B3" w:rsidRPr="00AF2F2E" w:rsidRDefault="005851B3" w:rsidP="005851B3">
      <w:pPr>
        <w:jc w:val="center"/>
        <w:rPr>
          <w:lang w:val="bg-BG"/>
        </w:rPr>
      </w:pPr>
      <w:r w:rsidRPr="00AF2F2E">
        <w:rPr>
          <w:lang w:val="bg-BG"/>
        </w:rPr>
        <w:t xml:space="preserve">/пълно наименование на участника, търговски адрес, телефон и факс, ЕИК №  и ИН по ЗДДС №/ </w:t>
      </w:r>
    </w:p>
    <w:p w:rsidR="005851B3" w:rsidRDefault="005851B3" w:rsidP="005851B3">
      <w:pPr>
        <w:jc w:val="center"/>
        <w:rPr>
          <w:lang w:val="bg-BG"/>
        </w:rPr>
      </w:pPr>
    </w:p>
    <w:p w:rsidR="005851B3" w:rsidRPr="00AF2F2E" w:rsidRDefault="005851B3" w:rsidP="005851B3">
      <w:pPr>
        <w:jc w:val="center"/>
        <w:rPr>
          <w:lang w:val="bg-BG"/>
        </w:rPr>
      </w:pPr>
    </w:p>
    <w:p w:rsidR="005851B3" w:rsidRPr="00AF2F2E" w:rsidRDefault="005851B3" w:rsidP="005851B3">
      <w:pPr>
        <w:jc w:val="center"/>
        <w:rPr>
          <w:b/>
          <w:bCs/>
          <w:lang w:val="bg-BG"/>
        </w:rPr>
      </w:pPr>
      <w:r w:rsidRPr="00AF2F2E">
        <w:rPr>
          <w:b/>
          <w:bCs/>
          <w:lang w:val="bg-BG"/>
        </w:rPr>
        <w:t xml:space="preserve">СПЕЦИФИКАЦИЯ </w:t>
      </w:r>
    </w:p>
    <w:p w:rsidR="005851B3" w:rsidRPr="00AF2F2E" w:rsidRDefault="005851B3" w:rsidP="005851B3">
      <w:pPr>
        <w:jc w:val="center"/>
        <w:rPr>
          <w:b/>
          <w:bCs/>
          <w:lang w:val="bg-BG"/>
        </w:rPr>
      </w:pPr>
    </w:p>
    <w:p w:rsidR="005851B3" w:rsidRPr="00AF2F2E" w:rsidRDefault="005851B3" w:rsidP="005851B3">
      <w:pPr>
        <w:pStyle w:val="BodyText"/>
        <w:jc w:val="center"/>
        <w:rPr>
          <w:bCs/>
        </w:rPr>
      </w:pPr>
      <w:r w:rsidRPr="00AF2F2E">
        <w:rPr>
          <w:bCs/>
        </w:rPr>
        <w:t xml:space="preserve">Към оферта за участие в публично състезание </w:t>
      </w:r>
      <w:r w:rsidRPr="00AF2F2E">
        <w:t>с предмет:</w:t>
      </w:r>
    </w:p>
    <w:p w:rsidR="005851B3" w:rsidRPr="00AF2F2E" w:rsidRDefault="005851B3" w:rsidP="005851B3">
      <w:pPr>
        <w:jc w:val="center"/>
        <w:rPr>
          <w:lang w:val="bg-BG"/>
        </w:rPr>
      </w:pPr>
      <w:r w:rsidRPr="00AF2F2E">
        <w:rPr>
          <w:b/>
          <w:bCs/>
          <w:lang w:val="bg-BG"/>
        </w:rPr>
        <w:t>“</w:t>
      </w:r>
      <w:r w:rsidRPr="005851B3">
        <w:rPr>
          <w:b/>
          <w:bCs/>
          <w:lang w:val="bg-BG"/>
        </w:rPr>
        <w:t>Доставка на В и К материали, арматура и резервни части</w:t>
      </w:r>
      <w:r w:rsidRPr="00AF2F2E">
        <w:rPr>
          <w:b/>
          <w:bCs/>
          <w:lang w:val="bg-BG"/>
        </w:rPr>
        <w:t xml:space="preserve">” </w:t>
      </w:r>
      <w:r w:rsidRPr="00AF2F2E">
        <w:rPr>
          <w:bCs/>
          <w:lang w:val="bg-BG"/>
        </w:rPr>
        <w:t xml:space="preserve">за обособена позиция № </w:t>
      </w:r>
      <w:r>
        <w:rPr>
          <w:bCs/>
          <w:lang w:val="bg-BG"/>
        </w:rPr>
        <w:t>……….</w:t>
      </w:r>
      <w:r w:rsidRPr="00AF2F2E">
        <w:rPr>
          <w:bCs/>
          <w:lang w:val="bg-BG"/>
        </w:rPr>
        <w:t>…./наименование/</w:t>
      </w:r>
    </w:p>
    <w:p w:rsidR="005851B3" w:rsidRPr="00AF2F2E" w:rsidRDefault="005851B3" w:rsidP="005851B3">
      <w:pPr>
        <w:jc w:val="center"/>
        <w:rPr>
          <w:lang w:val="bg-BG"/>
        </w:rPr>
      </w:pPr>
    </w:p>
    <w:p w:rsidR="005851B3" w:rsidRPr="00AF2F2E" w:rsidRDefault="005851B3" w:rsidP="005851B3">
      <w:pPr>
        <w:jc w:val="center"/>
        <w:rPr>
          <w:lang w:val="bg-BG"/>
        </w:rPr>
      </w:pPr>
    </w:p>
    <w:tbl>
      <w:tblPr>
        <w:tblW w:w="15352" w:type="dxa"/>
        <w:jc w:val="center"/>
        <w:tblInd w:w="-3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94"/>
        <w:gridCol w:w="845"/>
        <w:gridCol w:w="1746"/>
        <w:gridCol w:w="2376"/>
        <w:gridCol w:w="970"/>
        <w:gridCol w:w="1002"/>
        <w:gridCol w:w="2686"/>
        <w:gridCol w:w="1928"/>
        <w:gridCol w:w="1700"/>
        <w:gridCol w:w="1505"/>
      </w:tblGrid>
      <w:tr w:rsidR="005851B3" w:rsidRPr="00AF2F2E" w:rsidTr="00D15D6B">
        <w:trPr>
          <w:trHeight w:val="964"/>
          <w:jc w:val="center"/>
        </w:trPr>
        <w:tc>
          <w:tcPr>
            <w:tcW w:w="594" w:type="dxa"/>
            <w:shd w:val="clear" w:color="auto" w:fill="auto"/>
            <w:vAlign w:val="center"/>
          </w:tcPr>
          <w:p w:rsidR="005851B3" w:rsidRPr="00AF2F2E" w:rsidRDefault="005851B3" w:rsidP="005C504A">
            <w:pPr>
              <w:jc w:val="center"/>
              <w:rPr>
                <w:b/>
                <w:bCs/>
                <w:lang w:val="bg-BG"/>
              </w:rPr>
            </w:pPr>
            <w:r w:rsidRPr="00AF2F2E">
              <w:rPr>
                <w:b/>
                <w:bCs/>
                <w:lang w:val="bg-BG"/>
              </w:rPr>
              <w:t>№</w:t>
            </w:r>
          </w:p>
        </w:tc>
        <w:tc>
          <w:tcPr>
            <w:tcW w:w="845" w:type="dxa"/>
            <w:vAlign w:val="center"/>
          </w:tcPr>
          <w:p w:rsidR="005851B3" w:rsidRPr="00AF2F2E" w:rsidRDefault="005851B3" w:rsidP="005C504A">
            <w:pPr>
              <w:jc w:val="center"/>
              <w:rPr>
                <w:b/>
                <w:bCs/>
                <w:lang w:val="bg-BG"/>
              </w:rPr>
            </w:pPr>
            <w:r w:rsidRPr="00B40C1B">
              <w:rPr>
                <w:bCs/>
                <w:lang w:val="bg-BG"/>
              </w:rPr>
              <w:t xml:space="preserve">ИД по </w:t>
            </w:r>
            <w:r w:rsidRPr="00B40C1B">
              <w:rPr>
                <w:bCs/>
                <w:lang w:val="en-US"/>
              </w:rPr>
              <w:t>BAAN</w:t>
            </w:r>
          </w:p>
        </w:tc>
        <w:tc>
          <w:tcPr>
            <w:tcW w:w="1746" w:type="dxa"/>
            <w:shd w:val="clear" w:color="auto" w:fill="auto"/>
            <w:vAlign w:val="center"/>
          </w:tcPr>
          <w:p w:rsidR="005851B3" w:rsidRPr="00AF2F2E" w:rsidRDefault="005851B3" w:rsidP="005C504A">
            <w:pPr>
              <w:jc w:val="center"/>
              <w:rPr>
                <w:b/>
                <w:bCs/>
                <w:lang w:val="bg-BG"/>
              </w:rPr>
            </w:pPr>
            <w:r w:rsidRPr="00AF2F2E">
              <w:rPr>
                <w:b/>
                <w:bCs/>
                <w:lang w:val="bg-BG"/>
              </w:rPr>
              <w:t>Наименование</w:t>
            </w:r>
          </w:p>
        </w:tc>
        <w:tc>
          <w:tcPr>
            <w:tcW w:w="2376" w:type="dxa"/>
            <w:vAlign w:val="center"/>
          </w:tcPr>
          <w:p w:rsidR="005851B3" w:rsidRPr="00AF2F2E" w:rsidRDefault="005851B3" w:rsidP="005851B3">
            <w:pPr>
              <w:jc w:val="center"/>
              <w:rPr>
                <w:b/>
                <w:bCs/>
                <w:lang w:val="bg-BG"/>
              </w:rPr>
            </w:pPr>
            <w:r w:rsidRPr="00AF2F2E">
              <w:rPr>
                <w:b/>
                <w:bCs/>
                <w:lang w:val="bg-BG"/>
              </w:rPr>
              <w:t>Технически характеристики</w:t>
            </w:r>
          </w:p>
        </w:tc>
        <w:tc>
          <w:tcPr>
            <w:tcW w:w="970" w:type="dxa"/>
            <w:vAlign w:val="center"/>
          </w:tcPr>
          <w:p w:rsidR="005851B3" w:rsidRPr="00AF2F2E" w:rsidRDefault="005851B3" w:rsidP="005C504A">
            <w:pPr>
              <w:jc w:val="center"/>
              <w:rPr>
                <w:b/>
                <w:bCs/>
                <w:lang w:val="bg-BG"/>
              </w:rPr>
            </w:pPr>
            <w:r w:rsidRPr="00AF2F2E">
              <w:rPr>
                <w:b/>
                <w:bCs/>
                <w:lang w:val="bg-BG"/>
              </w:rPr>
              <w:t>Един. Мярка</w:t>
            </w:r>
          </w:p>
        </w:tc>
        <w:tc>
          <w:tcPr>
            <w:tcW w:w="1002" w:type="dxa"/>
            <w:vAlign w:val="center"/>
          </w:tcPr>
          <w:p w:rsidR="005851B3" w:rsidRPr="00AF2F2E" w:rsidRDefault="005851B3" w:rsidP="005C504A">
            <w:pPr>
              <w:jc w:val="center"/>
              <w:rPr>
                <w:b/>
                <w:bCs/>
                <w:lang w:val="bg-BG"/>
              </w:rPr>
            </w:pPr>
            <w:proofErr w:type="spellStart"/>
            <w:r w:rsidRPr="00AF2F2E">
              <w:rPr>
                <w:b/>
                <w:bCs/>
                <w:lang w:val="bg-BG"/>
              </w:rPr>
              <w:t>Кол-во</w:t>
            </w:r>
            <w:proofErr w:type="spellEnd"/>
          </w:p>
        </w:tc>
        <w:tc>
          <w:tcPr>
            <w:tcW w:w="2686" w:type="dxa"/>
            <w:shd w:val="clear" w:color="auto" w:fill="auto"/>
            <w:vAlign w:val="center"/>
          </w:tcPr>
          <w:p w:rsidR="00714342" w:rsidRDefault="005851B3" w:rsidP="005C504A">
            <w:pPr>
              <w:jc w:val="center"/>
              <w:rPr>
                <w:b/>
                <w:bCs/>
                <w:lang w:val="bg-BG"/>
              </w:rPr>
            </w:pPr>
            <w:r>
              <w:rPr>
                <w:b/>
                <w:bCs/>
                <w:lang w:val="bg-BG"/>
              </w:rPr>
              <w:t>Гаранционен срок</w:t>
            </w:r>
          </w:p>
          <w:p w:rsidR="005851B3" w:rsidRPr="00AF2F2E" w:rsidRDefault="00714342" w:rsidP="005C504A">
            <w:pPr>
              <w:jc w:val="center"/>
              <w:rPr>
                <w:b/>
                <w:bCs/>
                <w:lang w:val="bg-BG"/>
              </w:rPr>
            </w:pPr>
            <w:r w:rsidRPr="001B10C0">
              <w:rPr>
                <w:b/>
                <w:bCs/>
                <w:lang w:val="bg-BG" w:eastAsia="bg-BG"/>
              </w:rPr>
              <w:t>/</w:t>
            </w:r>
            <w:r w:rsidRPr="00714342">
              <w:rPr>
                <w:bCs/>
                <w:i/>
                <w:lang w:val="bg-BG" w:eastAsia="bg-BG"/>
              </w:rPr>
              <w:t>мин. 12 месеца</w:t>
            </w:r>
            <w:r w:rsidRPr="001B10C0">
              <w:rPr>
                <w:b/>
                <w:bCs/>
                <w:lang w:val="bg-BG" w:eastAsia="bg-BG"/>
              </w:rPr>
              <w:t>/</w:t>
            </w:r>
          </w:p>
        </w:tc>
        <w:tc>
          <w:tcPr>
            <w:tcW w:w="1928" w:type="dxa"/>
            <w:vAlign w:val="center"/>
          </w:tcPr>
          <w:p w:rsidR="00D15D6B" w:rsidRPr="00D15D6B" w:rsidRDefault="00D15D6B" w:rsidP="00D15D6B">
            <w:pPr>
              <w:jc w:val="center"/>
              <w:rPr>
                <w:bCs/>
                <w:lang w:val="bg-BG"/>
              </w:rPr>
            </w:pPr>
            <w:r w:rsidRPr="00D15D6B">
              <w:rPr>
                <w:b/>
                <w:bCs/>
                <w:lang w:val="bg-BG"/>
              </w:rPr>
              <w:t xml:space="preserve">Срок на доставка </w:t>
            </w:r>
            <w:r w:rsidRPr="00D15D6B">
              <w:rPr>
                <w:bCs/>
                <w:lang w:val="bg-BG"/>
              </w:rPr>
              <w:t>след заявка</w:t>
            </w:r>
          </w:p>
          <w:p w:rsidR="005851B3" w:rsidRPr="00D15D6B" w:rsidRDefault="00D15D6B" w:rsidP="00D15D6B">
            <w:pPr>
              <w:jc w:val="center"/>
              <w:rPr>
                <w:b/>
                <w:bCs/>
                <w:sz w:val="22"/>
                <w:szCs w:val="22"/>
              </w:rPr>
            </w:pPr>
            <w:r w:rsidRPr="00D15D6B">
              <w:rPr>
                <w:bCs/>
                <w:lang w:val="bg-BG"/>
              </w:rPr>
              <w:t>……… кал. дни</w:t>
            </w:r>
          </w:p>
        </w:tc>
        <w:tc>
          <w:tcPr>
            <w:tcW w:w="1700" w:type="dxa"/>
            <w:vAlign w:val="center"/>
          </w:tcPr>
          <w:p w:rsidR="005851B3" w:rsidRPr="00EE6BAC" w:rsidRDefault="005851B3" w:rsidP="005C504A">
            <w:pPr>
              <w:jc w:val="center"/>
              <w:rPr>
                <w:b/>
                <w:bCs/>
                <w:lang w:val="bg-BG"/>
              </w:rPr>
            </w:pPr>
            <w:r w:rsidRPr="00EE6BAC">
              <w:rPr>
                <w:b/>
                <w:bCs/>
                <w:lang w:val="bg-BG"/>
              </w:rPr>
              <w:t>Производител</w:t>
            </w:r>
            <w:r w:rsidRPr="00EE6BAC">
              <w:rPr>
                <w:b/>
                <w:lang w:val="bg-BG"/>
              </w:rPr>
              <w:t xml:space="preserve"> и страна на произход</w:t>
            </w:r>
          </w:p>
        </w:tc>
        <w:tc>
          <w:tcPr>
            <w:tcW w:w="1505" w:type="dxa"/>
            <w:shd w:val="clear" w:color="auto" w:fill="auto"/>
            <w:vAlign w:val="center"/>
          </w:tcPr>
          <w:p w:rsidR="005851B3" w:rsidRPr="00904666" w:rsidRDefault="005851B3" w:rsidP="005C504A">
            <w:pPr>
              <w:jc w:val="center"/>
              <w:rPr>
                <w:bCs/>
                <w:lang w:val="bg-BG"/>
              </w:rPr>
            </w:pPr>
            <w:r w:rsidRPr="00904666">
              <w:rPr>
                <w:bCs/>
                <w:lang w:val="bg-BG"/>
              </w:rPr>
              <w:t>Забележка</w:t>
            </w:r>
          </w:p>
        </w:tc>
      </w:tr>
      <w:tr w:rsidR="005851B3" w:rsidRPr="00AF2F2E" w:rsidTr="00D15D6B">
        <w:trPr>
          <w:trHeight w:val="270"/>
          <w:jc w:val="center"/>
        </w:trPr>
        <w:tc>
          <w:tcPr>
            <w:tcW w:w="594" w:type="dxa"/>
            <w:shd w:val="clear" w:color="auto" w:fill="auto"/>
            <w:vAlign w:val="center"/>
          </w:tcPr>
          <w:p w:rsidR="005851B3" w:rsidRPr="00AF2F2E" w:rsidRDefault="005851B3" w:rsidP="005C504A">
            <w:pPr>
              <w:jc w:val="center"/>
              <w:rPr>
                <w:b/>
                <w:bCs/>
                <w:i/>
                <w:iCs/>
                <w:lang w:val="bg-BG"/>
              </w:rPr>
            </w:pPr>
            <w:r w:rsidRPr="00AF2F2E">
              <w:rPr>
                <w:b/>
                <w:bCs/>
                <w:i/>
                <w:iCs/>
                <w:lang w:val="bg-BG"/>
              </w:rPr>
              <w:t>1</w:t>
            </w:r>
          </w:p>
        </w:tc>
        <w:tc>
          <w:tcPr>
            <w:tcW w:w="845" w:type="dxa"/>
            <w:vAlign w:val="center"/>
          </w:tcPr>
          <w:p w:rsidR="005851B3" w:rsidRPr="00AF2F2E" w:rsidRDefault="005851B3" w:rsidP="005C504A">
            <w:pPr>
              <w:jc w:val="center"/>
              <w:rPr>
                <w:b/>
                <w:bCs/>
                <w:i/>
                <w:iCs/>
                <w:lang w:val="bg-BG"/>
              </w:rPr>
            </w:pPr>
            <w:r w:rsidRPr="00AF2F2E">
              <w:rPr>
                <w:b/>
                <w:bCs/>
                <w:i/>
                <w:iCs/>
                <w:lang w:val="bg-BG"/>
              </w:rPr>
              <w:t>2</w:t>
            </w:r>
          </w:p>
        </w:tc>
        <w:tc>
          <w:tcPr>
            <w:tcW w:w="1746" w:type="dxa"/>
            <w:shd w:val="clear" w:color="auto" w:fill="auto"/>
            <w:vAlign w:val="center"/>
          </w:tcPr>
          <w:p w:rsidR="005851B3" w:rsidRPr="00AF2F2E" w:rsidRDefault="005851B3" w:rsidP="005C504A">
            <w:pPr>
              <w:jc w:val="center"/>
              <w:rPr>
                <w:b/>
                <w:bCs/>
                <w:i/>
                <w:iCs/>
                <w:lang w:val="bg-BG"/>
              </w:rPr>
            </w:pPr>
            <w:r w:rsidRPr="00AF2F2E">
              <w:rPr>
                <w:b/>
                <w:bCs/>
                <w:i/>
                <w:iCs/>
                <w:lang w:val="bg-BG"/>
              </w:rPr>
              <w:t>3</w:t>
            </w:r>
          </w:p>
        </w:tc>
        <w:tc>
          <w:tcPr>
            <w:tcW w:w="2376" w:type="dxa"/>
          </w:tcPr>
          <w:p w:rsidR="005851B3" w:rsidRPr="00AF2F2E" w:rsidRDefault="005851B3" w:rsidP="005C504A">
            <w:pPr>
              <w:jc w:val="center"/>
              <w:rPr>
                <w:b/>
                <w:bCs/>
                <w:i/>
                <w:iCs/>
                <w:lang w:val="bg-BG"/>
              </w:rPr>
            </w:pPr>
            <w:r>
              <w:rPr>
                <w:b/>
                <w:bCs/>
                <w:i/>
                <w:iCs/>
                <w:lang w:val="bg-BG"/>
              </w:rPr>
              <w:t>4</w:t>
            </w:r>
          </w:p>
        </w:tc>
        <w:tc>
          <w:tcPr>
            <w:tcW w:w="970" w:type="dxa"/>
            <w:vAlign w:val="center"/>
          </w:tcPr>
          <w:p w:rsidR="005851B3" w:rsidRPr="00AF2F2E" w:rsidRDefault="005851B3" w:rsidP="005C504A">
            <w:pPr>
              <w:jc w:val="center"/>
              <w:rPr>
                <w:b/>
                <w:bCs/>
                <w:i/>
                <w:iCs/>
                <w:lang w:val="bg-BG"/>
              </w:rPr>
            </w:pPr>
            <w:r w:rsidRPr="00AF2F2E">
              <w:rPr>
                <w:b/>
                <w:bCs/>
                <w:i/>
                <w:iCs/>
                <w:lang w:val="bg-BG"/>
              </w:rPr>
              <w:t>5</w:t>
            </w:r>
          </w:p>
        </w:tc>
        <w:tc>
          <w:tcPr>
            <w:tcW w:w="1002" w:type="dxa"/>
            <w:vAlign w:val="center"/>
          </w:tcPr>
          <w:p w:rsidR="005851B3" w:rsidRPr="00AF2F2E" w:rsidRDefault="005851B3" w:rsidP="005C504A">
            <w:pPr>
              <w:jc w:val="center"/>
              <w:rPr>
                <w:b/>
                <w:bCs/>
                <w:i/>
                <w:iCs/>
                <w:lang w:val="bg-BG"/>
              </w:rPr>
            </w:pPr>
            <w:r w:rsidRPr="00AF2F2E">
              <w:rPr>
                <w:b/>
                <w:bCs/>
                <w:i/>
                <w:iCs/>
                <w:lang w:val="bg-BG"/>
              </w:rPr>
              <w:t>6</w:t>
            </w:r>
          </w:p>
        </w:tc>
        <w:tc>
          <w:tcPr>
            <w:tcW w:w="2686" w:type="dxa"/>
            <w:shd w:val="clear" w:color="auto" w:fill="auto"/>
            <w:vAlign w:val="center"/>
          </w:tcPr>
          <w:p w:rsidR="005851B3" w:rsidRPr="00AF2F2E" w:rsidRDefault="005851B3" w:rsidP="005C504A">
            <w:pPr>
              <w:jc w:val="center"/>
              <w:rPr>
                <w:b/>
                <w:bCs/>
                <w:i/>
                <w:iCs/>
                <w:lang w:val="bg-BG"/>
              </w:rPr>
            </w:pPr>
            <w:r>
              <w:rPr>
                <w:b/>
                <w:bCs/>
                <w:i/>
                <w:iCs/>
                <w:lang w:val="bg-BG"/>
              </w:rPr>
              <w:t>7</w:t>
            </w:r>
          </w:p>
        </w:tc>
        <w:tc>
          <w:tcPr>
            <w:tcW w:w="1928" w:type="dxa"/>
            <w:vAlign w:val="center"/>
          </w:tcPr>
          <w:p w:rsidR="005851B3" w:rsidRPr="00AF2F2E" w:rsidRDefault="005851B3" w:rsidP="005C504A">
            <w:pPr>
              <w:jc w:val="center"/>
              <w:rPr>
                <w:b/>
                <w:bCs/>
                <w:i/>
                <w:iCs/>
                <w:lang w:val="bg-BG"/>
              </w:rPr>
            </w:pPr>
            <w:r>
              <w:rPr>
                <w:b/>
                <w:bCs/>
                <w:i/>
                <w:iCs/>
                <w:lang w:val="bg-BG"/>
              </w:rPr>
              <w:t>8</w:t>
            </w:r>
          </w:p>
        </w:tc>
        <w:tc>
          <w:tcPr>
            <w:tcW w:w="1700" w:type="dxa"/>
            <w:vAlign w:val="center"/>
          </w:tcPr>
          <w:p w:rsidR="005851B3" w:rsidRPr="00AF2F2E" w:rsidRDefault="005851B3" w:rsidP="005C504A">
            <w:pPr>
              <w:jc w:val="center"/>
              <w:rPr>
                <w:b/>
                <w:bCs/>
                <w:i/>
                <w:iCs/>
                <w:lang w:val="bg-BG"/>
              </w:rPr>
            </w:pPr>
            <w:r>
              <w:rPr>
                <w:b/>
                <w:bCs/>
                <w:i/>
                <w:iCs/>
                <w:lang w:val="bg-BG"/>
              </w:rPr>
              <w:t>9</w:t>
            </w:r>
          </w:p>
        </w:tc>
        <w:tc>
          <w:tcPr>
            <w:tcW w:w="1505" w:type="dxa"/>
            <w:shd w:val="clear" w:color="auto" w:fill="auto"/>
            <w:vAlign w:val="center"/>
          </w:tcPr>
          <w:p w:rsidR="005851B3" w:rsidRPr="00AF2F2E" w:rsidRDefault="005851B3" w:rsidP="005C504A">
            <w:pPr>
              <w:jc w:val="center"/>
              <w:rPr>
                <w:b/>
                <w:bCs/>
                <w:i/>
                <w:iCs/>
                <w:lang w:val="bg-BG"/>
              </w:rPr>
            </w:pPr>
            <w:r>
              <w:rPr>
                <w:b/>
                <w:bCs/>
                <w:i/>
                <w:iCs/>
                <w:lang w:val="bg-BG"/>
              </w:rPr>
              <w:t>10</w:t>
            </w:r>
          </w:p>
        </w:tc>
      </w:tr>
      <w:tr w:rsidR="005851B3" w:rsidRPr="00AF2F2E" w:rsidTr="00D15D6B">
        <w:trPr>
          <w:trHeight w:val="315"/>
          <w:jc w:val="center"/>
        </w:trPr>
        <w:tc>
          <w:tcPr>
            <w:tcW w:w="594" w:type="dxa"/>
            <w:shd w:val="clear" w:color="auto" w:fill="auto"/>
            <w:vAlign w:val="center"/>
          </w:tcPr>
          <w:p w:rsidR="005851B3" w:rsidRPr="00AF2F2E" w:rsidRDefault="005851B3" w:rsidP="005C504A">
            <w:pPr>
              <w:jc w:val="center"/>
              <w:rPr>
                <w:lang w:val="bg-BG"/>
              </w:rPr>
            </w:pPr>
            <w:r w:rsidRPr="00AF2F2E">
              <w:rPr>
                <w:lang w:val="bg-BG"/>
              </w:rPr>
              <w:t>1</w:t>
            </w:r>
          </w:p>
        </w:tc>
        <w:tc>
          <w:tcPr>
            <w:tcW w:w="845" w:type="dxa"/>
          </w:tcPr>
          <w:p w:rsidR="005851B3" w:rsidRPr="00AF2F2E" w:rsidRDefault="005851B3" w:rsidP="005C504A">
            <w:pPr>
              <w:jc w:val="center"/>
              <w:rPr>
                <w:b/>
                <w:bCs/>
                <w:i/>
                <w:iCs/>
                <w:lang w:val="bg-BG"/>
              </w:rPr>
            </w:pPr>
          </w:p>
        </w:tc>
        <w:tc>
          <w:tcPr>
            <w:tcW w:w="1746" w:type="dxa"/>
            <w:shd w:val="clear" w:color="auto" w:fill="auto"/>
            <w:vAlign w:val="center"/>
          </w:tcPr>
          <w:p w:rsidR="005851B3" w:rsidRPr="00AF2F2E" w:rsidRDefault="005851B3" w:rsidP="005C504A">
            <w:pPr>
              <w:jc w:val="center"/>
              <w:rPr>
                <w:b/>
                <w:bCs/>
                <w:i/>
                <w:iCs/>
                <w:lang w:val="bg-BG"/>
              </w:rPr>
            </w:pPr>
            <w:r w:rsidRPr="00AF2F2E">
              <w:rPr>
                <w:b/>
                <w:bCs/>
                <w:i/>
                <w:iCs/>
                <w:lang w:val="bg-BG"/>
              </w:rPr>
              <w:t> </w:t>
            </w:r>
          </w:p>
        </w:tc>
        <w:tc>
          <w:tcPr>
            <w:tcW w:w="2376" w:type="dxa"/>
          </w:tcPr>
          <w:p w:rsidR="005851B3" w:rsidRPr="00AF2F2E" w:rsidRDefault="005851B3" w:rsidP="005C504A">
            <w:pPr>
              <w:jc w:val="center"/>
              <w:rPr>
                <w:b/>
                <w:bCs/>
                <w:i/>
                <w:iCs/>
                <w:lang w:val="bg-BG"/>
              </w:rPr>
            </w:pPr>
          </w:p>
        </w:tc>
        <w:tc>
          <w:tcPr>
            <w:tcW w:w="970" w:type="dxa"/>
            <w:vAlign w:val="center"/>
          </w:tcPr>
          <w:p w:rsidR="005851B3" w:rsidRPr="00AF2F2E" w:rsidRDefault="005851B3" w:rsidP="005C504A">
            <w:pPr>
              <w:jc w:val="center"/>
              <w:rPr>
                <w:b/>
                <w:bCs/>
                <w:i/>
                <w:iCs/>
                <w:lang w:val="bg-BG"/>
              </w:rPr>
            </w:pPr>
            <w:r w:rsidRPr="00AF2F2E">
              <w:rPr>
                <w:b/>
                <w:bCs/>
                <w:i/>
                <w:iCs/>
                <w:lang w:val="bg-BG"/>
              </w:rPr>
              <w:t> </w:t>
            </w:r>
          </w:p>
        </w:tc>
        <w:tc>
          <w:tcPr>
            <w:tcW w:w="1002" w:type="dxa"/>
          </w:tcPr>
          <w:p w:rsidR="005851B3" w:rsidRPr="00AF2F2E" w:rsidRDefault="005851B3" w:rsidP="005C504A">
            <w:pPr>
              <w:jc w:val="center"/>
              <w:rPr>
                <w:b/>
                <w:bCs/>
                <w:i/>
                <w:iCs/>
                <w:lang w:val="bg-BG"/>
              </w:rPr>
            </w:pPr>
          </w:p>
        </w:tc>
        <w:tc>
          <w:tcPr>
            <w:tcW w:w="2686" w:type="dxa"/>
            <w:shd w:val="clear" w:color="auto" w:fill="auto"/>
            <w:vAlign w:val="center"/>
          </w:tcPr>
          <w:p w:rsidR="005851B3" w:rsidRPr="00AF2F2E" w:rsidRDefault="005851B3" w:rsidP="005C504A">
            <w:pPr>
              <w:jc w:val="center"/>
              <w:rPr>
                <w:b/>
                <w:bCs/>
                <w:i/>
                <w:iCs/>
                <w:lang w:val="bg-BG"/>
              </w:rPr>
            </w:pPr>
            <w:r w:rsidRPr="00AF2F2E">
              <w:rPr>
                <w:b/>
                <w:bCs/>
                <w:i/>
                <w:iCs/>
                <w:lang w:val="bg-BG"/>
              </w:rPr>
              <w:t> </w:t>
            </w:r>
          </w:p>
        </w:tc>
        <w:tc>
          <w:tcPr>
            <w:tcW w:w="1928" w:type="dxa"/>
          </w:tcPr>
          <w:p w:rsidR="005851B3" w:rsidRPr="00AF2F2E" w:rsidRDefault="005851B3" w:rsidP="005C504A">
            <w:pPr>
              <w:jc w:val="center"/>
              <w:rPr>
                <w:b/>
                <w:bCs/>
                <w:i/>
                <w:iCs/>
                <w:lang w:val="bg-BG"/>
              </w:rPr>
            </w:pPr>
          </w:p>
        </w:tc>
        <w:tc>
          <w:tcPr>
            <w:tcW w:w="1700" w:type="dxa"/>
          </w:tcPr>
          <w:p w:rsidR="005851B3" w:rsidRPr="00AF2F2E" w:rsidRDefault="005851B3" w:rsidP="005C504A">
            <w:pPr>
              <w:jc w:val="center"/>
              <w:rPr>
                <w:b/>
                <w:bCs/>
                <w:i/>
                <w:iCs/>
                <w:lang w:val="bg-BG"/>
              </w:rPr>
            </w:pPr>
          </w:p>
        </w:tc>
        <w:tc>
          <w:tcPr>
            <w:tcW w:w="1505" w:type="dxa"/>
            <w:shd w:val="clear" w:color="auto" w:fill="auto"/>
            <w:vAlign w:val="center"/>
          </w:tcPr>
          <w:p w:rsidR="005851B3" w:rsidRPr="00AF2F2E" w:rsidRDefault="005851B3" w:rsidP="005C504A">
            <w:pPr>
              <w:jc w:val="center"/>
              <w:rPr>
                <w:b/>
                <w:bCs/>
                <w:i/>
                <w:iCs/>
                <w:lang w:val="bg-BG"/>
              </w:rPr>
            </w:pPr>
            <w:r w:rsidRPr="00AF2F2E">
              <w:rPr>
                <w:b/>
                <w:bCs/>
                <w:i/>
                <w:iCs/>
                <w:lang w:val="bg-BG"/>
              </w:rPr>
              <w:t> </w:t>
            </w:r>
          </w:p>
        </w:tc>
      </w:tr>
      <w:tr w:rsidR="005851B3" w:rsidRPr="00AF2F2E" w:rsidTr="00D15D6B">
        <w:trPr>
          <w:trHeight w:val="315"/>
          <w:jc w:val="center"/>
        </w:trPr>
        <w:tc>
          <w:tcPr>
            <w:tcW w:w="594" w:type="dxa"/>
            <w:shd w:val="clear" w:color="auto" w:fill="auto"/>
            <w:vAlign w:val="center"/>
          </w:tcPr>
          <w:p w:rsidR="005851B3" w:rsidRPr="00AF2F2E" w:rsidRDefault="005851B3" w:rsidP="005C504A">
            <w:pPr>
              <w:jc w:val="center"/>
              <w:rPr>
                <w:lang w:val="bg-BG"/>
              </w:rPr>
            </w:pPr>
            <w:r w:rsidRPr="00AF2F2E">
              <w:rPr>
                <w:lang w:val="bg-BG"/>
              </w:rPr>
              <w:t>2</w:t>
            </w:r>
          </w:p>
        </w:tc>
        <w:tc>
          <w:tcPr>
            <w:tcW w:w="845" w:type="dxa"/>
          </w:tcPr>
          <w:p w:rsidR="005851B3" w:rsidRPr="00AF2F2E" w:rsidRDefault="005851B3" w:rsidP="005C504A">
            <w:pPr>
              <w:jc w:val="center"/>
              <w:rPr>
                <w:b/>
                <w:bCs/>
                <w:i/>
                <w:iCs/>
                <w:lang w:val="bg-BG"/>
              </w:rPr>
            </w:pPr>
          </w:p>
        </w:tc>
        <w:tc>
          <w:tcPr>
            <w:tcW w:w="1746" w:type="dxa"/>
            <w:shd w:val="clear" w:color="auto" w:fill="auto"/>
            <w:vAlign w:val="center"/>
          </w:tcPr>
          <w:p w:rsidR="005851B3" w:rsidRPr="00AF2F2E" w:rsidRDefault="005851B3" w:rsidP="005C504A">
            <w:pPr>
              <w:jc w:val="center"/>
              <w:rPr>
                <w:b/>
                <w:bCs/>
                <w:i/>
                <w:iCs/>
                <w:lang w:val="bg-BG"/>
              </w:rPr>
            </w:pPr>
          </w:p>
        </w:tc>
        <w:tc>
          <w:tcPr>
            <w:tcW w:w="2376" w:type="dxa"/>
          </w:tcPr>
          <w:p w:rsidR="005851B3" w:rsidRPr="00AF2F2E" w:rsidRDefault="005851B3" w:rsidP="005C504A">
            <w:pPr>
              <w:jc w:val="center"/>
              <w:rPr>
                <w:b/>
                <w:bCs/>
                <w:i/>
                <w:iCs/>
                <w:lang w:val="bg-BG"/>
              </w:rPr>
            </w:pPr>
          </w:p>
        </w:tc>
        <w:tc>
          <w:tcPr>
            <w:tcW w:w="970" w:type="dxa"/>
            <w:vAlign w:val="center"/>
          </w:tcPr>
          <w:p w:rsidR="005851B3" w:rsidRPr="00AF2F2E" w:rsidRDefault="005851B3" w:rsidP="005C504A">
            <w:pPr>
              <w:jc w:val="center"/>
              <w:rPr>
                <w:b/>
                <w:bCs/>
                <w:i/>
                <w:iCs/>
                <w:lang w:val="bg-BG"/>
              </w:rPr>
            </w:pPr>
          </w:p>
        </w:tc>
        <w:tc>
          <w:tcPr>
            <w:tcW w:w="1002" w:type="dxa"/>
          </w:tcPr>
          <w:p w:rsidR="005851B3" w:rsidRPr="00AF2F2E" w:rsidRDefault="005851B3" w:rsidP="005C504A">
            <w:pPr>
              <w:jc w:val="center"/>
              <w:rPr>
                <w:b/>
                <w:bCs/>
                <w:i/>
                <w:iCs/>
                <w:lang w:val="bg-BG"/>
              </w:rPr>
            </w:pPr>
          </w:p>
        </w:tc>
        <w:tc>
          <w:tcPr>
            <w:tcW w:w="2686" w:type="dxa"/>
            <w:shd w:val="clear" w:color="auto" w:fill="auto"/>
            <w:vAlign w:val="center"/>
          </w:tcPr>
          <w:p w:rsidR="005851B3" w:rsidRPr="00AF2F2E" w:rsidRDefault="005851B3" w:rsidP="005C504A">
            <w:pPr>
              <w:jc w:val="center"/>
              <w:rPr>
                <w:b/>
                <w:bCs/>
                <w:i/>
                <w:iCs/>
                <w:lang w:val="bg-BG"/>
              </w:rPr>
            </w:pPr>
          </w:p>
        </w:tc>
        <w:tc>
          <w:tcPr>
            <w:tcW w:w="1928" w:type="dxa"/>
          </w:tcPr>
          <w:p w:rsidR="005851B3" w:rsidRPr="00AF2F2E" w:rsidRDefault="005851B3" w:rsidP="005C504A">
            <w:pPr>
              <w:jc w:val="center"/>
              <w:rPr>
                <w:b/>
                <w:bCs/>
                <w:i/>
                <w:iCs/>
                <w:lang w:val="bg-BG"/>
              </w:rPr>
            </w:pPr>
          </w:p>
        </w:tc>
        <w:tc>
          <w:tcPr>
            <w:tcW w:w="1700" w:type="dxa"/>
          </w:tcPr>
          <w:p w:rsidR="005851B3" w:rsidRPr="00AF2F2E" w:rsidRDefault="005851B3" w:rsidP="005C504A">
            <w:pPr>
              <w:jc w:val="center"/>
              <w:rPr>
                <w:b/>
                <w:bCs/>
                <w:i/>
                <w:iCs/>
                <w:lang w:val="bg-BG"/>
              </w:rPr>
            </w:pPr>
          </w:p>
        </w:tc>
        <w:tc>
          <w:tcPr>
            <w:tcW w:w="1505" w:type="dxa"/>
            <w:shd w:val="clear" w:color="auto" w:fill="auto"/>
            <w:vAlign w:val="center"/>
          </w:tcPr>
          <w:p w:rsidR="005851B3" w:rsidRPr="00AF2F2E" w:rsidRDefault="005851B3" w:rsidP="005C504A">
            <w:pPr>
              <w:jc w:val="center"/>
              <w:rPr>
                <w:b/>
                <w:bCs/>
                <w:i/>
                <w:iCs/>
                <w:lang w:val="bg-BG"/>
              </w:rPr>
            </w:pPr>
          </w:p>
        </w:tc>
      </w:tr>
      <w:tr w:rsidR="005851B3" w:rsidRPr="00AF2F2E" w:rsidTr="00D15D6B">
        <w:trPr>
          <w:trHeight w:val="315"/>
          <w:jc w:val="center"/>
        </w:trPr>
        <w:tc>
          <w:tcPr>
            <w:tcW w:w="594" w:type="dxa"/>
            <w:shd w:val="clear" w:color="auto" w:fill="auto"/>
            <w:vAlign w:val="center"/>
          </w:tcPr>
          <w:p w:rsidR="005851B3" w:rsidRPr="00AF2F2E" w:rsidRDefault="005851B3" w:rsidP="005C504A">
            <w:pPr>
              <w:jc w:val="center"/>
              <w:rPr>
                <w:lang w:val="bg-BG"/>
              </w:rPr>
            </w:pPr>
            <w:r w:rsidRPr="00AF2F2E">
              <w:rPr>
                <w:lang w:val="bg-BG"/>
              </w:rPr>
              <w:t>n</w:t>
            </w:r>
          </w:p>
        </w:tc>
        <w:tc>
          <w:tcPr>
            <w:tcW w:w="845" w:type="dxa"/>
          </w:tcPr>
          <w:p w:rsidR="005851B3" w:rsidRPr="00AF2F2E" w:rsidRDefault="005851B3" w:rsidP="005C504A">
            <w:pPr>
              <w:jc w:val="center"/>
              <w:rPr>
                <w:b/>
                <w:bCs/>
                <w:i/>
                <w:iCs/>
                <w:lang w:val="bg-BG"/>
              </w:rPr>
            </w:pPr>
          </w:p>
        </w:tc>
        <w:tc>
          <w:tcPr>
            <w:tcW w:w="1746" w:type="dxa"/>
            <w:shd w:val="clear" w:color="auto" w:fill="auto"/>
            <w:vAlign w:val="center"/>
          </w:tcPr>
          <w:p w:rsidR="005851B3" w:rsidRPr="00AF2F2E" w:rsidRDefault="005851B3" w:rsidP="005C504A">
            <w:pPr>
              <w:jc w:val="center"/>
              <w:rPr>
                <w:b/>
                <w:bCs/>
                <w:i/>
                <w:iCs/>
                <w:lang w:val="bg-BG"/>
              </w:rPr>
            </w:pPr>
          </w:p>
        </w:tc>
        <w:tc>
          <w:tcPr>
            <w:tcW w:w="2376" w:type="dxa"/>
          </w:tcPr>
          <w:p w:rsidR="005851B3" w:rsidRPr="00AF2F2E" w:rsidRDefault="005851B3" w:rsidP="005C504A">
            <w:pPr>
              <w:jc w:val="center"/>
              <w:rPr>
                <w:b/>
                <w:bCs/>
                <w:i/>
                <w:iCs/>
                <w:lang w:val="bg-BG"/>
              </w:rPr>
            </w:pPr>
          </w:p>
        </w:tc>
        <w:tc>
          <w:tcPr>
            <w:tcW w:w="970" w:type="dxa"/>
            <w:vAlign w:val="center"/>
          </w:tcPr>
          <w:p w:rsidR="005851B3" w:rsidRPr="00AF2F2E" w:rsidRDefault="005851B3" w:rsidP="005C504A">
            <w:pPr>
              <w:jc w:val="center"/>
              <w:rPr>
                <w:b/>
                <w:bCs/>
                <w:i/>
                <w:iCs/>
                <w:lang w:val="bg-BG"/>
              </w:rPr>
            </w:pPr>
          </w:p>
        </w:tc>
        <w:tc>
          <w:tcPr>
            <w:tcW w:w="1002" w:type="dxa"/>
          </w:tcPr>
          <w:p w:rsidR="005851B3" w:rsidRPr="00AF2F2E" w:rsidRDefault="005851B3" w:rsidP="005C504A">
            <w:pPr>
              <w:jc w:val="center"/>
              <w:rPr>
                <w:b/>
                <w:bCs/>
                <w:i/>
                <w:iCs/>
                <w:lang w:val="bg-BG"/>
              </w:rPr>
            </w:pPr>
          </w:p>
        </w:tc>
        <w:tc>
          <w:tcPr>
            <w:tcW w:w="2686" w:type="dxa"/>
            <w:shd w:val="clear" w:color="auto" w:fill="auto"/>
            <w:vAlign w:val="center"/>
          </w:tcPr>
          <w:p w:rsidR="005851B3" w:rsidRPr="00AF2F2E" w:rsidRDefault="005851B3" w:rsidP="005C504A">
            <w:pPr>
              <w:jc w:val="center"/>
              <w:rPr>
                <w:b/>
                <w:bCs/>
                <w:i/>
                <w:iCs/>
                <w:lang w:val="bg-BG"/>
              </w:rPr>
            </w:pPr>
          </w:p>
        </w:tc>
        <w:tc>
          <w:tcPr>
            <w:tcW w:w="1928" w:type="dxa"/>
          </w:tcPr>
          <w:p w:rsidR="005851B3" w:rsidRPr="00AF2F2E" w:rsidRDefault="005851B3" w:rsidP="005C504A">
            <w:pPr>
              <w:jc w:val="center"/>
              <w:rPr>
                <w:b/>
                <w:bCs/>
                <w:i/>
                <w:iCs/>
                <w:lang w:val="bg-BG"/>
              </w:rPr>
            </w:pPr>
          </w:p>
        </w:tc>
        <w:tc>
          <w:tcPr>
            <w:tcW w:w="1700" w:type="dxa"/>
          </w:tcPr>
          <w:p w:rsidR="005851B3" w:rsidRPr="00AF2F2E" w:rsidRDefault="005851B3" w:rsidP="005C504A">
            <w:pPr>
              <w:jc w:val="center"/>
              <w:rPr>
                <w:b/>
                <w:bCs/>
                <w:i/>
                <w:iCs/>
                <w:lang w:val="bg-BG"/>
              </w:rPr>
            </w:pPr>
          </w:p>
        </w:tc>
        <w:tc>
          <w:tcPr>
            <w:tcW w:w="1505" w:type="dxa"/>
            <w:shd w:val="clear" w:color="auto" w:fill="auto"/>
            <w:vAlign w:val="center"/>
          </w:tcPr>
          <w:p w:rsidR="005851B3" w:rsidRPr="00AF2F2E" w:rsidRDefault="005851B3" w:rsidP="005C504A">
            <w:pPr>
              <w:jc w:val="center"/>
              <w:rPr>
                <w:b/>
                <w:bCs/>
                <w:i/>
                <w:iCs/>
                <w:lang w:val="bg-BG"/>
              </w:rPr>
            </w:pPr>
          </w:p>
        </w:tc>
      </w:tr>
    </w:tbl>
    <w:p w:rsidR="005851B3" w:rsidRPr="00AF2F2E" w:rsidRDefault="005851B3" w:rsidP="005851B3">
      <w:pPr>
        <w:ind w:left="-360"/>
        <w:rPr>
          <w:bCs/>
          <w:lang w:val="bg-BG"/>
        </w:rPr>
      </w:pPr>
    </w:p>
    <w:p w:rsidR="00426AE1" w:rsidRPr="00426AE1" w:rsidRDefault="00426AE1" w:rsidP="00426AE1">
      <w:pPr>
        <w:rPr>
          <w:bCs/>
          <w:lang w:val="bg-BG"/>
        </w:rPr>
      </w:pPr>
      <w:r w:rsidRPr="00426AE1">
        <w:rPr>
          <w:b/>
          <w:bCs/>
          <w:lang w:val="bg-BG"/>
        </w:rPr>
        <w:t xml:space="preserve">*Срок за отстраняване на дефект в </w:t>
      </w:r>
      <w:r>
        <w:rPr>
          <w:b/>
          <w:bCs/>
          <w:lang w:val="bg-BG"/>
        </w:rPr>
        <w:t xml:space="preserve">гаранционния срок </w:t>
      </w:r>
      <w:r w:rsidRPr="00426AE1">
        <w:rPr>
          <w:bCs/>
          <w:lang w:val="bg-BG"/>
        </w:rPr>
        <w:t>съгласно т.5.4. от проекта на договора …………………….</w:t>
      </w:r>
    </w:p>
    <w:p w:rsidR="00426AE1" w:rsidRPr="00426AE1" w:rsidRDefault="00426AE1" w:rsidP="00426AE1">
      <w:pPr>
        <w:rPr>
          <w:bCs/>
          <w:lang w:val="bg-BG"/>
        </w:rPr>
      </w:pPr>
      <w:r w:rsidRPr="00426AE1">
        <w:rPr>
          <w:bCs/>
          <w:lang w:val="bg-BG"/>
        </w:rPr>
        <w:t xml:space="preserve">* </w:t>
      </w:r>
      <w:r w:rsidRPr="00426AE1">
        <w:rPr>
          <w:b/>
          <w:bCs/>
          <w:lang w:val="bg-BG"/>
        </w:rPr>
        <w:t xml:space="preserve">Срок за подмяна на стоката </w:t>
      </w:r>
      <w:r>
        <w:rPr>
          <w:b/>
          <w:bCs/>
          <w:lang w:val="bg-BG"/>
        </w:rPr>
        <w:t>в</w:t>
      </w:r>
      <w:r w:rsidRPr="00426AE1">
        <w:rPr>
          <w:b/>
          <w:bCs/>
          <w:lang w:val="bg-BG"/>
        </w:rPr>
        <w:t xml:space="preserve"> </w:t>
      </w:r>
      <w:r>
        <w:rPr>
          <w:b/>
          <w:bCs/>
          <w:lang w:val="bg-BG"/>
        </w:rPr>
        <w:t>гаранционния срок</w:t>
      </w:r>
      <w:r w:rsidRPr="00426AE1">
        <w:rPr>
          <w:b/>
          <w:bCs/>
          <w:lang w:val="bg-BG"/>
        </w:rPr>
        <w:t xml:space="preserve"> </w:t>
      </w:r>
      <w:r w:rsidRPr="00426AE1">
        <w:rPr>
          <w:bCs/>
          <w:lang w:val="bg-BG"/>
        </w:rPr>
        <w:t>съгласно т.5.5. от проекта на договора …………………….</w:t>
      </w:r>
    </w:p>
    <w:p w:rsidR="005851B3" w:rsidRPr="00AF2F2E" w:rsidRDefault="005851B3" w:rsidP="005851B3">
      <w:pPr>
        <w:rPr>
          <w:bCs/>
          <w:lang w:val="bg-BG"/>
        </w:rPr>
      </w:pPr>
    </w:p>
    <w:p w:rsidR="005851B3" w:rsidRDefault="005851B3" w:rsidP="005851B3">
      <w:pPr>
        <w:ind w:hanging="360"/>
        <w:rPr>
          <w:b/>
          <w:bCs/>
          <w:lang w:val="bg-BG"/>
        </w:rPr>
      </w:pPr>
    </w:p>
    <w:p w:rsidR="005851B3" w:rsidRPr="00AF2F2E" w:rsidRDefault="005851B3" w:rsidP="005851B3">
      <w:pPr>
        <w:spacing w:line="360" w:lineRule="auto"/>
        <w:ind w:firstLine="567"/>
        <w:rPr>
          <w:b/>
          <w:u w:val="single"/>
          <w:lang w:val="bg-BG"/>
        </w:rPr>
      </w:pPr>
      <w:r w:rsidRPr="00AF2F2E">
        <w:rPr>
          <w:b/>
          <w:u w:val="single"/>
          <w:lang w:val="bg-BG"/>
        </w:rPr>
        <w:t>ПОДПИС и ПЕЧАТ:</w:t>
      </w:r>
    </w:p>
    <w:p w:rsidR="005851B3" w:rsidRPr="00AF2F2E" w:rsidRDefault="005851B3" w:rsidP="005851B3">
      <w:pPr>
        <w:pStyle w:val="BodyText"/>
        <w:ind w:left="567"/>
      </w:pPr>
    </w:p>
    <w:p w:rsidR="005851B3" w:rsidRPr="00AF2F2E" w:rsidRDefault="005851B3" w:rsidP="005851B3">
      <w:pPr>
        <w:pStyle w:val="BodyText"/>
        <w:ind w:left="567"/>
      </w:pPr>
      <w:r w:rsidRPr="00AF2F2E">
        <w:t>______________________ (име и фамилия)</w:t>
      </w:r>
    </w:p>
    <w:p w:rsidR="005851B3" w:rsidRPr="00AF2F2E" w:rsidRDefault="005851B3" w:rsidP="005851B3">
      <w:pPr>
        <w:pStyle w:val="BodyText"/>
        <w:ind w:left="567"/>
      </w:pPr>
    </w:p>
    <w:p w:rsidR="005851B3" w:rsidRPr="00AF2F2E" w:rsidRDefault="005851B3" w:rsidP="005851B3">
      <w:pPr>
        <w:pStyle w:val="BodyText"/>
        <w:ind w:left="567"/>
      </w:pPr>
      <w:r w:rsidRPr="00AF2F2E">
        <w:t>______________________ (дата)</w:t>
      </w:r>
    </w:p>
    <w:p w:rsidR="005851B3" w:rsidRPr="00AF2F2E" w:rsidRDefault="005851B3" w:rsidP="005851B3">
      <w:pPr>
        <w:pStyle w:val="BodyText"/>
        <w:ind w:left="567"/>
      </w:pPr>
    </w:p>
    <w:p w:rsidR="005851B3" w:rsidRPr="00AF2F2E" w:rsidRDefault="005851B3" w:rsidP="005851B3">
      <w:pPr>
        <w:pStyle w:val="BodyText"/>
        <w:ind w:left="3366" w:hanging="2805"/>
      </w:pPr>
      <w:r w:rsidRPr="00AF2F2E">
        <w:t>______________________ (длъжност на управляващия/представляващия участника)</w:t>
      </w:r>
    </w:p>
    <w:p w:rsidR="005851B3" w:rsidRPr="00AF2F2E" w:rsidRDefault="005851B3" w:rsidP="005851B3">
      <w:pPr>
        <w:pStyle w:val="BodyText"/>
        <w:ind w:left="3366" w:hanging="2805"/>
      </w:pPr>
    </w:p>
    <w:p w:rsidR="005851B3" w:rsidRPr="005851B3" w:rsidRDefault="005851B3" w:rsidP="005851B3">
      <w:pPr>
        <w:pStyle w:val="BodyText"/>
        <w:ind w:left="567"/>
      </w:pPr>
      <w:r w:rsidRPr="00AF2F2E">
        <w:t>______________________ (наименование на участника)</w:t>
      </w:r>
    </w:p>
    <w:p w:rsidR="005851B3" w:rsidRDefault="005851B3" w:rsidP="005851B3">
      <w:pPr>
        <w:pStyle w:val="BodyText"/>
        <w:ind w:left="3366" w:hanging="2805"/>
        <w:jc w:val="right"/>
        <w:rPr>
          <w:b/>
        </w:rPr>
      </w:pPr>
    </w:p>
    <w:p w:rsidR="005851B3" w:rsidRPr="00AF2F2E" w:rsidRDefault="005851B3" w:rsidP="005851B3">
      <w:pPr>
        <w:pStyle w:val="BodyText"/>
        <w:ind w:left="3366" w:hanging="2805"/>
        <w:jc w:val="right"/>
        <w:rPr>
          <w:b/>
        </w:rPr>
      </w:pPr>
      <w:r w:rsidRPr="00AF2F2E">
        <w:rPr>
          <w:b/>
        </w:rPr>
        <w:lastRenderedPageBreak/>
        <w:t>ОБРАЗЕЦ по т.</w:t>
      </w:r>
      <w:r w:rsidRPr="00AF2F2E">
        <w:rPr>
          <w:bCs/>
        </w:rPr>
        <w:t xml:space="preserve"> </w:t>
      </w:r>
      <w:smartTag w:uri="urn:schemas-microsoft-com:office:smarttags" w:element="stockticker">
        <w:r w:rsidRPr="00AF2F2E">
          <w:rPr>
            <w:b/>
            <w:bCs/>
          </w:rPr>
          <w:t>III</w:t>
        </w:r>
      </w:smartTag>
      <w:r w:rsidRPr="00AF2F2E">
        <w:rPr>
          <w:b/>
          <w:bCs/>
        </w:rPr>
        <w:t>.1</w:t>
      </w:r>
      <w:r w:rsidRPr="00AF2F2E">
        <w:rPr>
          <w:bCs/>
        </w:rPr>
        <w:t xml:space="preserve">. </w:t>
      </w:r>
      <w:r w:rsidRPr="00AF2F2E">
        <w:rPr>
          <w:b/>
        </w:rPr>
        <w:t>към офертата</w:t>
      </w:r>
    </w:p>
    <w:p w:rsidR="005851B3" w:rsidRPr="00AF2F2E" w:rsidRDefault="005851B3" w:rsidP="005851B3">
      <w:pPr>
        <w:jc w:val="right"/>
        <w:rPr>
          <w:b/>
          <w:bCs/>
          <w:lang w:val="bg-BG"/>
        </w:rPr>
      </w:pPr>
    </w:p>
    <w:p w:rsidR="005851B3" w:rsidRPr="00AF2F2E" w:rsidRDefault="005851B3" w:rsidP="005851B3">
      <w:pPr>
        <w:jc w:val="center"/>
        <w:rPr>
          <w:lang w:val="bg-BG"/>
        </w:rPr>
      </w:pPr>
      <w:r w:rsidRPr="00AF2F2E">
        <w:rPr>
          <w:lang w:val="bg-BG"/>
        </w:rPr>
        <w:t>_______________________________________________________________________________________</w:t>
      </w:r>
    </w:p>
    <w:p w:rsidR="005851B3" w:rsidRPr="00AF2F2E" w:rsidRDefault="005851B3" w:rsidP="005851B3">
      <w:pPr>
        <w:jc w:val="center"/>
        <w:rPr>
          <w:lang w:val="bg-BG"/>
        </w:rPr>
      </w:pPr>
      <w:r w:rsidRPr="00AF2F2E">
        <w:rPr>
          <w:lang w:val="bg-BG"/>
        </w:rPr>
        <w:t xml:space="preserve">/пълно наименование на участника, търговски адрес, телефон и факс, ЕИК №  и ИН по ЗДДС №/ </w:t>
      </w:r>
    </w:p>
    <w:p w:rsidR="005851B3" w:rsidRPr="00AF2F2E" w:rsidRDefault="005851B3" w:rsidP="005851B3">
      <w:pPr>
        <w:jc w:val="center"/>
        <w:rPr>
          <w:lang w:val="bg-BG"/>
        </w:rPr>
      </w:pPr>
    </w:p>
    <w:p w:rsidR="005851B3" w:rsidRPr="00AF2F2E" w:rsidRDefault="005851B3" w:rsidP="005851B3">
      <w:pPr>
        <w:jc w:val="center"/>
        <w:rPr>
          <w:b/>
          <w:bCs/>
          <w:lang w:val="bg-BG"/>
        </w:rPr>
      </w:pPr>
      <w:r w:rsidRPr="00AF2F2E">
        <w:rPr>
          <w:b/>
          <w:bCs/>
          <w:lang w:val="bg-BG"/>
        </w:rPr>
        <w:t>ЦЕНОВА ТАБЛИЦА</w:t>
      </w:r>
    </w:p>
    <w:p w:rsidR="005851B3" w:rsidRPr="00AF2F2E" w:rsidRDefault="005851B3" w:rsidP="005851B3">
      <w:pPr>
        <w:jc w:val="center"/>
        <w:rPr>
          <w:lang w:val="bg-BG"/>
        </w:rPr>
      </w:pPr>
    </w:p>
    <w:p w:rsidR="005851B3" w:rsidRPr="00AF2F2E" w:rsidRDefault="005851B3" w:rsidP="005851B3">
      <w:pPr>
        <w:pStyle w:val="BodyText"/>
        <w:jc w:val="center"/>
        <w:rPr>
          <w:bCs/>
        </w:rPr>
      </w:pPr>
      <w:r w:rsidRPr="00AF2F2E">
        <w:rPr>
          <w:bCs/>
        </w:rPr>
        <w:t xml:space="preserve">Към оферта за участие в публично състезание </w:t>
      </w:r>
      <w:r w:rsidRPr="00AF2F2E">
        <w:t>с предмет:</w:t>
      </w:r>
    </w:p>
    <w:p w:rsidR="005851B3" w:rsidRPr="00AF2F2E" w:rsidRDefault="005851B3" w:rsidP="005851B3">
      <w:pPr>
        <w:jc w:val="center"/>
        <w:rPr>
          <w:lang w:val="bg-BG"/>
        </w:rPr>
      </w:pPr>
      <w:r w:rsidRPr="00AF2F2E">
        <w:rPr>
          <w:b/>
          <w:bCs/>
          <w:lang w:val="bg-BG"/>
        </w:rPr>
        <w:t>“</w:t>
      </w:r>
      <w:r w:rsidRPr="005851B3">
        <w:rPr>
          <w:b/>
          <w:bCs/>
          <w:lang w:val="bg-BG"/>
        </w:rPr>
        <w:t>Доставка на В и К материали, арматура и резервни части</w:t>
      </w:r>
      <w:r w:rsidRPr="00AF2F2E">
        <w:rPr>
          <w:b/>
          <w:bCs/>
          <w:lang w:val="bg-BG"/>
        </w:rPr>
        <w:t xml:space="preserve">” </w:t>
      </w:r>
      <w:r w:rsidRPr="00AF2F2E">
        <w:rPr>
          <w:bCs/>
          <w:lang w:val="bg-BG"/>
        </w:rPr>
        <w:t>за обособена позиция № …</w:t>
      </w:r>
      <w:r>
        <w:rPr>
          <w:bCs/>
          <w:lang w:val="bg-BG"/>
        </w:rPr>
        <w:t>………</w:t>
      </w:r>
      <w:r w:rsidRPr="00AF2F2E">
        <w:rPr>
          <w:bCs/>
          <w:lang w:val="bg-BG"/>
        </w:rPr>
        <w:t>./наименование/</w:t>
      </w:r>
    </w:p>
    <w:p w:rsidR="005851B3" w:rsidRPr="00AF2F2E" w:rsidRDefault="005851B3" w:rsidP="005851B3">
      <w:pPr>
        <w:jc w:val="center"/>
        <w:rPr>
          <w:lang w:val="bg-BG"/>
        </w:rPr>
      </w:pPr>
    </w:p>
    <w:p w:rsidR="005851B3" w:rsidRPr="00AF2F2E" w:rsidRDefault="005851B3" w:rsidP="005851B3">
      <w:pPr>
        <w:jc w:val="center"/>
        <w:rPr>
          <w:lang w:val="bg-BG"/>
        </w:rPr>
      </w:pPr>
    </w:p>
    <w:tbl>
      <w:tblPr>
        <w:tblW w:w="13465"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
        <w:gridCol w:w="529"/>
        <w:gridCol w:w="292"/>
        <w:gridCol w:w="2429"/>
        <w:gridCol w:w="3633"/>
        <w:gridCol w:w="1132"/>
        <w:gridCol w:w="1213"/>
        <w:gridCol w:w="1701"/>
        <w:gridCol w:w="1933"/>
      </w:tblGrid>
      <w:tr w:rsidR="005851B3" w:rsidRPr="00AF2F2E" w:rsidTr="005C504A">
        <w:trPr>
          <w:trHeight w:val="964"/>
          <w:jc w:val="center"/>
        </w:trPr>
        <w:tc>
          <w:tcPr>
            <w:tcW w:w="603" w:type="dxa"/>
            <w:vAlign w:val="center"/>
          </w:tcPr>
          <w:p w:rsidR="005851B3" w:rsidRPr="00AF2F2E" w:rsidRDefault="005851B3" w:rsidP="005C504A">
            <w:pPr>
              <w:jc w:val="center"/>
              <w:rPr>
                <w:b/>
                <w:bCs/>
                <w:lang w:val="bg-BG"/>
              </w:rPr>
            </w:pPr>
            <w:r w:rsidRPr="00AF2F2E">
              <w:rPr>
                <w:b/>
                <w:bCs/>
                <w:lang w:val="bg-BG"/>
              </w:rPr>
              <w:t>№</w:t>
            </w:r>
          </w:p>
        </w:tc>
        <w:tc>
          <w:tcPr>
            <w:tcW w:w="821" w:type="dxa"/>
            <w:gridSpan w:val="2"/>
            <w:vAlign w:val="center"/>
          </w:tcPr>
          <w:p w:rsidR="005851B3" w:rsidRPr="00B40C1B" w:rsidRDefault="005851B3" w:rsidP="005C504A">
            <w:pPr>
              <w:jc w:val="center"/>
              <w:rPr>
                <w:bCs/>
                <w:lang w:val="bg-BG"/>
              </w:rPr>
            </w:pPr>
            <w:r w:rsidRPr="00B40C1B">
              <w:rPr>
                <w:bCs/>
                <w:lang w:val="bg-BG"/>
              </w:rPr>
              <w:t xml:space="preserve">ИД по </w:t>
            </w:r>
            <w:r w:rsidRPr="00B40C1B">
              <w:rPr>
                <w:bCs/>
                <w:lang w:val="en-US"/>
              </w:rPr>
              <w:t>BAAN</w:t>
            </w:r>
          </w:p>
        </w:tc>
        <w:tc>
          <w:tcPr>
            <w:tcW w:w="2429" w:type="dxa"/>
            <w:shd w:val="clear" w:color="auto" w:fill="auto"/>
            <w:vAlign w:val="center"/>
          </w:tcPr>
          <w:p w:rsidR="005851B3" w:rsidRPr="00AF2F2E" w:rsidRDefault="005851B3" w:rsidP="005C504A">
            <w:pPr>
              <w:jc w:val="center"/>
              <w:rPr>
                <w:b/>
                <w:bCs/>
                <w:lang w:val="bg-BG"/>
              </w:rPr>
            </w:pPr>
            <w:r w:rsidRPr="00AF2F2E">
              <w:rPr>
                <w:b/>
                <w:bCs/>
                <w:lang w:val="bg-BG"/>
              </w:rPr>
              <w:t>Наименование</w:t>
            </w:r>
            <w:r>
              <w:rPr>
                <w:b/>
                <w:bCs/>
                <w:lang w:val="bg-BG"/>
              </w:rPr>
              <w:t>,</w:t>
            </w:r>
            <w:r w:rsidRPr="00AF2F2E">
              <w:rPr>
                <w:b/>
                <w:bCs/>
                <w:lang w:val="bg-BG"/>
              </w:rPr>
              <w:t xml:space="preserve"> </w:t>
            </w:r>
            <w:r w:rsidRPr="00B40C1B">
              <w:rPr>
                <w:bCs/>
                <w:lang w:val="bg-BG"/>
              </w:rPr>
              <w:t>съгласно техническото предложение</w:t>
            </w:r>
          </w:p>
        </w:tc>
        <w:tc>
          <w:tcPr>
            <w:tcW w:w="3633" w:type="dxa"/>
          </w:tcPr>
          <w:p w:rsidR="005851B3" w:rsidRPr="00AF2F2E" w:rsidRDefault="005851B3" w:rsidP="005C504A">
            <w:pPr>
              <w:jc w:val="center"/>
              <w:rPr>
                <w:b/>
                <w:bCs/>
                <w:lang w:val="bg-BG"/>
              </w:rPr>
            </w:pPr>
            <w:r>
              <w:rPr>
                <w:b/>
                <w:bCs/>
                <w:lang w:val="bg-BG"/>
              </w:rPr>
              <w:t xml:space="preserve">Технически характеристики, </w:t>
            </w:r>
            <w:r w:rsidRPr="00B40C1B">
              <w:rPr>
                <w:bCs/>
                <w:lang w:val="bg-BG"/>
              </w:rPr>
              <w:t>съгласно техническото предложение</w:t>
            </w:r>
            <w:r>
              <w:rPr>
                <w:b/>
                <w:bCs/>
                <w:lang w:val="bg-BG"/>
              </w:rPr>
              <w:t xml:space="preserve"> </w:t>
            </w:r>
          </w:p>
        </w:tc>
        <w:tc>
          <w:tcPr>
            <w:tcW w:w="1132" w:type="dxa"/>
            <w:shd w:val="clear" w:color="auto" w:fill="auto"/>
            <w:vAlign w:val="center"/>
          </w:tcPr>
          <w:p w:rsidR="005851B3" w:rsidRPr="00AF2F2E" w:rsidRDefault="005851B3" w:rsidP="005C504A">
            <w:pPr>
              <w:jc w:val="center"/>
              <w:rPr>
                <w:b/>
                <w:bCs/>
                <w:lang w:val="bg-BG"/>
              </w:rPr>
            </w:pPr>
            <w:r w:rsidRPr="00AF2F2E">
              <w:rPr>
                <w:b/>
                <w:bCs/>
                <w:lang w:val="bg-BG"/>
              </w:rPr>
              <w:t>Един. мярка</w:t>
            </w:r>
          </w:p>
        </w:tc>
        <w:tc>
          <w:tcPr>
            <w:tcW w:w="1213" w:type="dxa"/>
            <w:shd w:val="clear" w:color="auto" w:fill="auto"/>
            <w:vAlign w:val="center"/>
          </w:tcPr>
          <w:p w:rsidR="005851B3" w:rsidRPr="00AF2F2E" w:rsidRDefault="005851B3" w:rsidP="005C504A">
            <w:pPr>
              <w:jc w:val="center"/>
              <w:rPr>
                <w:b/>
                <w:bCs/>
                <w:lang w:val="bg-BG"/>
              </w:rPr>
            </w:pPr>
            <w:proofErr w:type="spellStart"/>
            <w:r w:rsidRPr="00AF2F2E">
              <w:rPr>
                <w:b/>
                <w:bCs/>
                <w:lang w:val="bg-BG"/>
              </w:rPr>
              <w:t>Кол-во</w:t>
            </w:r>
            <w:proofErr w:type="spellEnd"/>
          </w:p>
        </w:tc>
        <w:tc>
          <w:tcPr>
            <w:tcW w:w="1701" w:type="dxa"/>
            <w:shd w:val="clear" w:color="auto" w:fill="auto"/>
            <w:vAlign w:val="center"/>
          </w:tcPr>
          <w:p w:rsidR="005851B3" w:rsidRPr="00AF2F2E" w:rsidRDefault="005851B3" w:rsidP="005C504A">
            <w:pPr>
              <w:jc w:val="center"/>
              <w:rPr>
                <w:b/>
                <w:bCs/>
                <w:lang w:val="bg-BG"/>
              </w:rPr>
            </w:pPr>
            <w:r w:rsidRPr="00AF2F2E">
              <w:rPr>
                <w:b/>
                <w:bCs/>
                <w:lang w:val="bg-BG"/>
              </w:rPr>
              <w:t>Единична цена</w:t>
            </w:r>
          </w:p>
        </w:tc>
        <w:tc>
          <w:tcPr>
            <w:tcW w:w="1933" w:type="dxa"/>
            <w:shd w:val="clear" w:color="auto" w:fill="auto"/>
            <w:vAlign w:val="center"/>
          </w:tcPr>
          <w:p w:rsidR="005851B3" w:rsidRPr="00AF2F2E" w:rsidRDefault="005851B3" w:rsidP="005C504A">
            <w:pPr>
              <w:jc w:val="center"/>
              <w:rPr>
                <w:b/>
                <w:bCs/>
                <w:lang w:val="bg-BG"/>
              </w:rPr>
            </w:pPr>
            <w:r w:rsidRPr="00AF2F2E">
              <w:rPr>
                <w:b/>
                <w:bCs/>
                <w:lang w:val="bg-BG"/>
              </w:rPr>
              <w:t>Обща стойност</w:t>
            </w:r>
          </w:p>
        </w:tc>
      </w:tr>
      <w:tr w:rsidR="005851B3" w:rsidRPr="00AF2F2E" w:rsidTr="005C504A">
        <w:trPr>
          <w:trHeight w:val="270"/>
          <w:jc w:val="center"/>
        </w:trPr>
        <w:tc>
          <w:tcPr>
            <w:tcW w:w="603" w:type="dxa"/>
            <w:vAlign w:val="center"/>
          </w:tcPr>
          <w:p w:rsidR="005851B3" w:rsidRPr="00AF2F2E" w:rsidRDefault="005851B3" w:rsidP="005C504A">
            <w:pPr>
              <w:jc w:val="center"/>
              <w:rPr>
                <w:b/>
                <w:bCs/>
                <w:i/>
                <w:iCs/>
                <w:lang w:val="bg-BG"/>
              </w:rPr>
            </w:pPr>
            <w:r w:rsidRPr="00AF2F2E">
              <w:rPr>
                <w:b/>
                <w:bCs/>
                <w:i/>
                <w:iCs/>
                <w:lang w:val="bg-BG"/>
              </w:rPr>
              <w:t>1</w:t>
            </w:r>
          </w:p>
        </w:tc>
        <w:tc>
          <w:tcPr>
            <w:tcW w:w="821" w:type="dxa"/>
            <w:gridSpan w:val="2"/>
            <w:vAlign w:val="center"/>
          </w:tcPr>
          <w:p w:rsidR="005851B3" w:rsidRPr="00AF2F2E" w:rsidRDefault="005851B3" w:rsidP="005C504A">
            <w:pPr>
              <w:jc w:val="center"/>
              <w:rPr>
                <w:b/>
                <w:bCs/>
                <w:i/>
                <w:iCs/>
                <w:lang w:val="bg-BG"/>
              </w:rPr>
            </w:pPr>
            <w:r>
              <w:rPr>
                <w:b/>
                <w:bCs/>
                <w:i/>
                <w:iCs/>
                <w:lang w:val="bg-BG"/>
              </w:rPr>
              <w:t>2</w:t>
            </w:r>
          </w:p>
        </w:tc>
        <w:tc>
          <w:tcPr>
            <w:tcW w:w="2429" w:type="dxa"/>
            <w:shd w:val="clear" w:color="auto" w:fill="auto"/>
            <w:vAlign w:val="center"/>
          </w:tcPr>
          <w:p w:rsidR="005851B3" w:rsidRPr="00AF2F2E" w:rsidRDefault="005851B3" w:rsidP="005C504A">
            <w:pPr>
              <w:jc w:val="center"/>
              <w:rPr>
                <w:b/>
                <w:bCs/>
                <w:i/>
                <w:iCs/>
                <w:lang w:val="bg-BG"/>
              </w:rPr>
            </w:pPr>
            <w:r>
              <w:rPr>
                <w:b/>
                <w:bCs/>
                <w:i/>
                <w:iCs/>
                <w:lang w:val="bg-BG"/>
              </w:rPr>
              <w:t>3</w:t>
            </w:r>
          </w:p>
        </w:tc>
        <w:tc>
          <w:tcPr>
            <w:tcW w:w="3633" w:type="dxa"/>
          </w:tcPr>
          <w:p w:rsidR="005851B3" w:rsidRPr="00AF2F2E" w:rsidRDefault="005851B3" w:rsidP="005C504A">
            <w:pPr>
              <w:jc w:val="center"/>
              <w:rPr>
                <w:b/>
                <w:bCs/>
                <w:i/>
                <w:iCs/>
                <w:lang w:val="bg-BG"/>
              </w:rPr>
            </w:pPr>
            <w:r>
              <w:rPr>
                <w:b/>
                <w:bCs/>
                <w:i/>
                <w:iCs/>
                <w:lang w:val="bg-BG"/>
              </w:rPr>
              <w:t>4</w:t>
            </w:r>
          </w:p>
        </w:tc>
        <w:tc>
          <w:tcPr>
            <w:tcW w:w="1132" w:type="dxa"/>
            <w:shd w:val="clear" w:color="auto" w:fill="auto"/>
            <w:vAlign w:val="center"/>
          </w:tcPr>
          <w:p w:rsidR="005851B3" w:rsidRPr="00AF2F2E" w:rsidRDefault="005851B3" w:rsidP="005C504A">
            <w:pPr>
              <w:jc w:val="center"/>
              <w:rPr>
                <w:b/>
                <w:bCs/>
                <w:i/>
                <w:iCs/>
                <w:lang w:val="bg-BG"/>
              </w:rPr>
            </w:pPr>
            <w:r>
              <w:rPr>
                <w:b/>
                <w:bCs/>
                <w:i/>
                <w:iCs/>
                <w:lang w:val="bg-BG"/>
              </w:rPr>
              <w:t>5</w:t>
            </w:r>
          </w:p>
        </w:tc>
        <w:tc>
          <w:tcPr>
            <w:tcW w:w="1213" w:type="dxa"/>
            <w:shd w:val="clear" w:color="auto" w:fill="auto"/>
            <w:vAlign w:val="center"/>
          </w:tcPr>
          <w:p w:rsidR="005851B3" w:rsidRPr="00AF2F2E" w:rsidRDefault="005851B3" w:rsidP="005C504A">
            <w:pPr>
              <w:jc w:val="center"/>
              <w:rPr>
                <w:b/>
                <w:bCs/>
                <w:i/>
                <w:iCs/>
                <w:lang w:val="bg-BG"/>
              </w:rPr>
            </w:pPr>
            <w:r>
              <w:rPr>
                <w:b/>
                <w:bCs/>
                <w:i/>
                <w:iCs/>
                <w:lang w:val="bg-BG"/>
              </w:rPr>
              <w:t>6</w:t>
            </w:r>
          </w:p>
        </w:tc>
        <w:tc>
          <w:tcPr>
            <w:tcW w:w="1701" w:type="dxa"/>
            <w:shd w:val="clear" w:color="auto" w:fill="auto"/>
            <w:vAlign w:val="center"/>
          </w:tcPr>
          <w:p w:rsidR="005851B3" w:rsidRPr="00AF2F2E" w:rsidRDefault="005851B3" w:rsidP="005C504A">
            <w:pPr>
              <w:jc w:val="center"/>
              <w:rPr>
                <w:b/>
                <w:bCs/>
                <w:i/>
                <w:iCs/>
                <w:lang w:val="bg-BG"/>
              </w:rPr>
            </w:pPr>
            <w:r>
              <w:rPr>
                <w:b/>
                <w:bCs/>
                <w:i/>
                <w:iCs/>
                <w:lang w:val="bg-BG"/>
              </w:rPr>
              <w:t>7</w:t>
            </w:r>
          </w:p>
        </w:tc>
        <w:tc>
          <w:tcPr>
            <w:tcW w:w="1933" w:type="dxa"/>
            <w:shd w:val="clear" w:color="auto" w:fill="auto"/>
            <w:vAlign w:val="center"/>
          </w:tcPr>
          <w:p w:rsidR="005851B3" w:rsidRPr="00AF2F2E" w:rsidRDefault="005851B3" w:rsidP="005C504A">
            <w:pPr>
              <w:jc w:val="center"/>
              <w:rPr>
                <w:b/>
                <w:bCs/>
                <w:i/>
                <w:iCs/>
                <w:lang w:val="bg-BG"/>
              </w:rPr>
            </w:pPr>
            <w:r>
              <w:rPr>
                <w:b/>
                <w:bCs/>
                <w:i/>
                <w:iCs/>
                <w:lang w:val="bg-BG"/>
              </w:rPr>
              <w:t>8</w:t>
            </w:r>
          </w:p>
        </w:tc>
      </w:tr>
      <w:tr w:rsidR="005851B3" w:rsidRPr="00AF2F2E" w:rsidTr="005C504A">
        <w:trPr>
          <w:trHeight w:val="315"/>
          <w:jc w:val="center"/>
        </w:trPr>
        <w:tc>
          <w:tcPr>
            <w:tcW w:w="603" w:type="dxa"/>
            <w:vAlign w:val="center"/>
          </w:tcPr>
          <w:p w:rsidR="005851B3" w:rsidRPr="00AF2F2E" w:rsidRDefault="005851B3" w:rsidP="005C504A">
            <w:pPr>
              <w:jc w:val="center"/>
              <w:rPr>
                <w:lang w:val="bg-BG"/>
              </w:rPr>
            </w:pPr>
            <w:r w:rsidRPr="00AF2F2E">
              <w:rPr>
                <w:lang w:val="bg-BG"/>
              </w:rPr>
              <w:t>1</w:t>
            </w:r>
          </w:p>
        </w:tc>
        <w:tc>
          <w:tcPr>
            <w:tcW w:w="821" w:type="dxa"/>
            <w:gridSpan w:val="2"/>
          </w:tcPr>
          <w:p w:rsidR="005851B3" w:rsidRPr="00AF2F2E" w:rsidRDefault="005851B3" w:rsidP="005C504A">
            <w:pPr>
              <w:jc w:val="center"/>
              <w:rPr>
                <w:lang w:val="bg-BG"/>
              </w:rPr>
            </w:pPr>
          </w:p>
        </w:tc>
        <w:tc>
          <w:tcPr>
            <w:tcW w:w="2429" w:type="dxa"/>
            <w:shd w:val="clear" w:color="auto" w:fill="auto"/>
            <w:vAlign w:val="center"/>
          </w:tcPr>
          <w:p w:rsidR="005851B3" w:rsidRPr="00AF2F2E" w:rsidRDefault="005851B3" w:rsidP="005C504A">
            <w:pPr>
              <w:jc w:val="center"/>
              <w:rPr>
                <w:b/>
                <w:bCs/>
                <w:i/>
                <w:iCs/>
                <w:lang w:val="bg-BG"/>
              </w:rPr>
            </w:pPr>
            <w:r w:rsidRPr="00AF2F2E">
              <w:rPr>
                <w:b/>
                <w:bCs/>
                <w:i/>
                <w:iCs/>
                <w:lang w:val="bg-BG"/>
              </w:rPr>
              <w:t> </w:t>
            </w:r>
          </w:p>
        </w:tc>
        <w:tc>
          <w:tcPr>
            <w:tcW w:w="3633" w:type="dxa"/>
          </w:tcPr>
          <w:p w:rsidR="005851B3" w:rsidRPr="00AF2F2E" w:rsidRDefault="005851B3" w:rsidP="005C504A">
            <w:pPr>
              <w:jc w:val="center"/>
              <w:rPr>
                <w:b/>
                <w:bCs/>
                <w:i/>
                <w:iCs/>
                <w:lang w:val="bg-BG"/>
              </w:rPr>
            </w:pPr>
          </w:p>
        </w:tc>
        <w:tc>
          <w:tcPr>
            <w:tcW w:w="1132" w:type="dxa"/>
            <w:shd w:val="clear" w:color="auto" w:fill="auto"/>
            <w:vAlign w:val="center"/>
          </w:tcPr>
          <w:p w:rsidR="005851B3" w:rsidRPr="00AF2F2E" w:rsidRDefault="005851B3" w:rsidP="005C504A">
            <w:pPr>
              <w:jc w:val="center"/>
              <w:rPr>
                <w:b/>
                <w:bCs/>
                <w:i/>
                <w:iCs/>
                <w:lang w:val="bg-BG"/>
              </w:rPr>
            </w:pPr>
            <w:r w:rsidRPr="00AF2F2E">
              <w:rPr>
                <w:b/>
                <w:bCs/>
                <w:i/>
                <w:iCs/>
                <w:lang w:val="bg-BG"/>
              </w:rPr>
              <w:t> </w:t>
            </w:r>
          </w:p>
        </w:tc>
        <w:tc>
          <w:tcPr>
            <w:tcW w:w="1213" w:type="dxa"/>
            <w:shd w:val="clear" w:color="auto" w:fill="auto"/>
            <w:vAlign w:val="center"/>
          </w:tcPr>
          <w:p w:rsidR="005851B3" w:rsidRPr="00AF2F2E" w:rsidRDefault="005851B3" w:rsidP="005C504A">
            <w:pPr>
              <w:jc w:val="center"/>
              <w:rPr>
                <w:b/>
                <w:bCs/>
                <w:i/>
                <w:iCs/>
                <w:lang w:val="bg-BG"/>
              </w:rPr>
            </w:pPr>
            <w:r w:rsidRPr="00AF2F2E">
              <w:rPr>
                <w:b/>
                <w:bCs/>
                <w:i/>
                <w:iCs/>
                <w:lang w:val="bg-BG"/>
              </w:rPr>
              <w:t> </w:t>
            </w:r>
          </w:p>
        </w:tc>
        <w:tc>
          <w:tcPr>
            <w:tcW w:w="1701" w:type="dxa"/>
            <w:shd w:val="clear" w:color="auto" w:fill="auto"/>
            <w:vAlign w:val="center"/>
          </w:tcPr>
          <w:p w:rsidR="005851B3" w:rsidRPr="00AF2F2E" w:rsidRDefault="005851B3" w:rsidP="005C504A">
            <w:pPr>
              <w:jc w:val="center"/>
              <w:rPr>
                <w:b/>
                <w:bCs/>
                <w:i/>
                <w:iCs/>
                <w:lang w:val="bg-BG"/>
              </w:rPr>
            </w:pPr>
            <w:r w:rsidRPr="00AF2F2E">
              <w:rPr>
                <w:b/>
                <w:bCs/>
                <w:i/>
                <w:iCs/>
                <w:lang w:val="bg-BG"/>
              </w:rPr>
              <w:t> </w:t>
            </w:r>
          </w:p>
        </w:tc>
        <w:tc>
          <w:tcPr>
            <w:tcW w:w="1933" w:type="dxa"/>
            <w:shd w:val="clear" w:color="auto" w:fill="auto"/>
            <w:vAlign w:val="center"/>
          </w:tcPr>
          <w:p w:rsidR="005851B3" w:rsidRPr="00AF2F2E" w:rsidRDefault="005851B3" w:rsidP="005C504A">
            <w:pPr>
              <w:jc w:val="center"/>
              <w:rPr>
                <w:b/>
                <w:bCs/>
                <w:i/>
                <w:iCs/>
                <w:lang w:val="bg-BG"/>
              </w:rPr>
            </w:pPr>
            <w:r w:rsidRPr="00AF2F2E">
              <w:rPr>
                <w:b/>
                <w:bCs/>
                <w:i/>
                <w:iCs/>
                <w:lang w:val="bg-BG"/>
              </w:rPr>
              <w:t> </w:t>
            </w:r>
          </w:p>
        </w:tc>
      </w:tr>
      <w:tr w:rsidR="005851B3" w:rsidRPr="00AF2F2E" w:rsidTr="005C504A">
        <w:trPr>
          <w:trHeight w:val="315"/>
          <w:jc w:val="center"/>
        </w:trPr>
        <w:tc>
          <w:tcPr>
            <w:tcW w:w="603" w:type="dxa"/>
            <w:vAlign w:val="center"/>
          </w:tcPr>
          <w:p w:rsidR="005851B3" w:rsidRPr="00AF2F2E" w:rsidRDefault="005851B3" w:rsidP="005C504A">
            <w:pPr>
              <w:jc w:val="center"/>
              <w:rPr>
                <w:lang w:val="bg-BG"/>
              </w:rPr>
            </w:pPr>
            <w:r w:rsidRPr="00AF2F2E">
              <w:rPr>
                <w:lang w:val="bg-BG"/>
              </w:rPr>
              <w:t>2</w:t>
            </w:r>
          </w:p>
        </w:tc>
        <w:tc>
          <w:tcPr>
            <w:tcW w:w="821" w:type="dxa"/>
            <w:gridSpan w:val="2"/>
          </w:tcPr>
          <w:p w:rsidR="005851B3" w:rsidRPr="00AF2F2E" w:rsidRDefault="005851B3" w:rsidP="005C504A">
            <w:pPr>
              <w:jc w:val="center"/>
              <w:rPr>
                <w:lang w:val="bg-BG"/>
              </w:rPr>
            </w:pPr>
          </w:p>
        </w:tc>
        <w:tc>
          <w:tcPr>
            <w:tcW w:w="2429" w:type="dxa"/>
            <w:shd w:val="clear" w:color="auto" w:fill="auto"/>
            <w:vAlign w:val="center"/>
          </w:tcPr>
          <w:p w:rsidR="005851B3" w:rsidRPr="00AF2F2E" w:rsidRDefault="005851B3" w:rsidP="005C504A">
            <w:pPr>
              <w:jc w:val="center"/>
              <w:rPr>
                <w:b/>
                <w:bCs/>
                <w:i/>
                <w:iCs/>
                <w:lang w:val="bg-BG"/>
              </w:rPr>
            </w:pPr>
          </w:p>
        </w:tc>
        <w:tc>
          <w:tcPr>
            <w:tcW w:w="3633" w:type="dxa"/>
          </w:tcPr>
          <w:p w:rsidR="005851B3" w:rsidRPr="00AF2F2E" w:rsidRDefault="005851B3" w:rsidP="005C504A">
            <w:pPr>
              <w:jc w:val="center"/>
              <w:rPr>
                <w:b/>
                <w:bCs/>
                <w:i/>
                <w:iCs/>
                <w:lang w:val="bg-BG"/>
              </w:rPr>
            </w:pPr>
          </w:p>
        </w:tc>
        <w:tc>
          <w:tcPr>
            <w:tcW w:w="1132" w:type="dxa"/>
            <w:shd w:val="clear" w:color="auto" w:fill="auto"/>
            <w:vAlign w:val="center"/>
          </w:tcPr>
          <w:p w:rsidR="005851B3" w:rsidRPr="00AF2F2E" w:rsidRDefault="005851B3" w:rsidP="005C504A">
            <w:pPr>
              <w:jc w:val="center"/>
              <w:rPr>
                <w:b/>
                <w:bCs/>
                <w:i/>
                <w:iCs/>
                <w:lang w:val="bg-BG"/>
              </w:rPr>
            </w:pPr>
          </w:p>
        </w:tc>
        <w:tc>
          <w:tcPr>
            <w:tcW w:w="1213" w:type="dxa"/>
            <w:shd w:val="clear" w:color="auto" w:fill="auto"/>
            <w:vAlign w:val="center"/>
          </w:tcPr>
          <w:p w:rsidR="005851B3" w:rsidRPr="00AF2F2E" w:rsidRDefault="005851B3" w:rsidP="005C504A">
            <w:pPr>
              <w:jc w:val="center"/>
              <w:rPr>
                <w:b/>
                <w:bCs/>
                <w:i/>
                <w:iCs/>
                <w:lang w:val="bg-BG"/>
              </w:rPr>
            </w:pPr>
          </w:p>
        </w:tc>
        <w:tc>
          <w:tcPr>
            <w:tcW w:w="1701" w:type="dxa"/>
            <w:shd w:val="clear" w:color="auto" w:fill="auto"/>
            <w:vAlign w:val="center"/>
          </w:tcPr>
          <w:p w:rsidR="005851B3" w:rsidRPr="00AF2F2E" w:rsidRDefault="005851B3" w:rsidP="005C504A">
            <w:pPr>
              <w:jc w:val="center"/>
              <w:rPr>
                <w:b/>
                <w:bCs/>
                <w:i/>
                <w:iCs/>
                <w:lang w:val="bg-BG"/>
              </w:rPr>
            </w:pPr>
          </w:p>
        </w:tc>
        <w:tc>
          <w:tcPr>
            <w:tcW w:w="1933" w:type="dxa"/>
            <w:shd w:val="clear" w:color="auto" w:fill="auto"/>
            <w:vAlign w:val="center"/>
          </w:tcPr>
          <w:p w:rsidR="005851B3" w:rsidRPr="00AF2F2E" w:rsidRDefault="005851B3" w:rsidP="005C504A">
            <w:pPr>
              <w:jc w:val="center"/>
              <w:rPr>
                <w:b/>
                <w:bCs/>
                <w:i/>
                <w:iCs/>
                <w:lang w:val="bg-BG"/>
              </w:rPr>
            </w:pPr>
          </w:p>
        </w:tc>
      </w:tr>
      <w:tr w:rsidR="005851B3" w:rsidRPr="00AF2F2E" w:rsidTr="005C504A">
        <w:trPr>
          <w:trHeight w:val="315"/>
          <w:jc w:val="center"/>
        </w:trPr>
        <w:tc>
          <w:tcPr>
            <w:tcW w:w="603" w:type="dxa"/>
            <w:vAlign w:val="center"/>
          </w:tcPr>
          <w:p w:rsidR="005851B3" w:rsidRPr="00AF2F2E" w:rsidRDefault="005851B3" w:rsidP="005C504A">
            <w:pPr>
              <w:jc w:val="center"/>
              <w:rPr>
                <w:lang w:val="bg-BG"/>
              </w:rPr>
            </w:pPr>
            <w:r w:rsidRPr="00AF2F2E">
              <w:rPr>
                <w:lang w:val="bg-BG"/>
              </w:rPr>
              <w:t>n</w:t>
            </w:r>
          </w:p>
        </w:tc>
        <w:tc>
          <w:tcPr>
            <w:tcW w:w="821" w:type="dxa"/>
            <w:gridSpan w:val="2"/>
          </w:tcPr>
          <w:p w:rsidR="005851B3" w:rsidRPr="00AF2F2E" w:rsidRDefault="005851B3" w:rsidP="005C504A">
            <w:pPr>
              <w:jc w:val="center"/>
              <w:rPr>
                <w:lang w:val="bg-BG"/>
              </w:rPr>
            </w:pPr>
          </w:p>
        </w:tc>
        <w:tc>
          <w:tcPr>
            <w:tcW w:w="2429" w:type="dxa"/>
            <w:shd w:val="clear" w:color="auto" w:fill="auto"/>
            <w:vAlign w:val="center"/>
          </w:tcPr>
          <w:p w:rsidR="005851B3" w:rsidRPr="00AF2F2E" w:rsidRDefault="005851B3" w:rsidP="005C504A">
            <w:pPr>
              <w:jc w:val="center"/>
              <w:rPr>
                <w:b/>
                <w:bCs/>
                <w:i/>
                <w:iCs/>
                <w:lang w:val="bg-BG"/>
              </w:rPr>
            </w:pPr>
          </w:p>
        </w:tc>
        <w:tc>
          <w:tcPr>
            <w:tcW w:w="3633" w:type="dxa"/>
          </w:tcPr>
          <w:p w:rsidR="005851B3" w:rsidRPr="00AF2F2E" w:rsidRDefault="005851B3" w:rsidP="005C504A">
            <w:pPr>
              <w:jc w:val="center"/>
              <w:rPr>
                <w:b/>
                <w:bCs/>
                <w:i/>
                <w:iCs/>
                <w:lang w:val="bg-BG"/>
              </w:rPr>
            </w:pPr>
          </w:p>
        </w:tc>
        <w:tc>
          <w:tcPr>
            <w:tcW w:w="1132" w:type="dxa"/>
            <w:shd w:val="clear" w:color="auto" w:fill="auto"/>
            <w:vAlign w:val="center"/>
          </w:tcPr>
          <w:p w:rsidR="005851B3" w:rsidRPr="00AF2F2E" w:rsidRDefault="005851B3" w:rsidP="005C504A">
            <w:pPr>
              <w:jc w:val="center"/>
              <w:rPr>
                <w:b/>
                <w:bCs/>
                <w:i/>
                <w:iCs/>
                <w:lang w:val="bg-BG"/>
              </w:rPr>
            </w:pPr>
          </w:p>
        </w:tc>
        <w:tc>
          <w:tcPr>
            <w:tcW w:w="1213" w:type="dxa"/>
            <w:shd w:val="clear" w:color="auto" w:fill="auto"/>
            <w:vAlign w:val="center"/>
          </w:tcPr>
          <w:p w:rsidR="005851B3" w:rsidRPr="00AF2F2E" w:rsidRDefault="005851B3" w:rsidP="005C504A">
            <w:pPr>
              <w:jc w:val="center"/>
              <w:rPr>
                <w:b/>
                <w:bCs/>
                <w:i/>
                <w:iCs/>
                <w:lang w:val="bg-BG"/>
              </w:rPr>
            </w:pPr>
          </w:p>
        </w:tc>
        <w:tc>
          <w:tcPr>
            <w:tcW w:w="1701" w:type="dxa"/>
            <w:shd w:val="clear" w:color="auto" w:fill="auto"/>
            <w:vAlign w:val="center"/>
          </w:tcPr>
          <w:p w:rsidR="005851B3" w:rsidRPr="00AF2F2E" w:rsidRDefault="005851B3" w:rsidP="005C504A">
            <w:pPr>
              <w:jc w:val="center"/>
              <w:rPr>
                <w:b/>
                <w:bCs/>
                <w:i/>
                <w:iCs/>
                <w:lang w:val="bg-BG"/>
              </w:rPr>
            </w:pPr>
          </w:p>
        </w:tc>
        <w:tc>
          <w:tcPr>
            <w:tcW w:w="1933" w:type="dxa"/>
            <w:shd w:val="clear" w:color="auto" w:fill="auto"/>
            <w:vAlign w:val="center"/>
          </w:tcPr>
          <w:p w:rsidR="005851B3" w:rsidRPr="00AF2F2E" w:rsidRDefault="005851B3" w:rsidP="005C504A">
            <w:pPr>
              <w:jc w:val="center"/>
              <w:rPr>
                <w:b/>
                <w:bCs/>
                <w:i/>
                <w:iCs/>
                <w:lang w:val="bg-BG"/>
              </w:rPr>
            </w:pPr>
          </w:p>
        </w:tc>
      </w:tr>
      <w:tr w:rsidR="005851B3" w:rsidRPr="00AF2F2E" w:rsidTr="005C504A">
        <w:trPr>
          <w:trHeight w:val="315"/>
          <w:jc w:val="center"/>
        </w:trPr>
        <w:tc>
          <w:tcPr>
            <w:tcW w:w="1132" w:type="dxa"/>
            <w:gridSpan w:val="2"/>
          </w:tcPr>
          <w:p w:rsidR="005851B3" w:rsidRPr="00AF2F2E" w:rsidRDefault="005851B3" w:rsidP="005C504A">
            <w:pPr>
              <w:spacing w:line="320" w:lineRule="exact"/>
              <w:rPr>
                <w:b/>
                <w:i/>
                <w:lang w:val="bg-BG"/>
              </w:rPr>
            </w:pPr>
          </w:p>
        </w:tc>
        <w:tc>
          <w:tcPr>
            <w:tcW w:w="10400" w:type="dxa"/>
            <w:gridSpan w:val="6"/>
            <w:vAlign w:val="center"/>
          </w:tcPr>
          <w:p w:rsidR="005851B3" w:rsidRPr="00474235" w:rsidRDefault="005851B3" w:rsidP="00474235">
            <w:pPr>
              <w:spacing w:line="320" w:lineRule="exact"/>
              <w:rPr>
                <w:b/>
                <w:i/>
                <w:lang w:val="bg-BG"/>
              </w:rPr>
            </w:pPr>
            <w:r w:rsidRPr="00AF2F2E">
              <w:rPr>
                <w:b/>
                <w:i/>
                <w:lang w:val="bg-BG"/>
              </w:rPr>
              <w:t>ПРЕДЛАГАНА ЦЕНА в лв. без ДДС при условие на доставка DDP АЕЦ К</w:t>
            </w:r>
            <w:r>
              <w:rPr>
                <w:b/>
                <w:i/>
                <w:lang w:val="bg-BG"/>
              </w:rPr>
              <w:t>озлодуй (съгласно ИНКОТЕРМС 2010</w:t>
            </w:r>
            <w:r w:rsidRPr="00AF2F2E">
              <w:rPr>
                <w:b/>
                <w:i/>
                <w:lang w:val="bg-BG"/>
              </w:rPr>
              <w:t>) (</w:t>
            </w:r>
            <w:proofErr w:type="spellStart"/>
            <w:r w:rsidRPr="00AF2F2E">
              <w:rPr>
                <w:b/>
                <w:i/>
                <w:lang w:val="bg-BG"/>
              </w:rPr>
              <w:t>цифром</w:t>
            </w:r>
            <w:proofErr w:type="spellEnd"/>
            <w:r w:rsidRPr="00AF2F2E">
              <w:rPr>
                <w:b/>
                <w:i/>
                <w:lang w:val="bg-BG"/>
              </w:rPr>
              <w:t xml:space="preserve"> и словом):</w:t>
            </w:r>
            <w:r w:rsidR="00474235">
              <w:rPr>
                <w:b/>
                <w:i/>
                <w:lang w:val="bg-BG"/>
              </w:rPr>
              <w:t xml:space="preserve"> </w:t>
            </w:r>
            <w:r w:rsidRPr="00AF2F2E">
              <w:rPr>
                <w:b/>
                <w:i/>
                <w:lang w:val="bg-BG"/>
              </w:rPr>
              <w:t>………………………………………………………</w:t>
            </w:r>
          </w:p>
        </w:tc>
        <w:tc>
          <w:tcPr>
            <w:tcW w:w="1933" w:type="dxa"/>
            <w:shd w:val="clear" w:color="auto" w:fill="auto"/>
            <w:vAlign w:val="center"/>
          </w:tcPr>
          <w:p w:rsidR="005851B3" w:rsidRPr="00AF2F2E" w:rsidRDefault="005851B3" w:rsidP="005C504A">
            <w:pPr>
              <w:jc w:val="center"/>
              <w:rPr>
                <w:b/>
                <w:bCs/>
                <w:i/>
                <w:iCs/>
                <w:lang w:val="bg-BG"/>
              </w:rPr>
            </w:pPr>
            <w:r w:rsidRPr="00AF2F2E">
              <w:rPr>
                <w:lang w:val="bg-BG"/>
              </w:rPr>
              <w:t>…………..</w:t>
            </w:r>
          </w:p>
        </w:tc>
      </w:tr>
    </w:tbl>
    <w:p w:rsidR="005851B3" w:rsidRPr="00AF2F2E" w:rsidRDefault="005851B3" w:rsidP="005851B3">
      <w:pPr>
        <w:ind w:hanging="360"/>
        <w:rPr>
          <w:b/>
          <w:bCs/>
          <w:lang w:val="bg-BG"/>
        </w:rPr>
      </w:pPr>
    </w:p>
    <w:p w:rsidR="005851B3" w:rsidRPr="00AF2F2E" w:rsidRDefault="005851B3" w:rsidP="005851B3">
      <w:pPr>
        <w:ind w:hanging="360"/>
        <w:rPr>
          <w:b/>
          <w:bCs/>
          <w:lang w:val="bg-BG"/>
        </w:rPr>
      </w:pPr>
    </w:p>
    <w:p w:rsidR="005851B3" w:rsidRPr="00AF2F2E" w:rsidRDefault="005851B3" w:rsidP="005851B3">
      <w:pPr>
        <w:spacing w:line="360" w:lineRule="auto"/>
        <w:ind w:firstLine="567"/>
        <w:rPr>
          <w:b/>
          <w:u w:val="single"/>
          <w:lang w:val="bg-BG"/>
        </w:rPr>
      </w:pPr>
      <w:r w:rsidRPr="00AF2F2E">
        <w:rPr>
          <w:b/>
          <w:u w:val="single"/>
          <w:lang w:val="bg-BG"/>
        </w:rPr>
        <w:t>ПОДПИС и ПЕЧАТ:</w:t>
      </w:r>
    </w:p>
    <w:p w:rsidR="005851B3" w:rsidRPr="00AF2F2E" w:rsidRDefault="005851B3" w:rsidP="005851B3">
      <w:pPr>
        <w:pStyle w:val="BodyText"/>
        <w:ind w:left="567"/>
      </w:pPr>
    </w:p>
    <w:p w:rsidR="005851B3" w:rsidRPr="00AF2F2E" w:rsidRDefault="005851B3" w:rsidP="005851B3">
      <w:pPr>
        <w:pStyle w:val="BodyText"/>
        <w:ind w:left="567"/>
      </w:pPr>
      <w:r w:rsidRPr="00AF2F2E">
        <w:t>______________________ (име и фамилия)</w:t>
      </w:r>
    </w:p>
    <w:p w:rsidR="005851B3" w:rsidRPr="00AF2F2E" w:rsidRDefault="005851B3" w:rsidP="005851B3">
      <w:pPr>
        <w:pStyle w:val="BodyText"/>
        <w:ind w:left="567"/>
      </w:pPr>
    </w:p>
    <w:p w:rsidR="005851B3" w:rsidRPr="00AF2F2E" w:rsidRDefault="005851B3" w:rsidP="005851B3">
      <w:pPr>
        <w:pStyle w:val="BodyText"/>
        <w:ind w:left="567"/>
      </w:pPr>
      <w:r w:rsidRPr="00AF2F2E">
        <w:t>______________________ (дата)</w:t>
      </w:r>
    </w:p>
    <w:p w:rsidR="005851B3" w:rsidRPr="00AF2F2E" w:rsidRDefault="005851B3" w:rsidP="005851B3">
      <w:pPr>
        <w:pStyle w:val="BodyText"/>
        <w:ind w:left="567"/>
      </w:pPr>
    </w:p>
    <w:p w:rsidR="005851B3" w:rsidRPr="00AF2F2E" w:rsidRDefault="005851B3" w:rsidP="005851B3">
      <w:pPr>
        <w:pStyle w:val="BodyText"/>
        <w:ind w:left="3366" w:hanging="2805"/>
      </w:pPr>
      <w:r w:rsidRPr="00AF2F2E">
        <w:t>______________________ (длъжност на управляващия/представляващия участника)</w:t>
      </w:r>
    </w:p>
    <w:p w:rsidR="005851B3" w:rsidRPr="00AF2F2E" w:rsidRDefault="005851B3" w:rsidP="005851B3">
      <w:pPr>
        <w:pStyle w:val="BodyText"/>
        <w:ind w:left="3366" w:hanging="2805"/>
      </w:pPr>
    </w:p>
    <w:p w:rsidR="007B33B2" w:rsidRPr="005851B3" w:rsidRDefault="005851B3" w:rsidP="005851B3">
      <w:pPr>
        <w:pStyle w:val="BodyText"/>
        <w:ind w:left="567"/>
      </w:pPr>
      <w:r w:rsidRPr="00AF2F2E">
        <w:t>______________________ (наименование на участника)</w:t>
      </w:r>
    </w:p>
    <w:sectPr w:rsidR="007B33B2" w:rsidRPr="005851B3" w:rsidSect="001548C0">
      <w:footerReference w:type="even" r:id="rId8"/>
      <w:footerReference w:type="default" r:id="rId9"/>
      <w:pgSz w:w="16834" w:h="11909" w:orient="landscape" w:code="9"/>
      <w:pgMar w:top="975" w:right="851" w:bottom="851" w:left="851" w:header="709" w:footer="709"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48E3" w:rsidRDefault="00AB48E3">
      <w:r>
        <w:separator/>
      </w:r>
    </w:p>
  </w:endnote>
  <w:endnote w:type="continuationSeparator" w:id="0">
    <w:p w:rsidR="00AB48E3" w:rsidRDefault="00AB48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8C0" w:rsidRDefault="00DD375D" w:rsidP="00B323AB">
    <w:pPr>
      <w:pStyle w:val="Footer"/>
      <w:framePr w:wrap="around" w:vAnchor="text" w:hAnchor="margin" w:xAlign="right" w:y="1"/>
      <w:rPr>
        <w:rStyle w:val="PageNumber"/>
      </w:rPr>
    </w:pPr>
    <w:r>
      <w:rPr>
        <w:rStyle w:val="PageNumber"/>
      </w:rPr>
      <w:fldChar w:fldCharType="begin"/>
    </w:r>
    <w:r w:rsidR="001548C0">
      <w:rPr>
        <w:rStyle w:val="PageNumber"/>
      </w:rPr>
      <w:instrText xml:space="preserve">PAGE  </w:instrText>
    </w:r>
    <w:r>
      <w:rPr>
        <w:rStyle w:val="PageNumber"/>
      </w:rPr>
      <w:fldChar w:fldCharType="end"/>
    </w:r>
  </w:p>
  <w:p w:rsidR="001548C0" w:rsidRDefault="001548C0"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8C0" w:rsidRDefault="001548C0"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48E3" w:rsidRDefault="00AB48E3">
      <w:r>
        <w:separator/>
      </w:r>
    </w:p>
  </w:footnote>
  <w:footnote w:type="continuationSeparator" w:id="0">
    <w:p w:rsidR="00AB48E3" w:rsidRDefault="00AB48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C7B3E"/>
    <w:multiLevelType w:val="multilevel"/>
    <w:tmpl w:val="7E226B6E"/>
    <w:lvl w:ilvl="0">
      <w:start w:val="1"/>
      <w:numFmt w:val="decimal"/>
      <w:lvlText w:val="%1."/>
      <w:lvlJc w:val="left"/>
      <w:pPr>
        <w:tabs>
          <w:tab w:val="num" w:pos="1440"/>
        </w:tabs>
        <w:ind w:left="1440" w:hanging="1440"/>
      </w:pPr>
      <w:rPr>
        <w:rFonts w:hint="default"/>
      </w:rPr>
    </w:lvl>
    <w:lvl w:ilvl="1">
      <w:start w:val="1"/>
      <w:numFmt w:val="decimal"/>
      <w:lvlText w:val="2.%2."/>
      <w:lvlJc w:val="left"/>
      <w:pPr>
        <w:tabs>
          <w:tab w:val="num" w:pos="2001"/>
        </w:tabs>
        <w:ind w:left="2001" w:hanging="1440"/>
      </w:pPr>
      <w:rPr>
        <w:rFonts w:hint="default"/>
      </w:rPr>
    </w:lvl>
    <w:lvl w:ilvl="2">
      <w:start w:val="1"/>
      <w:numFmt w:val="decimal"/>
      <w:lvlText w:val="2.2.%3."/>
      <w:lvlJc w:val="left"/>
      <w:pPr>
        <w:tabs>
          <w:tab w:val="num" w:pos="2562"/>
        </w:tabs>
        <w:ind w:left="2562" w:hanging="1440"/>
      </w:pPr>
      <w:rPr>
        <w:rFonts w:hint="default"/>
      </w:rPr>
    </w:lvl>
    <w:lvl w:ilvl="3">
      <w:start w:val="1"/>
      <w:numFmt w:val="decimal"/>
      <w:lvlText w:val="2.%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
    <w:nsid w:val="08886EC8"/>
    <w:multiLevelType w:val="multilevel"/>
    <w:tmpl w:val="7270ABE2"/>
    <w:lvl w:ilvl="0">
      <w:start w:val="1"/>
      <w:numFmt w:val="decimal"/>
      <w:lvlText w:val="%1."/>
      <w:lvlJc w:val="left"/>
      <w:pPr>
        <w:tabs>
          <w:tab w:val="num" w:pos="1440"/>
        </w:tabs>
        <w:ind w:left="1440" w:hanging="1440"/>
      </w:pPr>
      <w:rPr>
        <w:rFonts w:hint="default"/>
      </w:rPr>
    </w:lvl>
    <w:lvl w:ilvl="1">
      <w:start w:val="1"/>
      <w:numFmt w:val="decimal"/>
      <w:lvlText w:val="3.%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3">
    <w:nsid w:val="096D57DA"/>
    <w:multiLevelType w:val="multilevel"/>
    <w:tmpl w:val="D0F4A860"/>
    <w:lvl w:ilvl="0">
      <w:start w:val="5"/>
      <w:numFmt w:val="decimal"/>
      <w:lvlText w:val="%1.1"/>
      <w:lvlJc w:val="left"/>
      <w:pPr>
        <w:tabs>
          <w:tab w:val="num" w:pos="540"/>
        </w:tabs>
        <w:ind w:left="540" w:hanging="540"/>
      </w:pPr>
      <w:rPr>
        <w:rFonts w:hint="default"/>
      </w:rPr>
    </w:lvl>
    <w:lvl w:ilvl="1">
      <w:start w:val="1"/>
      <w:numFmt w:val="none"/>
      <w:lvlText w:val="1.5."/>
      <w:lvlJc w:val="left"/>
      <w:pPr>
        <w:tabs>
          <w:tab w:val="num" w:pos="1068"/>
        </w:tabs>
        <w:ind w:left="1068" w:hanging="540"/>
      </w:pPr>
      <w:rPr>
        <w:rFonts w:hint="default"/>
        <w:b w:val="0"/>
      </w:rPr>
    </w:lvl>
    <w:lvl w:ilvl="2">
      <w:start w:val="1"/>
      <w:numFmt w:val="decimal"/>
      <w:lvlText w:val="%1.%2.%3."/>
      <w:lvlJc w:val="left"/>
      <w:pPr>
        <w:tabs>
          <w:tab w:val="num" w:pos="1280"/>
        </w:tabs>
        <w:ind w:left="1280" w:hanging="720"/>
      </w:pPr>
      <w:rPr>
        <w:rFonts w:hint="default"/>
      </w:rPr>
    </w:lvl>
    <w:lvl w:ilvl="3">
      <w:start w:val="1"/>
      <w:numFmt w:val="decimal"/>
      <w:lvlText w:val="%1.%2.%3.%4."/>
      <w:lvlJc w:val="left"/>
      <w:pPr>
        <w:tabs>
          <w:tab w:val="num" w:pos="1560"/>
        </w:tabs>
        <w:ind w:left="1560" w:hanging="720"/>
      </w:pPr>
      <w:rPr>
        <w:rFonts w:hint="default"/>
      </w:rPr>
    </w:lvl>
    <w:lvl w:ilvl="4">
      <w:start w:val="1"/>
      <w:numFmt w:val="decimal"/>
      <w:lvlText w:val="%1.%2.%3.%4.%5."/>
      <w:lvlJc w:val="left"/>
      <w:pPr>
        <w:tabs>
          <w:tab w:val="num" w:pos="2200"/>
        </w:tabs>
        <w:ind w:left="2200" w:hanging="1080"/>
      </w:pPr>
      <w:rPr>
        <w:rFonts w:hint="default"/>
      </w:rPr>
    </w:lvl>
    <w:lvl w:ilvl="5">
      <w:start w:val="1"/>
      <w:numFmt w:val="decimal"/>
      <w:lvlText w:val="%1.%2.%3.%4.%5.%6."/>
      <w:lvlJc w:val="left"/>
      <w:pPr>
        <w:tabs>
          <w:tab w:val="num" w:pos="2480"/>
        </w:tabs>
        <w:ind w:left="2480" w:hanging="1080"/>
      </w:pPr>
      <w:rPr>
        <w:rFonts w:hint="default"/>
      </w:rPr>
    </w:lvl>
    <w:lvl w:ilvl="6">
      <w:start w:val="1"/>
      <w:numFmt w:val="decimal"/>
      <w:lvlText w:val="%1.%2.%3.%4.%5.%6.%7."/>
      <w:lvlJc w:val="left"/>
      <w:pPr>
        <w:tabs>
          <w:tab w:val="num" w:pos="3120"/>
        </w:tabs>
        <w:ind w:left="3120" w:hanging="1440"/>
      </w:pPr>
      <w:rPr>
        <w:rFonts w:hint="default"/>
      </w:rPr>
    </w:lvl>
    <w:lvl w:ilvl="7">
      <w:start w:val="1"/>
      <w:numFmt w:val="decimal"/>
      <w:lvlText w:val="%1.%2.%3.%4.%5.%6.%7.%8."/>
      <w:lvlJc w:val="left"/>
      <w:pPr>
        <w:tabs>
          <w:tab w:val="num" w:pos="3400"/>
        </w:tabs>
        <w:ind w:left="3400" w:hanging="1440"/>
      </w:pPr>
      <w:rPr>
        <w:rFonts w:hint="default"/>
      </w:rPr>
    </w:lvl>
    <w:lvl w:ilvl="8">
      <w:start w:val="1"/>
      <w:numFmt w:val="decimal"/>
      <w:lvlText w:val="%1.%2.%3.%4.%5.%6.%7.%8.%9."/>
      <w:lvlJc w:val="left"/>
      <w:pPr>
        <w:tabs>
          <w:tab w:val="num" w:pos="4040"/>
        </w:tabs>
        <w:ind w:left="4040" w:hanging="1800"/>
      </w:pPr>
      <w:rPr>
        <w:rFonts w:hint="default"/>
      </w:rPr>
    </w:lvl>
  </w:abstractNum>
  <w:abstractNum w:abstractNumId="4">
    <w:nsid w:val="0B241D3A"/>
    <w:multiLevelType w:val="multilevel"/>
    <w:tmpl w:val="A06E2382"/>
    <w:lvl w:ilvl="0">
      <w:start w:val="1"/>
      <w:numFmt w:val="decimal"/>
      <w:lvlText w:val="%1"/>
      <w:lvlJc w:val="left"/>
      <w:pPr>
        <w:tabs>
          <w:tab w:val="num" w:pos="360"/>
        </w:tabs>
        <w:ind w:left="360" w:hanging="360"/>
      </w:pPr>
      <w:rPr>
        <w:rFonts w:hint="default"/>
        <w:b w:val="0"/>
        <w:color w:val="FF0000"/>
      </w:rPr>
    </w:lvl>
    <w:lvl w:ilvl="1">
      <w:start w:val="1"/>
      <w:numFmt w:val="decimal"/>
      <w:lvlText w:val="%1.%2"/>
      <w:lvlJc w:val="left"/>
      <w:pPr>
        <w:tabs>
          <w:tab w:val="num" w:pos="360"/>
        </w:tabs>
        <w:ind w:left="360" w:hanging="360"/>
      </w:pPr>
      <w:rPr>
        <w:rFonts w:hint="default"/>
        <w:b w:val="0"/>
        <w:color w:val="FF0000"/>
      </w:rPr>
    </w:lvl>
    <w:lvl w:ilvl="2">
      <w:start w:val="1"/>
      <w:numFmt w:val="decimal"/>
      <w:lvlText w:val="%1.%2."/>
      <w:lvlJc w:val="left"/>
      <w:pPr>
        <w:tabs>
          <w:tab w:val="num" w:pos="720"/>
        </w:tabs>
        <w:ind w:left="720" w:hanging="720"/>
      </w:pPr>
      <w:rPr>
        <w:rFonts w:hint="default"/>
        <w:b w:val="0"/>
        <w:bCs/>
        <w:color w:val="FF0000"/>
      </w:rPr>
    </w:lvl>
    <w:lvl w:ilvl="3">
      <w:start w:val="1"/>
      <w:numFmt w:val="decimal"/>
      <w:lvlText w:val="%1.%2.%3.%4"/>
      <w:lvlJc w:val="left"/>
      <w:pPr>
        <w:tabs>
          <w:tab w:val="num" w:pos="720"/>
        </w:tabs>
        <w:ind w:left="720" w:hanging="720"/>
      </w:pPr>
      <w:rPr>
        <w:rFonts w:hint="default"/>
        <w:b/>
        <w:color w:val="FF0000"/>
      </w:rPr>
    </w:lvl>
    <w:lvl w:ilvl="4">
      <w:start w:val="1"/>
      <w:numFmt w:val="decimal"/>
      <w:lvlText w:val="%1.%2.%3.%4.%5"/>
      <w:lvlJc w:val="left"/>
      <w:pPr>
        <w:tabs>
          <w:tab w:val="num" w:pos="1080"/>
        </w:tabs>
        <w:ind w:left="1080" w:hanging="1080"/>
      </w:pPr>
      <w:rPr>
        <w:rFonts w:hint="default"/>
        <w:b/>
        <w:color w:val="FF0000"/>
      </w:rPr>
    </w:lvl>
    <w:lvl w:ilvl="5">
      <w:start w:val="1"/>
      <w:numFmt w:val="decimal"/>
      <w:lvlText w:val="%1.%2.%3.%4.%5.%6"/>
      <w:lvlJc w:val="left"/>
      <w:pPr>
        <w:tabs>
          <w:tab w:val="num" w:pos="1080"/>
        </w:tabs>
        <w:ind w:left="1080" w:hanging="1080"/>
      </w:pPr>
      <w:rPr>
        <w:rFonts w:hint="default"/>
        <w:b/>
        <w:color w:val="FF0000"/>
      </w:rPr>
    </w:lvl>
    <w:lvl w:ilvl="6">
      <w:start w:val="1"/>
      <w:numFmt w:val="decimal"/>
      <w:lvlText w:val="%1.%2.%3.%4.%5.%6.%7"/>
      <w:lvlJc w:val="left"/>
      <w:pPr>
        <w:tabs>
          <w:tab w:val="num" w:pos="1440"/>
        </w:tabs>
        <w:ind w:left="1440" w:hanging="1440"/>
      </w:pPr>
      <w:rPr>
        <w:rFonts w:hint="default"/>
        <w:b/>
        <w:color w:val="FF0000"/>
      </w:rPr>
    </w:lvl>
    <w:lvl w:ilvl="7">
      <w:start w:val="1"/>
      <w:numFmt w:val="decimal"/>
      <w:lvlText w:val="%1.%2.%3.%4.%5.%6.%7.%8"/>
      <w:lvlJc w:val="left"/>
      <w:pPr>
        <w:tabs>
          <w:tab w:val="num" w:pos="1440"/>
        </w:tabs>
        <w:ind w:left="1440" w:hanging="1440"/>
      </w:pPr>
      <w:rPr>
        <w:rFonts w:hint="default"/>
        <w:b/>
        <w:color w:val="FF0000"/>
      </w:rPr>
    </w:lvl>
    <w:lvl w:ilvl="8">
      <w:start w:val="1"/>
      <w:numFmt w:val="decimal"/>
      <w:lvlText w:val="%1.%2.%3.%4.%5.%6.%7.%8.%9"/>
      <w:lvlJc w:val="left"/>
      <w:pPr>
        <w:tabs>
          <w:tab w:val="num" w:pos="1800"/>
        </w:tabs>
        <w:ind w:left="1800" w:hanging="1800"/>
      </w:pPr>
      <w:rPr>
        <w:rFonts w:hint="default"/>
        <w:b/>
        <w:color w:val="FF0000"/>
      </w:rPr>
    </w:lvl>
  </w:abstractNum>
  <w:abstractNum w:abstractNumId="5">
    <w:nsid w:val="0CC04DAA"/>
    <w:multiLevelType w:val="multilevel"/>
    <w:tmpl w:val="50DC8BC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672"/>
        </w:tabs>
        <w:ind w:left="672" w:hanging="540"/>
      </w:pPr>
      <w:rPr>
        <w:rFonts w:hint="default"/>
      </w:rPr>
    </w:lvl>
    <w:lvl w:ilvl="2">
      <w:start w:val="1"/>
      <w:numFmt w:val="decimal"/>
      <w:lvlText w:val="%1.%2.%3."/>
      <w:lvlJc w:val="left"/>
      <w:pPr>
        <w:tabs>
          <w:tab w:val="num" w:pos="984"/>
        </w:tabs>
        <w:ind w:left="984" w:hanging="720"/>
      </w:pPr>
      <w:rPr>
        <w:rFonts w:ascii="Times New Roman" w:eastAsia="Times New Roman" w:hAnsi="Times New Roman" w:cs="Times New Roman"/>
      </w:rPr>
    </w:lvl>
    <w:lvl w:ilvl="3">
      <w:start w:val="1"/>
      <w:numFmt w:val="decimal"/>
      <w:lvlText w:val="%1.%2.%3.%4."/>
      <w:lvlJc w:val="left"/>
      <w:pPr>
        <w:tabs>
          <w:tab w:val="num" w:pos="1116"/>
        </w:tabs>
        <w:ind w:left="1116" w:hanging="720"/>
      </w:pPr>
      <w:rPr>
        <w:rFonts w:hint="default"/>
      </w:rPr>
    </w:lvl>
    <w:lvl w:ilvl="4">
      <w:start w:val="1"/>
      <w:numFmt w:val="decimal"/>
      <w:lvlText w:val="%1.%2.%3.%4.%5."/>
      <w:lvlJc w:val="left"/>
      <w:pPr>
        <w:tabs>
          <w:tab w:val="num" w:pos="1608"/>
        </w:tabs>
        <w:ind w:left="1608" w:hanging="1080"/>
      </w:pPr>
      <w:rPr>
        <w:rFonts w:hint="default"/>
      </w:rPr>
    </w:lvl>
    <w:lvl w:ilvl="5">
      <w:start w:val="1"/>
      <w:numFmt w:val="decimal"/>
      <w:lvlText w:val="%1.%2.%3.%4.%5.%6."/>
      <w:lvlJc w:val="left"/>
      <w:pPr>
        <w:tabs>
          <w:tab w:val="num" w:pos="1740"/>
        </w:tabs>
        <w:ind w:left="1740" w:hanging="1080"/>
      </w:pPr>
      <w:rPr>
        <w:rFonts w:hint="default"/>
      </w:rPr>
    </w:lvl>
    <w:lvl w:ilvl="6">
      <w:start w:val="1"/>
      <w:numFmt w:val="decimal"/>
      <w:lvlText w:val="%1.%2.%3.%4.%5.%6.%7."/>
      <w:lvlJc w:val="left"/>
      <w:pPr>
        <w:tabs>
          <w:tab w:val="num" w:pos="2232"/>
        </w:tabs>
        <w:ind w:left="2232" w:hanging="1440"/>
      </w:pPr>
      <w:rPr>
        <w:rFonts w:hint="default"/>
      </w:rPr>
    </w:lvl>
    <w:lvl w:ilvl="7">
      <w:start w:val="1"/>
      <w:numFmt w:val="decimal"/>
      <w:lvlText w:val="%1.%2.%3.%4.%5.%6.%7.%8."/>
      <w:lvlJc w:val="left"/>
      <w:pPr>
        <w:tabs>
          <w:tab w:val="num" w:pos="2364"/>
        </w:tabs>
        <w:ind w:left="2364" w:hanging="1440"/>
      </w:pPr>
      <w:rPr>
        <w:rFonts w:hint="default"/>
      </w:rPr>
    </w:lvl>
    <w:lvl w:ilvl="8">
      <w:start w:val="1"/>
      <w:numFmt w:val="decimal"/>
      <w:lvlText w:val="%1.%2.%3.%4.%5.%6.%7.%8.%9."/>
      <w:lvlJc w:val="left"/>
      <w:pPr>
        <w:tabs>
          <w:tab w:val="num" w:pos="2856"/>
        </w:tabs>
        <w:ind w:left="2856" w:hanging="1800"/>
      </w:pPr>
      <w:rPr>
        <w:rFonts w:hint="default"/>
      </w:rPr>
    </w:lvl>
  </w:abstractNum>
  <w:abstractNum w:abstractNumId="6">
    <w:nsid w:val="1B6E7BA2"/>
    <w:multiLevelType w:val="multilevel"/>
    <w:tmpl w:val="F85C6CB6"/>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2.%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7">
    <w:nsid w:val="1DAF71E7"/>
    <w:multiLevelType w:val="multilevel"/>
    <w:tmpl w:val="07E65024"/>
    <w:lvl w:ilvl="0">
      <w:numFmt w:val="none"/>
      <w:lvlText w:val=""/>
      <w:lvlJc w:val="left"/>
      <w:pPr>
        <w:tabs>
          <w:tab w:val="num" w:pos="360"/>
        </w:tabs>
      </w:p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1704"/>
        </w:tabs>
        <w:ind w:left="1704" w:hanging="1440"/>
      </w:pPr>
      <w:rPr>
        <w:rFonts w:hint="default"/>
      </w:rPr>
    </w:lvl>
    <w:lvl w:ilvl="3">
      <w:start w:val="1"/>
      <w:numFmt w:val="decimal"/>
      <w:lvlText w:val="1.%2.%3."/>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8">
    <w:nsid w:val="24046962"/>
    <w:multiLevelType w:val="multilevel"/>
    <w:tmpl w:val="4D484116"/>
    <w:lvl w:ilvl="0">
      <w:start w:val="1"/>
      <w:numFmt w:val="decimal"/>
      <w:lvlText w:val="%1."/>
      <w:lvlJc w:val="left"/>
      <w:pPr>
        <w:tabs>
          <w:tab w:val="num" w:pos="540"/>
        </w:tabs>
        <w:ind w:left="540" w:hanging="540"/>
      </w:pPr>
      <w:rPr>
        <w:rFonts w:hint="default"/>
      </w:rPr>
    </w:lvl>
    <w:lvl w:ilvl="1">
      <w:start w:val="3"/>
      <w:numFmt w:val="decimal"/>
      <w:lvlText w:val="%1.%2."/>
      <w:lvlJc w:val="left"/>
      <w:pPr>
        <w:tabs>
          <w:tab w:val="num" w:pos="1381"/>
        </w:tabs>
        <w:ind w:left="1381" w:hanging="540"/>
      </w:pPr>
      <w:rPr>
        <w:rFonts w:hint="default"/>
      </w:rPr>
    </w:lvl>
    <w:lvl w:ilvl="2">
      <w:start w:val="2"/>
      <w:numFmt w:val="decimal"/>
      <w:lvlText w:val="%1.%2.%3."/>
      <w:lvlJc w:val="left"/>
      <w:pPr>
        <w:tabs>
          <w:tab w:val="num" w:pos="2402"/>
        </w:tabs>
        <w:ind w:left="2402" w:hanging="720"/>
      </w:pPr>
      <w:rPr>
        <w:rFonts w:hint="default"/>
      </w:rPr>
    </w:lvl>
    <w:lvl w:ilvl="3">
      <w:start w:val="1"/>
      <w:numFmt w:val="decimal"/>
      <w:lvlText w:val="%1.%2.%3.%4."/>
      <w:lvlJc w:val="left"/>
      <w:pPr>
        <w:tabs>
          <w:tab w:val="num" w:pos="3243"/>
        </w:tabs>
        <w:ind w:left="3243" w:hanging="720"/>
      </w:pPr>
      <w:rPr>
        <w:rFonts w:hint="default"/>
      </w:rPr>
    </w:lvl>
    <w:lvl w:ilvl="4">
      <w:start w:val="1"/>
      <w:numFmt w:val="decimal"/>
      <w:lvlText w:val="%1.%2.%3.%4.%5."/>
      <w:lvlJc w:val="left"/>
      <w:pPr>
        <w:tabs>
          <w:tab w:val="num" w:pos="4444"/>
        </w:tabs>
        <w:ind w:left="4444" w:hanging="1080"/>
      </w:pPr>
      <w:rPr>
        <w:rFonts w:hint="default"/>
      </w:rPr>
    </w:lvl>
    <w:lvl w:ilvl="5">
      <w:start w:val="1"/>
      <w:numFmt w:val="decimal"/>
      <w:lvlText w:val="%1.%2.%3.%4.%5.%6."/>
      <w:lvlJc w:val="left"/>
      <w:pPr>
        <w:tabs>
          <w:tab w:val="num" w:pos="5285"/>
        </w:tabs>
        <w:ind w:left="5285" w:hanging="1080"/>
      </w:pPr>
      <w:rPr>
        <w:rFonts w:hint="default"/>
      </w:rPr>
    </w:lvl>
    <w:lvl w:ilvl="6">
      <w:start w:val="1"/>
      <w:numFmt w:val="decimal"/>
      <w:lvlText w:val="%1.%2.%3.%4.%5.%6.%7."/>
      <w:lvlJc w:val="left"/>
      <w:pPr>
        <w:tabs>
          <w:tab w:val="num" w:pos="6486"/>
        </w:tabs>
        <w:ind w:left="6486" w:hanging="1440"/>
      </w:pPr>
      <w:rPr>
        <w:rFonts w:hint="default"/>
      </w:rPr>
    </w:lvl>
    <w:lvl w:ilvl="7">
      <w:start w:val="1"/>
      <w:numFmt w:val="decimal"/>
      <w:lvlText w:val="%1.%2.%3.%4.%5.%6.%7.%8."/>
      <w:lvlJc w:val="left"/>
      <w:pPr>
        <w:tabs>
          <w:tab w:val="num" w:pos="7327"/>
        </w:tabs>
        <w:ind w:left="7327" w:hanging="1440"/>
      </w:pPr>
      <w:rPr>
        <w:rFonts w:hint="default"/>
      </w:rPr>
    </w:lvl>
    <w:lvl w:ilvl="8">
      <w:start w:val="1"/>
      <w:numFmt w:val="decimal"/>
      <w:lvlText w:val="%1.%2.%3.%4.%5.%6.%7.%8.%9."/>
      <w:lvlJc w:val="left"/>
      <w:pPr>
        <w:tabs>
          <w:tab w:val="num" w:pos="8528"/>
        </w:tabs>
        <w:ind w:left="8528" w:hanging="1800"/>
      </w:pPr>
      <w:rPr>
        <w:rFonts w:hint="default"/>
      </w:rPr>
    </w:lvl>
  </w:abstractNum>
  <w:abstractNum w:abstractNumId="9">
    <w:nsid w:val="25881E4C"/>
    <w:multiLevelType w:val="multilevel"/>
    <w:tmpl w:val="EB827F78"/>
    <w:lvl w:ilvl="0">
      <w:numFmt w:val="none"/>
      <w:lvlText w:val=""/>
      <w:lvlJc w:val="left"/>
      <w:pPr>
        <w:tabs>
          <w:tab w:val="num" w:pos="360"/>
        </w:tabs>
      </w:p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1704"/>
        </w:tabs>
        <w:ind w:left="1704" w:hanging="1440"/>
      </w:pPr>
      <w:rPr>
        <w:rFonts w:hint="default"/>
      </w:rPr>
    </w:lvl>
    <w:lvl w:ilvl="3">
      <w:start w:val="1"/>
      <w:numFmt w:val="decimal"/>
      <w:lvlText w:val="1.%2.%3."/>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0">
    <w:nsid w:val="281C617E"/>
    <w:multiLevelType w:val="multilevel"/>
    <w:tmpl w:val="255A5DF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88450E6"/>
    <w:multiLevelType w:val="multilevel"/>
    <w:tmpl w:val="05143B5A"/>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2">
    <w:nsid w:val="3F5A24B5"/>
    <w:multiLevelType w:val="hybridMultilevel"/>
    <w:tmpl w:val="520C2810"/>
    <w:lvl w:ilvl="0" w:tplc="4386CEA0">
      <w:start w:val="2"/>
      <w:numFmt w:val="bullet"/>
      <w:lvlText w:val="-"/>
      <w:lvlJc w:val="left"/>
      <w:pPr>
        <w:tabs>
          <w:tab w:val="num" w:pos="1680"/>
        </w:tabs>
        <w:ind w:left="1680" w:hanging="975"/>
      </w:pPr>
      <w:rPr>
        <w:rFonts w:ascii="Times New Roman" w:eastAsia="Times New Roman" w:hAnsi="Times New Roman" w:cs="Times New Roman" w:hint="default"/>
      </w:rPr>
    </w:lvl>
    <w:lvl w:ilvl="1" w:tplc="04020003" w:tentative="1">
      <w:start w:val="1"/>
      <w:numFmt w:val="bullet"/>
      <w:lvlText w:val="o"/>
      <w:lvlJc w:val="left"/>
      <w:pPr>
        <w:tabs>
          <w:tab w:val="num" w:pos="1785"/>
        </w:tabs>
        <w:ind w:left="1785" w:hanging="360"/>
      </w:pPr>
      <w:rPr>
        <w:rFonts w:ascii="Courier New" w:hAnsi="Courier New" w:cs="Courier New" w:hint="default"/>
      </w:rPr>
    </w:lvl>
    <w:lvl w:ilvl="2" w:tplc="04020005">
      <w:start w:val="1"/>
      <w:numFmt w:val="bullet"/>
      <w:lvlText w:val=""/>
      <w:lvlJc w:val="left"/>
      <w:pPr>
        <w:tabs>
          <w:tab w:val="num" w:pos="2505"/>
        </w:tabs>
        <w:ind w:left="2505" w:hanging="360"/>
      </w:pPr>
      <w:rPr>
        <w:rFonts w:ascii="Wingdings" w:hAnsi="Wingdings" w:hint="default"/>
      </w:rPr>
    </w:lvl>
    <w:lvl w:ilvl="3" w:tplc="04020001" w:tentative="1">
      <w:start w:val="1"/>
      <w:numFmt w:val="bullet"/>
      <w:lvlText w:val=""/>
      <w:lvlJc w:val="left"/>
      <w:pPr>
        <w:tabs>
          <w:tab w:val="num" w:pos="3225"/>
        </w:tabs>
        <w:ind w:left="3225" w:hanging="360"/>
      </w:pPr>
      <w:rPr>
        <w:rFonts w:ascii="Symbol" w:hAnsi="Symbol" w:hint="default"/>
      </w:rPr>
    </w:lvl>
    <w:lvl w:ilvl="4" w:tplc="04020003" w:tentative="1">
      <w:start w:val="1"/>
      <w:numFmt w:val="bullet"/>
      <w:lvlText w:val="o"/>
      <w:lvlJc w:val="left"/>
      <w:pPr>
        <w:tabs>
          <w:tab w:val="num" w:pos="3945"/>
        </w:tabs>
        <w:ind w:left="3945" w:hanging="360"/>
      </w:pPr>
      <w:rPr>
        <w:rFonts w:ascii="Courier New" w:hAnsi="Courier New" w:cs="Courier New" w:hint="default"/>
      </w:rPr>
    </w:lvl>
    <w:lvl w:ilvl="5" w:tplc="04020005" w:tentative="1">
      <w:start w:val="1"/>
      <w:numFmt w:val="bullet"/>
      <w:lvlText w:val=""/>
      <w:lvlJc w:val="left"/>
      <w:pPr>
        <w:tabs>
          <w:tab w:val="num" w:pos="4665"/>
        </w:tabs>
        <w:ind w:left="4665" w:hanging="360"/>
      </w:pPr>
      <w:rPr>
        <w:rFonts w:ascii="Wingdings" w:hAnsi="Wingdings" w:hint="default"/>
      </w:rPr>
    </w:lvl>
    <w:lvl w:ilvl="6" w:tplc="04020001" w:tentative="1">
      <w:start w:val="1"/>
      <w:numFmt w:val="bullet"/>
      <w:lvlText w:val=""/>
      <w:lvlJc w:val="left"/>
      <w:pPr>
        <w:tabs>
          <w:tab w:val="num" w:pos="5385"/>
        </w:tabs>
        <w:ind w:left="5385" w:hanging="360"/>
      </w:pPr>
      <w:rPr>
        <w:rFonts w:ascii="Symbol" w:hAnsi="Symbol" w:hint="default"/>
      </w:rPr>
    </w:lvl>
    <w:lvl w:ilvl="7" w:tplc="04020003" w:tentative="1">
      <w:start w:val="1"/>
      <w:numFmt w:val="bullet"/>
      <w:lvlText w:val="o"/>
      <w:lvlJc w:val="left"/>
      <w:pPr>
        <w:tabs>
          <w:tab w:val="num" w:pos="6105"/>
        </w:tabs>
        <w:ind w:left="6105" w:hanging="360"/>
      </w:pPr>
      <w:rPr>
        <w:rFonts w:ascii="Courier New" w:hAnsi="Courier New" w:cs="Courier New" w:hint="default"/>
      </w:rPr>
    </w:lvl>
    <w:lvl w:ilvl="8" w:tplc="04020005" w:tentative="1">
      <w:start w:val="1"/>
      <w:numFmt w:val="bullet"/>
      <w:lvlText w:val=""/>
      <w:lvlJc w:val="left"/>
      <w:pPr>
        <w:tabs>
          <w:tab w:val="num" w:pos="6825"/>
        </w:tabs>
        <w:ind w:left="6825" w:hanging="360"/>
      </w:pPr>
      <w:rPr>
        <w:rFonts w:ascii="Wingdings" w:hAnsi="Wingdings" w:hint="default"/>
      </w:rPr>
    </w:lvl>
  </w:abstractNum>
  <w:abstractNum w:abstractNumId="13">
    <w:nsid w:val="40FB1AC5"/>
    <w:multiLevelType w:val="multilevel"/>
    <w:tmpl w:val="11A8B4A2"/>
    <w:lvl w:ilvl="0">
      <w:start w:val="3"/>
      <w:numFmt w:val="decimal"/>
      <w:lvlText w:val="%1."/>
      <w:lvlJc w:val="left"/>
      <w:pPr>
        <w:tabs>
          <w:tab w:val="num" w:pos="540"/>
        </w:tabs>
        <w:ind w:left="540" w:hanging="540"/>
      </w:pPr>
      <w:rPr>
        <w:rFonts w:hint="default"/>
        <w:color w:val="000000"/>
      </w:rPr>
    </w:lvl>
    <w:lvl w:ilvl="1">
      <w:start w:val="1"/>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68"/>
        </w:tabs>
        <w:ind w:left="768" w:hanging="720"/>
      </w:pPr>
      <w:rPr>
        <w:rFonts w:ascii="Times New Roman" w:eastAsia="Times New Roman" w:hAnsi="Times New Roman" w:cs="Times New Roman"/>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4">
    <w:nsid w:val="54B32E04"/>
    <w:multiLevelType w:val="multilevel"/>
    <w:tmpl w:val="19C27742"/>
    <w:lvl w:ilvl="0">
      <w:start w:val="5"/>
      <w:numFmt w:val="decimal"/>
      <w:lvlText w:val="%1.1"/>
      <w:lvlJc w:val="left"/>
      <w:pPr>
        <w:tabs>
          <w:tab w:val="num" w:pos="540"/>
        </w:tabs>
        <w:ind w:left="540" w:hanging="540"/>
      </w:pPr>
      <w:rPr>
        <w:rFonts w:hint="default"/>
      </w:rPr>
    </w:lvl>
    <w:lvl w:ilvl="1">
      <w:start w:val="1"/>
      <w:numFmt w:val="decimal"/>
      <w:lvlText w:val="%1.%2."/>
      <w:lvlJc w:val="left"/>
      <w:pPr>
        <w:tabs>
          <w:tab w:val="num" w:pos="820"/>
        </w:tabs>
        <w:ind w:left="820" w:hanging="540"/>
      </w:pPr>
      <w:rPr>
        <w:rFonts w:ascii="Times New Roman" w:eastAsia="Times New Roman" w:hAnsi="Times New Roman" w:cs="Times New Roman"/>
        <w:b w:val="0"/>
      </w:rPr>
    </w:lvl>
    <w:lvl w:ilvl="2">
      <w:start w:val="1"/>
      <w:numFmt w:val="decimal"/>
      <w:lvlText w:val="%1.%2.%3."/>
      <w:lvlJc w:val="left"/>
      <w:pPr>
        <w:tabs>
          <w:tab w:val="num" w:pos="1280"/>
        </w:tabs>
        <w:ind w:left="1280" w:hanging="720"/>
      </w:pPr>
      <w:rPr>
        <w:rFonts w:hint="default"/>
      </w:rPr>
    </w:lvl>
    <w:lvl w:ilvl="3">
      <w:start w:val="1"/>
      <w:numFmt w:val="decimal"/>
      <w:lvlText w:val="%1.%2.%3.%4."/>
      <w:lvlJc w:val="left"/>
      <w:pPr>
        <w:tabs>
          <w:tab w:val="num" w:pos="1560"/>
        </w:tabs>
        <w:ind w:left="1560" w:hanging="720"/>
      </w:pPr>
      <w:rPr>
        <w:rFonts w:hint="default"/>
      </w:rPr>
    </w:lvl>
    <w:lvl w:ilvl="4">
      <w:start w:val="1"/>
      <w:numFmt w:val="decimal"/>
      <w:lvlText w:val="%1.%2.%3.%4.%5."/>
      <w:lvlJc w:val="left"/>
      <w:pPr>
        <w:tabs>
          <w:tab w:val="num" w:pos="2200"/>
        </w:tabs>
        <w:ind w:left="2200" w:hanging="1080"/>
      </w:pPr>
      <w:rPr>
        <w:rFonts w:hint="default"/>
      </w:rPr>
    </w:lvl>
    <w:lvl w:ilvl="5">
      <w:start w:val="1"/>
      <w:numFmt w:val="decimal"/>
      <w:lvlText w:val="%1.%2.%3.%4.%5.%6."/>
      <w:lvlJc w:val="left"/>
      <w:pPr>
        <w:tabs>
          <w:tab w:val="num" w:pos="2480"/>
        </w:tabs>
        <w:ind w:left="2480" w:hanging="1080"/>
      </w:pPr>
      <w:rPr>
        <w:rFonts w:hint="default"/>
      </w:rPr>
    </w:lvl>
    <w:lvl w:ilvl="6">
      <w:start w:val="1"/>
      <w:numFmt w:val="decimal"/>
      <w:lvlText w:val="%1.%2.%3.%4.%5.%6.%7."/>
      <w:lvlJc w:val="left"/>
      <w:pPr>
        <w:tabs>
          <w:tab w:val="num" w:pos="3120"/>
        </w:tabs>
        <w:ind w:left="3120" w:hanging="1440"/>
      </w:pPr>
      <w:rPr>
        <w:rFonts w:hint="default"/>
      </w:rPr>
    </w:lvl>
    <w:lvl w:ilvl="7">
      <w:start w:val="1"/>
      <w:numFmt w:val="decimal"/>
      <w:lvlText w:val="%1.%2.%3.%4.%5.%6.%7.%8."/>
      <w:lvlJc w:val="left"/>
      <w:pPr>
        <w:tabs>
          <w:tab w:val="num" w:pos="3400"/>
        </w:tabs>
        <w:ind w:left="3400" w:hanging="1440"/>
      </w:pPr>
      <w:rPr>
        <w:rFonts w:hint="default"/>
      </w:rPr>
    </w:lvl>
    <w:lvl w:ilvl="8">
      <w:start w:val="1"/>
      <w:numFmt w:val="decimal"/>
      <w:lvlText w:val="%1.%2.%3.%4.%5.%6.%7.%8.%9."/>
      <w:lvlJc w:val="left"/>
      <w:pPr>
        <w:tabs>
          <w:tab w:val="num" w:pos="4040"/>
        </w:tabs>
        <w:ind w:left="4040" w:hanging="1800"/>
      </w:pPr>
      <w:rPr>
        <w:rFonts w:hint="default"/>
      </w:rPr>
    </w:lvl>
  </w:abstractNum>
  <w:abstractNum w:abstractNumId="15">
    <w:nsid w:val="560712F4"/>
    <w:multiLevelType w:val="multilevel"/>
    <w:tmpl w:val="04081A46"/>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nsid w:val="56442D57"/>
    <w:multiLevelType w:val="hybridMultilevel"/>
    <w:tmpl w:val="4EC43B5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nsid w:val="7138427E"/>
    <w:multiLevelType w:val="multilevel"/>
    <w:tmpl w:val="A61AD514"/>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2.2.%3."/>
      <w:lvlJc w:val="left"/>
      <w:pPr>
        <w:tabs>
          <w:tab w:val="num" w:pos="2562"/>
        </w:tabs>
        <w:ind w:left="2562" w:hanging="1440"/>
      </w:pPr>
      <w:rPr>
        <w:rFonts w:hint="default"/>
      </w:rPr>
    </w:lvl>
    <w:lvl w:ilvl="3">
      <w:start w:val="1"/>
      <w:numFmt w:val="decimal"/>
      <w:lvlText w:val="2.%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8">
    <w:nsid w:val="714379F0"/>
    <w:multiLevelType w:val="multilevel"/>
    <w:tmpl w:val="882C7096"/>
    <w:lvl w:ilvl="0">
      <w:start w:val="2"/>
      <w:numFmt w:val="decimal"/>
      <w:lvlText w:val="%1."/>
      <w:lvlJc w:val="left"/>
      <w:pPr>
        <w:tabs>
          <w:tab w:val="num" w:pos="1065"/>
        </w:tabs>
        <w:ind w:left="1065" w:hanging="360"/>
      </w:pPr>
      <w:rPr>
        <w:rFonts w:hint="default"/>
      </w:rPr>
    </w:lvl>
    <w:lvl w:ilvl="1">
      <w:start w:val="1"/>
      <w:numFmt w:val="decimal"/>
      <w:isLgl/>
      <w:lvlText w:val="%1.%2."/>
      <w:lvlJc w:val="left"/>
      <w:pPr>
        <w:tabs>
          <w:tab w:val="num" w:pos="1245"/>
        </w:tabs>
        <w:ind w:left="1245" w:hanging="540"/>
      </w:pPr>
      <w:rPr>
        <w:rFonts w:hint="default"/>
        <w:b/>
      </w:rPr>
    </w:lvl>
    <w:lvl w:ilvl="2">
      <w:start w:val="1"/>
      <w:numFmt w:val="decimal"/>
      <w:isLgl/>
      <w:lvlText w:val="%1.%2.%3."/>
      <w:lvlJc w:val="left"/>
      <w:pPr>
        <w:tabs>
          <w:tab w:val="num" w:pos="1425"/>
        </w:tabs>
        <w:ind w:left="1425" w:hanging="720"/>
      </w:pPr>
      <w:rPr>
        <w:rFonts w:hint="default"/>
        <w:b w:val="0"/>
        <w:color w:val="auto"/>
      </w:rPr>
    </w:lvl>
    <w:lvl w:ilvl="3">
      <w:start w:val="1"/>
      <w:numFmt w:val="decimal"/>
      <w:isLgl/>
      <w:lvlText w:val="%1.%2.%3.%4."/>
      <w:lvlJc w:val="left"/>
      <w:pPr>
        <w:tabs>
          <w:tab w:val="num" w:pos="1425"/>
        </w:tabs>
        <w:ind w:left="1425" w:hanging="720"/>
      </w:pPr>
      <w:rPr>
        <w:rFonts w:hint="default"/>
        <w:b w:val="0"/>
      </w:rPr>
    </w:lvl>
    <w:lvl w:ilvl="4">
      <w:start w:val="1"/>
      <w:numFmt w:val="decimal"/>
      <w:isLgl/>
      <w:lvlText w:val="%1.%2.%3.%4.%5."/>
      <w:lvlJc w:val="left"/>
      <w:pPr>
        <w:tabs>
          <w:tab w:val="num" w:pos="1785"/>
        </w:tabs>
        <w:ind w:left="1785" w:hanging="1080"/>
      </w:pPr>
      <w:rPr>
        <w:rFonts w:hint="default"/>
        <w:b w:val="0"/>
        <w:bCs/>
      </w:rPr>
    </w:lvl>
    <w:lvl w:ilvl="5">
      <w:start w:val="1"/>
      <w:numFmt w:val="decimal"/>
      <w:isLgl/>
      <w:lvlText w:val="%1.%2.%3.%4.%5.%6."/>
      <w:lvlJc w:val="left"/>
      <w:pPr>
        <w:tabs>
          <w:tab w:val="num" w:pos="1785"/>
        </w:tabs>
        <w:ind w:left="1785" w:hanging="1080"/>
      </w:pPr>
      <w:rPr>
        <w:rFonts w:hint="default"/>
        <w:b/>
      </w:rPr>
    </w:lvl>
    <w:lvl w:ilvl="6">
      <w:start w:val="1"/>
      <w:numFmt w:val="decimal"/>
      <w:isLgl/>
      <w:lvlText w:val="%1.%2.%3.%4.%5.%6.%7."/>
      <w:lvlJc w:val="left"/>
      <w:pPr>
        <w:tabs>
          <w:tab w:val="num" w:pos="2145"/>
        </w:tabs>
        <w:ind w:left="2145" w:hanging="1440"/>
      </w:pPr>
      <w:rPr>
        <w:rFonts w:hint="default"/>
        <w:b/>
      </w:rPr>
    </w:lvl>
    <w:lvl w:ilvl="7">
      <w:start w:val="1"/>
      <w:numFmt w:val="decimal"/>
      <w:isLgl/>
      <w:lvlText w:val="%1.%2.%3.%4.%5.%6.%7.%8."/>
      <w:lvlJc w:val="left"/>
      <w:pPr>
        <w:tabs>
          <w:tab w:val="num" w:pos="2145"/>
        </w:tabs>
        <w:ind w:left="2145" w:hanging="1440"/>
      </w:pPr>
      <w:rPr>
        <w:rFonts w:hint="default"/>
        <w:b/>
      </w:rPr>
    </w:lvl>
    <w:lvl w:ilvl="8">
      <w:start w:val="1"/>
      <w:numFmt w:val="decimal"/>
      <w:isLgl/>
      <w:lvlText w:val="%1.%2.%3.%4.%5.%6.%7.%8.%9."/>
      <w:lvlJc w:val="left"/>
      <w:pPr>
        <w:tabs>
          <w:tab w:val="num" w:pos="2505"/>
        </w:tabs>
        <w:ind w:left="2505" w:hanging="1800"/>
      </w:pPr>
      <w:rPr>
        <w:rFonts w:hint="default"/>
        <w:b/>
      </w:rPr>
    </w:lvl>
  </w:abstractNum>
  <w:abstractNum w:abstractNumId="19">
    <w:nsid w:val="71DD03DB"/>
    <w:multiLevelType w:val="multilevel"/>
    <w:tmpl w:val="528653A4"/>
    <w:lvl w:ilvl="0">
      <w:start w:val="3"/>
      <w:numFmt w:val="decimal"/>
      <w:lvlText w:val="%1."/>
      <w:lvlJc w:val="left"/>
      <w:pPr>
        <w:tabs>
          <w:tab w:val="num" w:pos="540"/>
        </w:tabs>
        <w:ind w:left="540" w:hanging="540"/>
      </w:pPr>
      <w:rPr>
        <w:rFonts w:hint="default"/>
        <w:color w:val="000000"/>
      </w:rPr>
    </w:lvl>
    <w:lvl w:ilvl="1">
      <w:start w:val="1"/>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0">
    <w:nsid w:val="75947584"/>
    <w:multiLevelType w:val="hybridMultilevel"/>
    <w:tmpl w:val="E4B48122"/>
    <w:lvl w:ilvl="0" w:tplc="0402000F">
      <w:start w:val="3"/>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1">
    <w:nsid w:val="7DDA7334"/>
    <w:multiLevelType w:val="multilevel"/>
    <w:tmpl w:val="56EC0E8C"/>
    <w:lvl w:ilvl="0">
      <w:start w:val="5"/>
      <w:numFmt w:val="decimal"/>
      <w:lvlText w:val="%1.1"/>
      <w:lvlJc w:val="left"/>
      <w:pPr>
        <w:tabs>
          <w:tab w:val="num" w:pos="540"/>
        </w:tabs>
        <w:ind w:left="540" w:hanging="540"/>
      </w:pPr>
      <w:rPr>
        <w:rFonts w:hint="default"/>
      </w:rPr>
    </w:lvl>
    <w:lvl w:ilvl="1">
      <w:start w:val="1"/>
      <w:numFmt w:val="decimal"/>
      <w:lvlText w:val="%1.%2."/>
      <w:lvlJc w:val="left"/>
      <w:pPr>
        <w:tabs>
          <w:tab w:val="num" w:pos="780"/>
        </w:tabs>
        <w:ind w:left="780" w:hanging="540"/>
      </w:pPr>
      <w:rPr>
        <w:rFonts w:hint="default"/>
        <w:b w:val="0"/>
      </w:rPr>
    </w:lvl>
    <w:lvl w:ilvl="2">
      <w:start w:val="1"/>
      <w:numFmt w:val="decimal"/>
      <w:lvlText w:val="%1.%2.%3."/>
      <w:lvlJc w:val="left"/>
      <w:pPr>
        <w:tabs>
          <w:tab w:val="num" w:pos="1280"/>
        </w:tabs>
        <w:ind w:left="1280" w:hanging="720"/>
      </w:pPr>
      <w:rPr>
        <w:rFonts w:hint="default"/>
      </w:rPr>
    </w:lvl>
    <w:lvl w:ilvl="3">
      <w:start w:val="1"/>
      <w:numFmt w:val="decimal"/>
      <w:lvlText w:val="%1.%2.%3.%4."/>
      <w:lvlJc w:val="left"/>
      <w:pPr>
        <w:tabs>
          <w:tab w:val="num" w:pos="1560"/>
        </w:tabs>
        <w:ind w:left="1560" w:hanging="720"/>
      </w:pPr>
      <w:rPr>
        <w:rFonts w:hint="default"/>
      </w:rPr>
    </w:lvl>
    <w:lvl w:ilvl="4">
      <w:start w:val="1"/>
      <w:numFmt w:val="decimal"/>
      <w:lvlText w:val="%1.%2.%3.%4.%5."/>
      <w:lvlJc w:val="left"/>
      <w:pPr>
        <w:tabs>
          <w:tab w:val="num" w:pos="2200"/>
        </w:tabs>
        <w:ind w:left="2200" w:hanging="1080"/>
      </w:pPr>
      <w:rPr>
        <w:rFonts w:hint="default"/>
      </w:rPr>
    </w:lvl>
    <w:lvl w:ilvl="5">
      <w:start w:val="1"/>
      <w:numFmt w:val="decimal"/>
      <w:lvlText w:val="%1.%2.%3.%4.%5.%6."/>
      <w:lvlJc w:val="left"/>
      <w:pPr>
        <w:tabs>
          <w:tab w:val="num" w:pos="2480"/>
        </w:tabs>
        <w:ind w:left="2480" w:hanging="1080"/>
      </w:pPr>
      <w:rPr>
        <w:rFonts w:hint="default"/>
      </w:rPr>
    </w:lvl>
    <w:lvl w:ilvl="6">
      <w:start w:val="1"/>
      <w:numFmt w:val="decimal"/>
      <w:lvlText w:val="%1.%2.%3.%4.%5.%6.%7."/>
      <w:lvlJc w:val="left"/>
      <w:pPr>
        <w:tabs>
          <w:tab w:val="num" w:pos="3120"/>
        </w:tabs>
        <w:ind w:left="3120" w:hanging="1440"/>
      </w:pPr>
      <w:rPr>
        <w:rFonts w:hint="default"/>
      </w:rPr>
    </w:lvl>
    <w:lvl w:ilvl="7">
      <w:start w:val="1"/>
      <w:numFmt w:val="decimal"/>
      <w:lvlText w:val="%1.%2.%3.%4.%5.%6.%7.%8."/>
      <w:lvlJc w:val="left"/>
      <w:pPr>
        <w:tabs>
          <w:tab w:val="num" w:pos="3400"/>
        </w:tabs>
        <w:ind w:left="3400" w:hanging="1440"/>
      </w:pPr>
      <w:rPr>
        <w:rFonts w:hint="default"/>
      </w:rPr>
    </w:lvl>
    <w:lvl w:ilvl="8">
      <w:start w:val="1"/>
      <w:numFmt w:val="decimal"/>
      <w:lvlText w:val="%1.%2.%3.%4.%5.%6.%7.%8.%9."/>
      <w:lvlJc w:val="left"/>
      <w:pPr>
        <w:tabs>
          <w:tab w:val="num" w:pos="4040"/>
        </w:tabs>
        <w:ind w:left="4040" w:hanging="1800"/>
      </w:pPr>
      <w:rPr>
        <w:rFonts w:hint="default"/>
      </w:rPr>
    </w:lvl>
  </w:abstractNum>
  <w:num w:numId="1">
    <w:abstractNumId w:val="2"/>
  </w:num>
  <w:num w:numId="2">
    <w:abstractNumId w:val="7"/>
  </w:num>
  <w:num w:numId="3">
    <w:abstractNumId w:val="0"/>
  </w:num>
  <w:num w:numId="4">
    <w:abstractNumId w:val="17"/>
  </w:num>
  <w:num w:numId="5">
    <w:abstractNumId w:val="6"/>
  </w:num>
  <w:num w:numId="6">
    <w:abstractNumId w:val="11"/>
  </w:num>
  <w:num w:numId="7">
    <w:abstractNumId w:val="8"/>
  </w:num>
  <w:num w:numId="8">
    <w:abstractNumId w:val="12"/>
  </w:num>
  <w:num w:numId="9">
    <w:abstractNumId w:val="18"/>
  </w:num>
  <w:num w:numId="10">
    <w:abstractNumId w:val="4"/>
  </w:num>
  <w:num w:numId="11">
    <w:abstractNumId w:val="9"/>
  </w:num>
  <w:num w:numId="12">
    <w:abstractNumId w:val="5"/>
  </w:num>
  <w:num w:numId="13">
    <w:abstractNumId w:val="20"/>
  </w:num>
  <w:num w:numId="14">
    <w:abstractNumId w:val="13"/>
  </w:num>
  <w:num w:numId="15">
    <w:abstractNumId w:val="14"/>
  </w:num>
  <w:num w:numId="16">
    <w:abstractNumId w:val="10"/>
  </w:num>
  <w:num w:numId="17">
    <w:abstractNumId w:val="19"/>
  </w:num>
  <w:num w:numId="18">
    <w:abstractNumId w:val="21"/>
  </w:num>
  <w:num w:numId="19">
    <w:abstractNumId w:val="3"/>
  </w:num>
  <w:num w:numId="20">
    <w:abstractNumId w:val="16"/>
  </w:num>
  <w:num w:numId="21">
    <w:abstractNumId w:val="15"/>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13E9B"/>
    <w:rsid w:val="00014906"/>
    <w:rsid w:val="00020209"/>
    <w:rsid w:val="00020DBB"/>
    <w:rsid w:val="00031118"/>
    <w:rsid w:val="00033F98"/>
    <w:rsid w:val="000427D5"/>
    <w:rsid w:val="0004568C"/>
    <w:rsid w:val="00047ADB"/>
    <w:rsid w:val="00050769"/>
    <w:rsid w:val="000516AD"/>
    <w:rsid w:val="000616FF"/>
    <w:rsid w:val="00065C25"/>
    <w:rsid w:val="000670F2"/>
    <w:rsid w:val="0007211A"/>
    <w:rsid w:val="00072283"/>
    <w:rsid w:val="000771F7"/>
    <w:rsid w:val="000808D8"/>
    <w:rsid w:val="000810A8"/>
    <w:rsid w:val="00081F75"/>
    <w:rsid w:val="0008729C"/>
    <w:rsid w:val="000902FB"/>
    <w:rsid w:val="000975E3"/>
    <w:rsid w:val="000A273B"/>
    <w:rsid w:val="000A2EBC"/>
    <w:rsid w:val="000A55E3"/>
    <w:rsid w:val="000B0379"/>
    <w:rsid w:val="000B21E4"/>
    <w:rsid w:val="000B7EA0"/>
    <w:rsid w:val="000C4238"/>
    <w:rsid w:val="000C48A6"/>
    <w:rsid w:val="000C4D6B"/>
    <w:rsid w:val="000C5CA0"/>
    <w:rsid w:val="000C7D45"/>
    <w:rsid w:val="000D4A2A"/>
    <w:rsid w:val="000E328F"/>
    <w:rsid w:val="000E4BB2"/>
    <w:rsid w:val="000F0179"/>
    <w:rsid w:val="000F0980"/>
    <w:rsid w:val="000F3BDF"/>
    <w:rsid w:val="000F7373"/>
    <w:rsid w:val="001061A1"/>
    <w:rsid w:val="001138C9"/>
    <w:rsid w:val="0011473B"/>
    <w:rsid w:val="00125DC0"/>
    <w:rsid w:val="001328E3"/>
    <w:rsid w:val="0013355E"/>
    <w:rsid w:val="00135C2F"/>
    <w:rsid w:val="00143152"/>
    <w:rsid w:val="00145FED"/>
    <w:rsid w:val="0014679E"/>
    <w:rsid w:val="00147C92"/>
    <w:rsid w:val="00152151"/>
    <w:rsid w:val="001548C0"/>
    <w:rsid w:val="00155A5E"/>
    <w:rsid w:val="001605F1"/>
    <w:rsid w:val="00160EFD"/>
    <w:rsid w:val="00164FFC"/>
    <w:rsid w:val="0016779A"/>
    <w:rsid w:val="00172D56"/>
    <w:rsid w:val="00173D0C"/>
    <w:rsid w:val="00180091"/>
    <w:rsid w:val="00184B66"/>
    <w:rsid w:val="00185825"/>
    <w:rsid w:val="00191973"/>
    <w:rsid w:val="00194B40"/>
    <w:rsid w:val="001970A6"/>
    <w:rsid w:val="001A08A4"/>
    <w:rsid w:val="001B0874"/>
    <w:rsid w:val="001B3C9E"/>
    <w:rsid w:val="001B7F8E"/>
    <w:rsid w:val="001C0099"/>
    <w:rsid w:val="001C12B0"/>
    <w:rsid w:val="001C29FB"/>
    <w:rsid w:val="001C558B"/>
    <w:rsid w:val="001C7FD8"/>
    <w:rsid w:val="001E0299"/>
    <w:rsid w:val="001E29EC"/>
    <w:rsid w:val="001E3A7F"/>
    <w:rsid w:val="001E3A8C"/>
    <w:rsid w:val="001E7B80"/>
    <w:rsid w:val="001F2FF9"/>
    <w:rsid w:val="001F4030"/>
    <w:rsid w:val="001F4666"/>
    <w:rsid w:val="001F566A"/>
    <w:rsid w:val="00200122"/>
    <w:rsid w:val="00200E98"/>
    <w:rsid w:val="002019E6"/>
    <w:rsid w:val="00204819"/>
    <w:rsid w:val="00204EE7"/>
    <w:rsid w:val="00205FC9"/>
    <w:rsid w:val="002070A5"/>
    <w:rsid w:val="00211191"/>
    <w:rsid w:val="00211D9D"/>
    <w:rsid w:val="002135C5"/>
    <w:rsid w:val="00215BCA"/>
    <w:rsid w:val="0021618C"/>
    <w:rsid w:val="00216CC9"/>
    <w:rsid w:val="00224DE4"/>
    <w:rsid w:val="0022686D"/>
    <w:rsid w:val="002304A0"/>
    <w:rsid w:val="00230670"/>
    <w:rsid w:val="00231E4E"/>
    <w:rsid w:val="002420A0"/>
    <w:rsid w:val="00245A3C"/>
    <w:rsid w:val="00254B83"/>
    <w:rsid w:val="00260A1E"/>
    <w:rsid w:val="0026121B"/>
    <w:rsid w:val="002709A3"/>
    <w:rsid w:val="00273517"/>
    <w:rsid w:val="00273F7B"/>
    <w:rsid w:val="00274745"/>
    <w:rsid w:val="00275669"/>
    <w:rsid w:val="002773F1"/>
    <w:rsid w:val="002774A1"/>
    <w:rsid w:val="00282057"/>
    <w:rsid w:val="002A1C2A"/>
    <w:rsid w:val="002A3308"/>
    <w:rsid w:val="002B34D1"/>
    <w:rsid w:val="002C273D"/>
    <w:rsid w:val="002C5B86"/>
    <w:rsid w:val="002D105A"/>
    <w:rsid w:val="002D2124"/>
    <w:rsid w:val="002D310F"/>
    <w:rsid w:val="002D3849"/>
    <w:rsid w:val="002D41C1"/>
    <w:rsid w:val="002D4F1A"/>
    <w:rsid w:val="002D7D4F"/>
    <w:rsid w:val="002E0BEF"/>
    <w:rsid w:val="002E3347"/>
    <w:rsid w:val="002E65FF"/>
    <w:rsid w:val="002F21E0"/>
    <w:rsid w:val="002F4E5C"/>
    <w:rsid w:val="002F7F13"/>
    <w:rsid w:val="0030074C"/>
    <w:rsid w:val="00305A66"/>
    <w:rsid w:val="003069DC"/>
    <w:rsid w:val="00312841"/>
    <w:rsid w:val="0031463F"/>
    <w:rsid w:val="00316028"/>
    <w:rsid w:val="00317C16"/>
    <w:rsid w:val="00323930"/>
    <w:rsid w:val="0033167E"/>
    <w:rsid w:val="003400E5"/>
    <w:rsid w:val="00342318"/>
    <w:rsid w:val="0034253A"/>
    <w:rsid w:val="003529A9"/>
    <w:rsid w:val="003535FD"/>
    <w:rsid w:val="00353D9F"/>
    <w:rsid w:val="00354CE7"/>
    <w:rsid w:val="00355B38"/>
    <w:rsid w:val="003566C1"/>
    <w:rsid w:val="00357B89"/>
    <w:rsid w:val="0036139C"/>
    <w:rsid w:val="00362863"/>
    <w:rsid w:val="00364C97"/>
    <w:rsid w:val="00364D94"/>
    <w:rsid w:val="00366A75"/>
    <w:rsid w:val="00367C35"/>
    <w:rsid w:val="00367FC1"/>
    <w:rsid w:val="003720E7"/>
    <w:rsid w:val="00374CBF"/>
    <w:rsid w:val="00375423"/>
    <w:rsid w:val="0037594F"/>
    <w:rsid w:val="0038028D"/>
    <w:rsid w:val="0038573F"/>
    <w:rsid w:val="00393E5A"/>
    <w:rsid w:val="003A2DB7"/>
    <w:rsid w:val="003A5840"/>
    <w:rsid w:val="003B1394"/>
    <w:rsid w:val="003B452C"/>
    <w:rsid w:val="003B4D9C"/>
    <w:rsid w:val="003B64F2"/>
    <w:rsid w:val="003C01CD"/>
    <w:rsid w:val="003C152F"/>
    <w:rsid w:val="003C3E21"/>
    <w:rsid w:val="003C5DDF"/>
    <w:rsid w:val="003C622D"/>
    <w:rsid w:val="003C6254"/>
    <w:rsid w:val="003D1208"/>
    <w:rsid w:val="003D23FE"/>
    <w:rsid w:val="003D286A"/>
    <w:rsid w:val="003E115C"/>
    <w:rsid w:val="003E2D4B"/>
    <w:rsid w:val="003E3643"/>
    <w:rsid w:val="004015FC"/>
    <w:rsid w:val="004023BC"/>
    <w:rsid w:val="0040755A"/>
    <w:rsid w:val="004142CC"/>
    <w:rsid w:val="00415B91"/>
    <w:rsid w:val="00417191"/>
    <w:rsid w:val="00417D79"/>
    <w:rsid w:val="00420D90"/>
    <w:rsid w:val="00421575"/>
    <w:rsid w:val="00423E5E"/>
    <w:rsid w:val="00424F6C"/>
    <w:rsid w:val="00426AE1"/>
    <w:rsid w:val="004300CD"/>
    <w:rsid w:val="0043514A"/>
    <w:rsid w:val="004357B0"/>
    <w:rsid w:val="004374A0"/>
    <w:rsid w:val="00437F5F"/>
    <w:rsid w:val="00442DEC"/>
    <w:rsid w:val="00443B86"/>
    <w:rsid w:val="0044683F"/>
    <w:rsid w:val="00446F2A"/>
    <w:rsid w:val="00450491"/>
    <w:rsid w:val="00450AFE"/>
    <w:rsid w:val="004530B6"/>
    <w:rsid w:val="004542A4"/>
    <w:rsid w:val="004559CC"/>
    <w:rsid w:val="00460514"/>
    <w:rsid w:val="00460B5C"/>
    <w:rsid w:val="00464BED"/>
    <w:rsid w:val="00464F0A"/>
    <w:rsid w:val="004666E3"/>
    <w:rsid w:val="004722E5"/>
    <w:rsid w:val="00474235"/>
    <w:rsid w:val="0047647A"/>
    <w:rsid w:val="0048094F"/>
    <w:rsid w:val="004814C4"/>
    <w:rsid w:val="00482BCA"/>
    <w:rsid w:val="00484B9A"/>
    <w:rsid w:val="00497802"/>
    <w:rsid w:val="004A324F"/>
    <w:rsid w:val="004A44FF"/>
    <w:rsid w:val="004B5A07"/>
    <w:rsid w:val="004B60E3"/>
    <w:rsid w:val="004C3B68"/>
    <w:rsid w:val="004C7AB8"/>
    <w:rsid w:val="004D1B82"/>
    <w:rsid w:val="004D1CF0"/>
    <w:rsid w:val="004D4A5A"/>
    <w:rsid w:val="004E1C90"/>
    <w:rsid w:val="004E2522"/>
    <w:rsid w:val="004E55CB"/>
    <w:rsid w:val="004E573A"/>
    <w:rsid w:val="004E57EF"/>
    <w:rsid w:val="004E587D"/>
    <w:rsid w:val="004E5FED"/>
    <w:rsid w:val="004F57C2"/>
    <w:rsid w:val="004F74D2"/>
    <w:rsid w:val="005004A5"/>
    <w:rsid w:val="00505F7F"/>
    <w:rsid w:val="00510FD7"/>
    <w:rsid w:val="005120C7"/>
    <w:rsid w:val="0051640F"/>
    <w:rsid w:val="005221F0"/>
    <w:rsid w:val="00523187"/>
    <w:rsid w:val="005308EB"/>
    <w:rsid w:val="00532470"/>
    <w:rsid w:val="005345BD"/>
    <w:rsid w:val="005350A6"/>
    <w:rsid w:val="00536546"/>
    <w:rsid w:val="005374BD"/>
    <w:rsid w:val="00540779"/>
    <w:rsid w:val="00540CF6"/>
    <w:rsid w:val="00540FB9"/>
    <w:rsid w:val="00544617"/>
    <w:rsid w:val="00544E4B"/>
    <w:rsid w:val="005518FE"/>
    <w:rsid w:val="00551E8A"/>
    <w:rsid w:val="00552A99"/>
    <w:rsid w:val="005540EE"/>
    <w:rsid w:val="005645D7"/>
    <w:rsid w:val="00565B50"/>
    <w:rsid w:val="005708C2"/>
    <w:rsid w:val="00575FCA"/>
    <w:rsid w:val="005851B3"/>
    <w:rsid w:val="00590C48"/>
    <w:rsid w:val="0059148A"/>
    <w:rsid w:val="005A3A74"/>
    <w:rsid w:val="005A45F0"/>
    <w:rsid w:val="005A7DFB"/>
    <w:rsid w:val="005B09E4"/>
    <w:rsid w:val="005B51C2"/>
    <w:rsid w:val="005B652E"/>
    <w:rsid w:val="005B66BB"/>
    <w:rsid w:val="005C0C62"/>
    <w:rsid w:val="005C2867"/>
    <w:rsid w:val="005C3427"/>
    <w:rsid w:val="005C6AAC"/>
    <w:rsid w:val="005C6F33"/>
    <w:rsid w:val="005D074A"/>
    <w:rsid w:val="005D0FAB"/>
    <w:rsid w:val="005D1E1D"/>
    <w:rsid w:val="005D26C0"/>
    <w:rsid w:val="005D37CC"/>
    <w:rsid w:val="005E47AA"/>
    <w:rsid w:val="005F1142"/>
    <w:rsid w:val="005F608B"/>
    <w:rsid w:val="0060013B"/>
    <w:rsid w:val="00601395"/>
    <w:rsid w:val="00607AAC"/>
    <w:rsid w:val="006104EB"/>
    <w:rsid w:val="0061098D"/>
    <w:rsid w:val="006145B8"/>
    <w:rsid w:val="00614889"/>
    <w:rsid w:val="00615115"/>
    <w:rsid w:val="006158F2"/>
    <w:rsid w:val="00616F72"/>
    <w:rsid w:val="006170C2"/>
    <w:rsid w:val="00630854"/>
    <w:rsid w:val="006342C7"/>
    <w:rsid w:val="006427B9"/>
    <w:rsid w:val="006468CF"/>
    <w:rsid w:val="00656C21"/>
    <w:rsid w:val="00661419"/>
    <w:rsid w:val="0067032B"/>
    <w:rsid w:val="0067158A"/>
    <w:rsid w:val="00680F0A"/>
    <w:rsid w:val="006949FC"/>
    <w:rsid w:val="006A0790"/>
    <w:rsid w:val="006A1FC3"/>
    <w:rsid w:val="006A3183"/>
    <w:rsid w:val="006A4567"/>
    <w:rsid w:val="006A60C0"/>
    <w:rsid w:val="006B34F8"/>
    <w:rsid w:val="006B59E2"/>
    <w:rsid w:val="006C2C8A"/>
    <w:rsid w:val="006C7103"/>
    <w:rsid w:val="006D086D"/>
    <w:rsid w:val="006D2D4C"/>
    <w:rsid w:val="006E49F0"/>
    <w:rsid w:val="006E6F60"/>
    <w:rsid w:val="006E6F68"/>
    <w:rsid w:val="006E717E"/>
    <w:rsid w:val="006F1AB3"/>
    <w:rsid w:val="006F3FBE"/>
    <w:rsid w:val="00705C28"/>
    <w:rsid w:val="00706DF3"/>
    <w:rsid w:val="00714342"/>
    <w:rsid w:val="007146BC"/>
    <w:rsid w:val="007235AC"/>
    <w:rsid w:val="00725B85"/>
    <w:rsid w:val="007318E0"/>
    <w:rsid w:val="007354EA"/>
    <w:rsid w:val="007418F9"/>
    <w:rsid w:val="00743992"/>
    <w:rsid w:val="00750346"/>
    <w:rsid w:val="0076030A"/>
    <w:rsid w:val="0076454E"/>
    <w:rsid w:val="0076486D"/>
    <w:rsid w:val="00771953"/>
    <w:rsid w:val="007762A3"/>
    <w:rsid w:val="00782310"/>
    <w:rsid w:val="007861B1"/>
    <w:rsid w:val="007863D1"/>
    <w:rsid w:val="007875D0"/>
    <w:rsid w:val="00795939"/>
    <w:rsid w:val="007A1950"/>
    <w:rsid w:val="007A78B5"/>
    <w:rsid w:val="007A79D3"/>
    <w:rsid w:val="007A7BE1"/>
    <w:rsid w:val="007B33B2"/>
    <w:rsid w:val="007B4608"/>
    <w:rsid w:val="007C667F"/>
    <w:rsid w:val="007D169B"/>
    <w:rsid w:val="007D26B0"/>
    <w:rsid w:val="007D5E92"/>
    <w:rsid w:val="007D5EB0"/>
    <w:rsid w:val="007D66EB"/>
    <w:rsid w:val="007E13D7"/>
    <w:rsid w:val="007E5D2C"/>
    <w:rsid w:val="00800FD6"/>
    <w:rsid w:val="00803C81"/>
    <w:rsid w:val="0080722D"/>
    <w:rsid w:val="00813EC2"/>
    <w:rsid w:val="008147B1"/>
    <w:rsid w:val="00817676"/>
    <w:rsid w:val="0082052C"/>
    <w:rsid w:val="00821FB5"/>
    <w:rsid w:val="00824534"/>
    <w:rsid w:val="00827516"/>
    <w:rsid w:val="0083078C"/>
    <w:rsid w:val="00830951"/>
    <w:rsid w:val="00842135"/>
    <w:rsid w:val="008452FD"/>
    <w:rsid w:val="00847AA7"/>
    <w:rsid w:val="00853C90"/>
    <w:rsid w:val="0085705D"/>
    <w:rsid w:val="0085746F"/>
    <w:rsid w:val="008608BE"/>
    <w:rsid w:val="0086493F"/>
    <w:rsid w:val="00870CB2"/>
    <w:rsid w:val="00871065"/>
    <w:rsid w:val="0087211A"/>
    <w:rsid w:val="00877775"/>
    <w:rsid w:val="00877CC0"/>
    <w:rsid w:val="0088323E"/>
    <w:rsid w:val="00884CAA"/>
    <w:rsid w:val="0088751F"/>
    <w:rsid w:val="008900D9"/>
    <w:rsid w:val="00892FB9"/>
    <w:rsid w:val="008938DA"/>
    <w:rsid w:val="00893C12"/>
    <w:rsid w:val="008A1555"/>
    <w:rsid w:val="008A6861"/>
    <w:rsid w:val="008B28DF"/>
    <w:rsid w:val="008B512E"/>
    <w:rsid w:val="008B61E8"/>
    <w:rsid w:val="008C1392"/>
    <w:rsid w:val="008D00E5"/>
    <w:rsid w:val="008D08DA"/>
    <w:rsid w:val="008D1D5D"/>
    <w:rsid w:val="008D213E"/>
    <w:rsid w:val="008D5C59"/>
    <w:rsid w:val="008D77A8"/>
    <w:rsid w:val="008D7BC9"/>
    <w:rsid w:val="008E0557"/>
    <w:rsid w:val="008E5BFD"/>
    <w:rsid w:val="008F5AD5"/>
    <w:rsid w:val="009002D4"/>
    <w:rsid w:val="009003A9"/>
    <w:rsid w:val="00900C48"/>
    <w:rsid w:val="00904726"/>
    <w:rsid w:val="00906EA4"/>
    <w:rsid w:val="00907CA8"/>
    <w:rsid w:val="0091144C"/>
    <w:rsid w:val="00913A6F"/>
    <w:rsid w:val="00916B4D"/>
    <w:rsid w:val="00921580"/>
    <w:rsid w:val="00922B43"/>
    <w:rsid w:val="0092365C"/>
    <w:rsid w:val="00924D02"/>
    <w:rsid w:val="009271C7"/>
    <w:rsid w:val="00930C56"/>
    <w:rsid w:val="009335CC"/>
    <w:rsid w:val="009340B6"/>
    <w:rsid w:val="00941F6A"/>
    <w:rsid w:val="00942C84"/>
    <w:rsid w:val="0094522A"/>
    <w:rsid w:val="00954BD0"/>
    <w:rsid w:val="00957E3A"/>
    <w:rsid w:val="00964B3F"/>
    <w:rsid w:val="009654FE"/>
    <w:rsid w:val="00966937"/>
    <w:rsid w:val="00967DEB"/>
    <w:rsid w:val="00973668"/>
    <w:rsid w:val="00974C2E"/>
    <w:rsid w:val="00980AD6"/>
    <w:rsid w:val="009816BD"/>
    <w:rsid w:val="00984D69"/>
    <w:rsid w:val="0098610C"/>
    <w:rsid w:val="00987B0D"/>
    <w:rsid w:val="009905A8"/>
    <w:rsid w:val="00991383"/>
    <w:rsid w:val="00994439"/>
    <w:rsid w:val="009A0C6B"/>
    <w:rsid w:val="009A1815"/>
    <w:rsid w:val="009A1A33"/>
    <w:rsid w:val="009A529E"/>
    <w:rsid w:val="009A794E"/>
    <w:rsid w:val="009A7DC7"/>
    <w:rsid w:val="009B1E53"/>
    <w:rsid w:val="009B7F32"/>
    <w:rsid w:val="009C0372"/>
    <w:rsid w:val="009C0458"/>
    <w:rsid w:val="009C1425"/>
    <w:rsid w:val="009C6BE2"/>
    <w:rsid w:val="009D02FC"/>
    <w:rsid w:val="009D14DE"/>
    <w:rsid w:val="009D2516"/>
    <w:rsid w:val="009D455F"/>
    <w:rsid w:val="009E3798"/>
    <w:rsid w:val="009E5DC1"/>
    <w:rsid w:val="009E69FA"/>
    <w:rsid w:val="009F09C0"/>
    <w:rsid w:val="009F0EB2"/>
    <w:rsid w:val="009F3C0C"/>
    <w:rsid w:val="009F5F15"/>
    <w:rsid w:val="00A02579"/>
    <w:rsid w:val="00A02724"/>
    <w:rsid w:val="00A03E2E"/>
    <w:rsid w:val="00A0404C"/>
    <w:rsid w:val="00A054E5"/>
    <w:rsid w:val="00A11671"/>
    <w:rsid w:val="00A13366"/>
    <w:rsid w:val="00A21AA2"/>
    <w:rsid w:val="00A22150"/>
    <w:rsid w:val="00A25CE4"/>
    <w:rsid w:val="00A27784"/>
    <w:rsid w:val="00A27CFD"/>
    <w:rsid w:val="00A40DF0"/>
    <w:rsid w:val="00A423F6"/>
    <w:rsid w:val="00A465CD"/>
    <w:rsid w:val="00A4672B"/>
    <w:rsid w:val="00A525C9"/>
    <w:rsid w:val="00A5520D"/>
    <w:rsid w:val="00A61ACA"/>
    <w:rsid w:val="00A64A82"/>
    <w:rsid w:val="00A66A36"/>
    <w:rsid w:val="00A67593"/>
    <w:rsid w:val="00A7460C"/>
    <w:rsid w:val="00A76DFE"/>
    <w:rsid w:val="00A91B57"/>
    <w:rsid w:val="00A926DC"/>
    <w:rsid w:val="00A927E4"/>
    <w:rsid w:val="00A93DAE"/>
    <w:rsid w:val="00A95005"/>
    <w:rsid w:val="00A95B7E"/>
    <w:rsid w:val="00A95DFE"/>
    <w:rsid w:val="00A97636"/>
    <w:rsid w:val="00AA37C4"/>
    <w:rsid w:val="00AA394B"/>
    <w:rsid w:val="00AB17D9"/>
    <w:rsid w:val="00AB2D21"/>
    <w:rsid w:val="00AB3BAD"/>
    <w:rsid w:val="00AB45BA"/>
    <w:rsid w:val="00AB48E3"/>
    <w:rsid w:val="00AB5DF9"/>
    <w:rsid w:val="00AC383D"/>
    <w:rsid w:val="00AC743A"/>
    <w:rsid w:val="00AD0153"/>
    <w:rsid w:val="00AD016C"/>
    <w:rsid w:val="00AD0981"/>
    <w:rsid w:val="00AD5043"/>
    <w:rsid w:val="00AE0592"/>
    <w:rsid w:val="00AF0921"/>
    <w:rsid w:val="00AF42FD"/>
    <w:rsid w:val="00B01977"/>
    <w:rsid w:val="00B01984"/>
    <w:rsid w:val="00B05E7A"/>
    <w:rsid w:val="00B06485"/>
    <w:rsid w:val="00B07552"/>
    <w:rsid w:val="00B076F4"/>
    <w:rsid w:val="00B134B5"/>
    <w:rsid w:val="00B1671F"/>
    <w:rsid w:val="00B2161B"/>
    <w:rsid w:val="00B2268C"/>
    <w:rsid w:val="00B24160"/>
    <w:rsid w:val="00B25EA0"/>
    <w:rsid w:val="00B27F80"/>
    <w:rsid w:val="00B31FCB"/>
    <w:rsid w:val="00B323AB"/>
    <w:rsid w:val="00B360B4"/>
    <w:rsid w:val="00B402E2"/>
    <w:rsid w:val="00B432EA"/>
    <w:rsid w:val="00B4478B"/>
    <w:rsid w:val="00B512FD"/>
    <w:rsid w:val="00B52406"/>
    <w:rsid w:val="00B548C0"/>
    <w:rsid w:val="00B61080"/>
    <w:rsid w:val="00B62BE0"/>
    <w:rsid w:val="00B668C7"/>
    <w:rsid w:val="00B7288A"/>
    <w:rsid w:val="00B7602B"/>
    <w:rsid w:val="00B8586C"/>
    <w:rsid w:val="00B868DB"/>
    <w:rsid w:val="00B872FC"/>
    <w:rsid w:val="00B8793A"/>
    <w:rsid w:val="00B91CEC"/>
    <w:rsid w:val="00B938D2"/>
    <w:rsid w:val="00B95661"/>
    <w:rsid w:val="00BA07E4"/>
    <w:rsid w:val="00BA20E4"/>
    <w:rsid w:val="00BA36C1"/>
    <w:rsid w:val="00BA4372"/>
    <w:rsid w:val="00BA5A92"/>
    <w:rsid w:val="00BA6795"/>
    <w:rsid w:val="00BB463A"/>
    <w:rsid w:val="00BC01E8"/>
    <w:rsid w:val="00BC3FA2"/>
    <w:rsid w:val="00BC62DC"/>
    <w:rsid w:val="00BC64B9"/>
    <w:rsid w:val="00BD1574"/>
    <w:rsid w:val="00BD3B5D"/>
    <w:rsid w:val="00BD401F"/>
    <w:rsid w:val="00BD4CFD"/>
    <w:rsid w:val="00BD4DF6"/>
    <w:rsid w:val="00BE253D"/>
    <w:rsid w:val="00BE55D6"/>
    <w:rsid w:val="00BF0A4F"/>
    <w:rsid w:val="00BF15F9"/>
    <w:rsid w:val="00BF29B8"/>
    <w:rsid w:val="00BF2E77"/>
    <w:rsid w:val="00BF3A94"/>
    <w:rsid w:val="00BF42AB"/>
    <w:rsid w:val="00BF76D4"/>
    <w:rsid w:val="00C00943"/>
    <w:rsid w:val="00C012BA"/>
    <w:rsid w:val="00C033AA"/>
    <w:rsid w:val="00C04F02"/>
    <w:rsid w:val="00C05157"/>
    <w:rsid w:val="00C074C8"/>
    <w:rsid w:val="00C21A65"/>
    <w:rsid w:val="00C2335E"/>
    <w:rsid w:val="00C27AA1"/>
    <w:rsid w:val="00C3090D"/>
    <w:rsid w:val="00C312FB"/>
    <w:rsid w:val="00C33523"/>
    <w:rsid w:val="00C33776"/>
    <w:rsid w:val="00C34EC3"/>
    <w:rsid w:val="00C3695D"/>
    <w:rsid w:val="00C46C56"/>
    <w:rsid w:val="00C507E8"/>
    <w:rsid w:val="00C52FC1"/>
    <w:rsid w:val="00C53193"/>
    <w:rsid w:val="00C57024"/>
    <w:rsid w:val="00C6275F"/>
    <w:rsid w:val="00C67D94"/>
    <w:rsid w:val="00C717AE"/>
    <w:rsid w:val="00C73684"/>
    <w:rsid w:val="00C77C7E"/>
    <w:rsid w:val="00C816EF"/>
    <w:rsid w:val="00C83202"/>
    <w:rsid w:val="00C83E14"/>
    <w:rsid w:val="00C846B5"/>
    <w:rsid w:val="00C85D4F"/>
    <w:rsid w:val="00C866B4"/>
    <w:rsid w:val="00C92362"/>
    <w:rsid w:val="00C93938"/>
    <w:rsid w:val="00C94396"/>
    <w:rsid w:val="00C958ED"/>
    <w:rsid w:val="00C959DA"/>
    <w:rsid w:val="00C96286"/>
    <w:rsid w:val="00CA1445"/>
    <w:rsid w:val="00CA2338"/>
    <w:rsid w:val="00CA2DCD"/>
    <w:rsid w:val="00CA4087"/>
    <w:rsid w:val="00CA418E"/>
    <w:rsid w:val="00CA63DE"/>
    <w:rsid w:val="00CA76FF"/>
    <w:rsid w:val="00CB3CED"/>
    <w:rsid w:val="00CB5358"/>
    <w:rsid w:val="00CB5D79"/>
    <w:rsid w:val="00CB5F23"/>
    <w:rsid w:val="00CC313B"/>
    <w:rsid w:val="00CC49D6"/>
    <w:rsid w:val="00CC5A6A"/>
    <w:rsid w:val="00CD092F"/>
    <w:rsid w:val="00CD4404"/>
    <w:rsid w:val="00CD512B"/>
    <w:rsid w:val="00CD7061"/>
    <w:rsid w:val="00CE1A1D"/>
    <w:rsid w:val="00CE3857"/>
    <w:rsid w:val="00CE594C"/>
    <w:rsid w:val="00CF03B6"/>
    <w:rsid w:val="00CF69E8"/>
    <w:rsid w:val="00CF7E55"/>
    <w:rsid w:val="00D03BF2"/>
    <w:rsid w:val="00D04823"/>
    <w:rsid w:val="00D07FED"/>
    <w:rsid w:val="00D10242"/>
    <w:rsid w:val="00D10D44"/>
    <w:rsid w:val="00D15D6B"/>
    <w:rsid w:val="00D16EE6"/>
    <w:rsid w:val="00D2002E"/>
    <w:rsid w:val="00D21128"/>
    <w:rsid w:val="00D21DC3"/>
    <w:rsid w:val="00D272A9"/>
    <w:rsid w:val="00D27E90"/>
    <w:rsid w:val="00D33AE3"/>
    <w:rsid w:val="00D35EA7"/>
    <w:rsid w:val="00D41378"/>
    <w:rsid w:val="00D41778"/>
    <w:rsid w:val="00D433A7"/>
    <w:rsid w:val="00D47DB9"/>
    <w:rsid w:val="00D50B48"/>
    <w:rsid w:val="00D50C7D"/>
    <w:rsid w:val="00D576F7"/>
    <w:rsid w:val="00D603AC"/>
    <w:rsid w:val="00D60B64"/>
    <w:rsid w:val="00D65A18"/>
    <w:rsid w:val="00D73C3F"/>
    <w:rsid w:val="00D7525B"/>
    <w:rsid w:val="00D75A6C"/>
    <w:rsid w:val="00D761EB"/>
    <w:rsid w:val="00D77924"/>
    <w:rsid w:val="00D80D73"/>
    <w:rsid w:val="00D8120F"/>
    <w:rsid w:val="00D816E1"/>
    <w:rsid w:val="00D83B6E"/>
    <w:rsid w:val="00D84D4F"/>
    <w:rsid w:val="00D87FB6"/>
    <w:rsid w:val="00D93F61"/>
    <w:rsid w:val="00DA5B80"/>
    <w:rsid w:val="00DA6BD4"/>
    <w:rsid w:val="00DB0AF0"/>
    <w:rsid w:val="00DB374E"/>
    <w:rsid w:val="00DB5280"/>
    <w:rsid w:val="00DB597D"/>
    <w:rsid w:val="00DB633C"/>
    <w:rsid w:val="00DC4173"/>
    <w:rsid w:val="00DC4AA5"/>
    <w:rsid w:val="00DC649C"/>
    <w:rsid w:val="00DD30E0"/>
    <w:rsid w:val="00DD375D"/>
    <w:rsid w:val="00DD4BFC"/>
    <w:rsid w:val="00DD5F48"/>
    <w:rsid w:val="00DE11BB"/>
    <w:rsid w:val="00DE2FFC"/>
    <w:rsid w:val="00DE4414"/>
    <w:rsid w:val="00DE4AE2"/>
    <w:rsid w:val="00DE6E91"/>
    <w:rsid w:val="00DF0828"/>
    <w:rsid w:val="00DF22DB"/>
    <w:rsid w:val="00E01C5A"/>
    <w:rsid w:val="00E10F9D"/>
    <w:rsid w:val="00E12FF9"/>
    <w:rsid w:val="00E13708"/>
    <w:rsid w:val="00E157F7"/>
    <w:rsid w:val="00E16006"/>
    <w:rsid w:val="00E22E0D"/>
    <w:rsid w:val="00E26024"/>
    <w:rsid w:val="00E264FF"/>
    <w:rsid w:val="00E2742B"/>
    <w:rsid w:val="00E317FA"/>
    <w:rsid w:val="00E33176"/>
    <w:rsid w:val="00E335E5"/>
    <w:rsid w:val="00E33F99"/>
    <w:rsid w:val="00E36B9D"/>
    <w:rsid w:val="00E372FB"/>
    <w:rsid w:val="00E40E5D"/>
    <w:rsid w:val="00E41A50"/>
    <w:rsid w:val="00E4226D"/>
    <w:rsid w:val="00E42FDF"/>
    <w:rsid w:val="00E435FB"/>
    <w:rsid w:val="00E43CE7"/>
    <w:rsid w:val="00E448DC"/>
    <w:rsid w:val="00E464E6"/>
    <w:rsid w:val="00E46AD9"/>
    <w:rsid w:val="00E46D4B"/>
    <w:rsid w:val="00E52C9C"/>
    <w:rsid w:val="00E539AC"/>
    <w:rsid w:val="00E53C43"/>
    <w:rsid w:val="00E5698D"/>
    <w:rsid w:val="00E56F54"/>
    <w:rsid w:val="00E61940"/>
    <w:rsid w:val="00E61FC5"/>
    <w:rsid w:val="00E62A5C"/>
    <w:rsid w:val="00E62E63"/>
    <w:rsid w:val="00E64364"/>
    <w:rsid w:val="00E7173B"/>
    <w:rsid w:val="00E8128E"/>
    <w:rsid w:val="00E81D30"/>
    <w:rsid w:val="00E82D8E"/>
    <w:rsid w:val="00E854D3"/>
    <w:rsid w:val="00E91342"/>
    <w:rsid w:val="00E91A8E"/>
    <w:rsid w:val="00E9292B"/>
    <w:rsid w:val="00E93766"/>
    <w:rsid w:val="00E94D8F"/>
    <w:rsid w:val="00E956BC"/>
    <w:rsid w:val="00EA1D63"/>
    <w:rsid w:val="00EA1EB5"/>
    <w:rsid w:val="00EA49E6"/>
    <w:rsid w:val="00EB3005"/>
    <w:rsid w:val="00EB49F9"/>
    <w:rsid w:val="00EB52C6"/>
    <w:rsid w:val="00EB7305"/>
    <w:rsid w:val="00EC128B"/>
    <w:rsid w:val="00EC52FF"/>
    <w:rsid w:val="00ED10C0"/>
    <w:rsid w:val="00ED1E08"/>
    <w:rsid w:val="00ED2CDB"/>
    <w:rsid w:val="00ED4C39"/>
    <w:rsid w:val="00ED5F58"/>
    <w:rsid w:val="00ED7032"/>
    <w:rsid w:val="00EE0BE3"/>
    <w:rsid w:val="00EF5265"/>
    <w:rsid w:val="00EF7A74"/>
    <w:rsid w:val="00F0279F"/>
    <w:rsid w:val="00F125A0"/>
    <w:rsid w:val="00F12D35"/>
    <w:rsid w:val="00F14B7F"/>
    <w:rsid w:val="00F16B6C"/>
    <w:rsid w:val="00F205DA"/>
    <w:rsid w:val="00F2084B"/>
    <w:rsid w:val="00F213C6"/>
    <w:rsid w:val="00F22C51"/>
    <w:rsid w:val="00F241DB"/>
    <w:rsid w:val="00F30AD2"/>
    <w:rsid w:val="00F325F1"/>
    <w:rsid w:val="00F34A5C"/>
    <w:rsid w:val="00F43AB5"/>
    <w:rsid w:val="00F5677A"/>
    <w:rsid w:val="00F66726"/>
    <w:rsid w:val="00F701EC"/>
    <w:rsid w:val="00F70C2E"/>
    <w:rsid w:val="00F70ED1"/>
    <w:rsid w:val="00F74BD8"/>
    <w:rsid w:val="00F75ADC"/>
    <w:rsid w:val="00F82304"/>
    <w:rsid w:val="00F862DB"/>
    <w:rsid w:val="00F86381"/>
    <w:rsid w:val="00F934D3"/>
    <w:rsid w:val="00F94C86"/>
    <w:rsid w:val="00F950FA"/>
    <w:rsid w:val="00FA0424"/>
    <w:rsid w:val="00FA2C8F"/>
    <w:rsid w:val="00FA769F"/>
    <w:rsid w:val="00FB4F17"/>
    <w:rsid w:val="00FB7209"/>
    <w:rsid w:val="00FC0036"/>
    <w:rsid w:val="00FC124A"/>
    <w:rsid w:val="00FC248C"/>
    <w:rsid w:val="00FC5D7B"/>
    <w:rsid w:val="00FD17A3"/>
    <w:rsid w:val="00FF2107"/>
    <w:rsid w:val="00FF51CA"/>
    <w:rsid w:val="00FF5C6E"/>
    <w:rsid w:val="00FF6B39"/>
    <w:rsid w:val="00FF6C3A"/>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B80"/>
    <w:rPr>
      <w:sz w:val="24"/>
      <w:szCs w:val="24"/>
      <w:lang w:val="en-GB" w:eastAsia="en-US"/>
    </w:rPr>
  </w:style>
  <w:style w:type="paragraph" w:styleId="Heading1">
    <w:name w:val="heading 1"/>
    <w:basedOn w:val="Normal"/>
    <w:next w:val="Normal"/>
    <w:qFormat/>
    <w:rsid w:val="00DA5B80"/>
    <w:pPr>
      <w:keepNext/>
      <w:jc w:val="center"/>
      <w:outlineLvl w:val="0"/>
    </w:pPr>
    <w:rPr>
      <w:b/>
      <w:bCs/>
      <w:u w:val="single"/>
      <w:lang w:val="bg-BG"/>
    </w:rPr>
  </w:style>
  <w:style w:type="paragraph" w:styleId="Heading2">
    <w:name w:val="heading 2"/>
    <w:basedOn w:val="Normal"/>
    <w:next w:val="Normal"/>
    <w:qFormat/>
    <w:rsid w:val="00DA5B80"/>
    <w:pPr>
      <w:keepNext/>
      <w:ind w:left="900" w:firstLine="2700"/>
      <w:outlineLvl w:val="1"/>
    </w:pPr>
    <w:rPr>
      <w:b/>
      <w:bCs/>
      <w:lang w:val="bg-BG"/>
    </w:rPr>
  </w:style>
  <w:style w:type="paragraph" w:styleId="Heading4">
    <w:name w:val="heading 4"/>
    <w:basedOn w:val="Normal"/>
    <w:next w:val="Normal"/>
    <w:qFormat/>
    <w:rsid w:val="00DA5B80"/>
    <w:pPr>
      <w:keepNext/>
      <w:numPr>
        <w:ilvl w:val="12"/>
      </w:numPr>
      <w:spacing w:line="360" w:lineRule="auto"/>
      <w:jc w:val="right"/>
      <w:outlineLvl w:val="3"/>
    </w:pPr>
    <w:rPr>
      <w:b/>
      <w:bCs/>
      <w:lang w:val="bg-BG"/>
    </w:rPr>
  </w:style>
  <w:style w:type="paragraph" w:styleId="Heading5">
    <w:name w:val="heading 5"/>
    <w:basedOn w:val="Normal"/>
    <w:next w:val="Normal"/>
    <w:qFormat/>
    <w:rsid w:val="00DA5B8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A5B80"/>
    <w:pPr>
      <w:autoSpaceDE w:val="0"/>
      <w:autoSpaceDN w:val="0"/>
      <w:jc w:val="both"/>
    </w:pPr>
    <w:rPr>
      <w:szCs w:val="20"/>
      <w:lang w:val="bg-BG"/>
    </w:rPr>
  </w:style>
  <w:style w:type="paragraph" w:styleId="BodyText3">
    <w:name w:val="Body Text 3"/>
    <w:basedOn w:val="Normal"/>
    <w:rsid w:val="00DA5B80"/>
    <w:pPr>
      <w:jc w:val="center"/>
    </w:pPr>
    <w:rPr>
      <w:b/>
      <w:bCs/>
    </w:rPr>
  </w:style>
  <w:style w:type="paragraph" w:styleId="BodyText2">
    <w:name w:val="Body Text 2"/>
    <w:basedOn w:val="Normal"/>
    <w:rsid w:val="00DA5B80"/>
    <w:pPr>
      <w:widowControl w:val="0"/>
      <w:jc w:val="both"/>
    </w:pPr>
    <w:rPr>
      <w:b/>
      <w:bCs/>
      <w:lang w:val="bg-BG"/>
    </w:rPr>
  </w:style>
  <w:style w:type="paragraph" w:styleId="Title">
    <w:name w:val="Title"/>
    <w:basedOn w:val="Normal"/>
    <w:link w:val="TitleChar"/>
    <w:qFormat/>
    <w:rsid w:val="00DA5B80"/>
    <w:pPr>
      <w:jc w:val="center"/>
    </w:pPr>
    <w:rPr>
      <w:b/>
      <w:lang w:val="bg-BG"/>
    </w:rPr>
  </w:style>
  <w:style w:type="paragraph" w:styleId="Header">
    <w:name w:val="header"/>
    <w:basedOn w:val="Normal"/>
    <w:rsid w:val="00DA5B80"/>
    <w:pPr>
      <w:tabs>
        <w:tab w:val="center" w:pos="4153"/>
        <w:tab w:val="right" w:pos="8306"/>
      </w:tabs>
    </w:pPr>
  </w:style>
  <w:style w:type="paragraph" w:styleId="Footer">
    <w:name w:val="footer"/>
    <w:basedOn w:val="Normal"/>
    <w:rsid w:val="00DA5B80"/>
    <w:pPr>
      <w:tabs>
        <w:tab w:val="center" w:pos="4153"/>
        <w:tab w:val="right" w:pos="8306"/>
      </w:tabs>
    </w:pPr>
  </w:style>
  <w:style w:type="paragraph" w:styleId="BodyTextIndent">
    <w:name w:val="Body Text Indent"/>
    <w:basedOn w:val="Normal"/>
    <w:rsid w:val="00DA5B80"/>
    <w:pPr>
      <w:ind w:left="360" w:firstLine="360"/>
      <w:jc w:val="both"/>
    </w:pPr>
    <w:rPr>
      <w:color w:val="FF6600"/>
      <w:lang w:val="bg-BG"/>
    </w:rPr>
  </w:style>
  <w:style w:type="paragraph" w:styleId="BodyTextIndent2">
    <w:name w:val="Body Text Indent 2"/>
    <w:basedOn w:val="Normal"/>
    <w:rsid w:val="00DA5B80"/>
    <w:pPr>
      <w:ind w:left="720"/>
      <w:jc w:val="both"/>
    </w:pPr>
    <w:rPr>
      <w:bCs/>
      <w:color w:val="000000"/>
      <w:szCs w:val="22"/>
      <w:lang w:val="bg-BG"/>
    </w:rPr>
  </w:style>
  <w:style w:type="paragraph" w:styleId="BodyTextIndent3">
    <w:name w:val="Body Text Indent 3"/>
    <w:basedOn w:val="Normal"/>
    <w:rsid w:val="00DA5B8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
    <w:name w:val="Char Char Char Char Char Char Char Char Char Char"/>
    <w:basedOn w:val="Normal"/>
    <w:rsid w:val="00172D56"/>
    <w:pPr>
      <w:tabs>
        <w:tab w:val="left" w:pos="709"/>
      </w:tabs>
    </w:pPr>
    <w:rPr>
      <w:rFonts w:ascii="Tahoma" w:hAnsi="Tahoma"/>
      <w:lang w:val="pl-PL" w:eastAsia="pl-PL"/>
    </w:rPr>
  </w:style>
  <w:style w:type="paragraph" w:styleId="FootnoteText">
    <w:name w:val="footnote text"/>
    <w:basedOn w:val="Normal"/>
    <w:semiHidden/>
    <w:rsid w:val="00DE4414"/>
    <w:pPr>
      <w:widowControl w:val="0"/>
    </w:pPr>
    <w:rPr>
      <w:sz w:val="20"/>
      <w:szCs w:val="20"/>
      <w:lang w:val="en-US"/>
    </w:rPr>
  </w:style>
  <w:style w:type="character" w:styleId="FootnoteReference">
    <w:name w:val="footnote reference"/>
    <w:basedOn w:val="DefaultParagraphFont"/>
    <w:semiHidden/>
    <w:rsid w:val="00DE4414"/>
    <w:rPr>
      <w:vertAlign w:val="superscript"/>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497802"/>
    <w:pPr>
      <w:tabs>
        <w:tab w:val="left" w:pos="709"/>
      </w:tabs>
    </w:pPr>
    <w:rPr>
      <w:rFonts w:ascii="Tahoma" w:hAnsi="Tahoma"/>
      <w:lang w:val="pl-PL" w:eastAsia="pl-PL"/>
    </w:rPr>
  </w:style>
  <w:style w:type="character" w:customStyle="1" w:styleId="value-item4">
    <w:name w:val="value-item4"/>
    <w:basedOn w:val="DefaultParagraphFont"/>
    <w:rsid w:val="00215BCA"/>
    <w:rPr>
      <w:rFonts w:ascii="Verdana" w:hAnsi="Verdana" w:hint="default"/>
      <w:b/>
      <w:bCs/>
      <w:color w:val="E33939"/>
      <w:sz w:val="17"/>
      <w:szCs w:val="17"/>
      <w:shd w:val="clear" w:color="auto" w:fill="FFFFFF"/>
    </w:rPr>
  </w:style>
  <w:style w:type="paragraph" w:customStyle="1" w:styleId="CharCharCharCharCharChar">
    <w:name w:val="Char Char Char Char Char Char"/>
    <w:basedOn w:val="Normal"/>
    <w:rsid w:val="000F7373"/>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CF69E8"/>
    <w:pPr>
      <w:tabs>
        <w:tab w:val="left" w:pos="709"/>
      </w:tabs>
    </w:pPr>
    <w:rPr>
      <w:rFonts w:ascii="Tahoma" w:hAnsi="Tahoma"/>
      <w:lang w:val="pl-PL" w:eastAsia="pl-PL"/>
    </w:rPr>
  </w:style>
  <w:style w:type="paragraph" w:customStyle="1" w:styleId="CharChar1CharCharChar">
    <w:name w:val="Char Char1 Char Char Char"/>
    <w:basedOn w:val="Normal"/>
    <w:rsid w:val="00C033AA"/>
    <w:pPr>
      <w:spacing w:after="160" w:line="240" w:lineRule="exact"/>
    </w:pPr>
    <w:rPr>
      <w:rFonts w:ascii="Arial" w:hAnsi="Arial" w:cs="Arial"/>
      <w:sz w:val="20"/>
      <w:szCs w:val="20"/>
      <w:lang w:val="en-US"/>
    </w:rPr>
  </w:style>
  <w:style w:type="character" w:styleId="Hyperlink">
    <w:name w:val="Hyperlink"/>
    <w:basedOn w:val="DefaultParagraphFont"/>
    <w:rsid w:val="006F1AB3"/>
    <w:rPr>
      <w:color w:val="0000FF"/>
      <w:u w:val="single"/>
    </w:rPr>
  </w:style>
  <w:style w:type="paragraph" w:styleId="NormalWeb">
    <w:name w:val="Normal (Web)"/>
    <w:basedOn w:val="Normal"/>
    <w:rsid w:val="000C5CA0"/>
    <w:pPr>
      <w:spacing w:before="100" w:beforeAutospacing="1" w:after="100" w:afterAutospacing="1"/>
    </w:pPr>
    <w:rPr>
      <w:lang w:val="bg-BG" w:eastAsia="bg-BG"/>
    </w:rPr>
  </w:style>
  <w:style w:type="character" w:styleId="CommentReference">
    <w:name w:val="annotation reference"/>
    <w:basedOn w:val="DefaultParagraphFont"/>
    <w:semiHidden/>
    <w:rsid w:val="00924D02"/>
    <w:rPr>
      <w:sz w:val="16"/>
      <w:szCs w:val="16"/>
    </w:rPr>
  </w:style>
  <w:style w:type="paragraph" w:styleId="CommentText">
    <w:name w:val="annotation text"/>
    <w:basedOn w:val="Normal"/>
    <w:semiHidden/>
    <w:rsid w:val="00924D02"/>
    <w:rPr>
      <w:sz w:val="20"/>
      <w:szCs w:val="20"/>
    </w:rPr>
  </w:style>
  <w:style w:type="paragraph" w:styleId="CommentSubject">
    <w:name w:val="annotation subject"/>
    <w:basedOn w:val="CommentText"/>
    <w:next w:val="CommentText"/>
    <w:semiHidden/>
    <w:rsid w:val="00924D02"/>
    <w:rPr>
      <w:b/>
      <w:bCs/>
    </w:rPr>
  </w:style>
  <w:style w:type="paragraph" w:customStyle="1" w:styleId="CharCharChar">
    <w:name w:val="Char Char Char"/>
    <w:basedOn w:val="Normal"/>
    <w:rsid w:val="000A273B"/>
    <w:pPr>
      <w:tabs>
        <w:tab w:val="left" w:pos="709"/>
      </w:tabs>
    </w:pPr>
    <w:rPr>
      <w:rFonts w:ascii="Tahoma" w:hAnsi="Tahoma"/>
      <w:lang w:val="pl-PL" w:eastAsia="pl-PL"/>
    </w:rPr>
  </w:style>
  <w:style w:type="paragraph" w:customStyle="1" w:styleId="CharChar">
    <w:name w:val="Char Char"/>
    <w:basedOn w:val="Normal"/>
    <w:rsid w:val="002D41C1"/>
    <w:pPr>
      <w:tabs>
        <w:tab w:val="left" w:pos="709"/>
      </w:tabs>
    </w:pPr>
    <w:rPr>
      <w:rFonts w:ascii="Tahoma" w:hAnsi="Tahoma"/>
      <w:lang w:val="pl-PL" w:eastAsia="pl-PL"/>
    </w:rPr>
  </w:style>
  <w:style w:type="character" w:customStyle="1" w:styleId="TitleChar">
    <w:name w:val="Title Char"/>
    <w:basedOn w:val="DefaultParagraphFont"/>
    <w:link w:val="Title"/>
    <w:rsid w:val="001E0299"/>
    <w:rPr>
      <w:b/>
      <w:sz w:val="24"/>
      <w:szCs w:val="24"/>
      <w:lang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1054;&#1090;&#1082;&#1088;&#1080;&#1090;&#1072;%20&#1087;&#1088;&#1086;&#1094;&#1077;&#1076;&#1091;&#1088;&#1072;\2015\&#1042;&#1098;&#1079;&#1087;&#1088;&#1077;&#1087;&#1103;&#1090;&#1089;&#1090;&#1074;&#1072;&#1085;&#1077;%20&#1085;&#1072;&#1074;&#1083;&#1080;&#1079;&#1072;&#1085;&#1077;%20&#1085;&#1072;%20&#1074;&#1086;&#1076;&#1072;%20&#1074;%20&#1082;&#1072;&#1085;&#1072;&#1083;&#1080;&#1079;&#1072;&#1094;&#1080;&#1086;&#1085;&#1085;&#1072;&#1090;&#1072;%20&#1084;&#1088;&#1077;&#1078;&#1072;\&#1054;&#1041;&#1056;&#1040;&#1047;&#1045;&#1062;%20&#1086;&#1092;&#1077;&#1088;&#1090;&#1072;%20&#1086;&#1090;&#1082;&#1088;&#1080;&#1090;&#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98C4F9-4E91-4D35-91B0-5D4F01D6C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оферта открита</Template>
  <TotalTime>131</TotalTime>
  <Pages>2</Pages>
  <Words>303</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2032</CharactersWithSpaces>
  <SharedDoc>false</SharedDoc>
  <HLinks>
    <vt:vector size="6" baseType="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spspasova</cp:lastModifiedBy>
  <cp:revision>17</cp:revision>
  <cp:lastPrinted>2017-04-25T08:24:00Z</cp:lastPrinted>
  <dcterms:created xsi:type="dcterms:W3CDTF">2017-04-24T08:33:00Z</dcterms:created>
  <dcterms:modified xsi:type="dcterms:W3CDTF">2018-05-23T08:07:00Z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-659825002</vt:i4>
  </property>
  <property fmtid="{D5CDD505-2E9C-101B-9397-08002B2CF9AE}" pid="3" name="_EmailSubject">
    <vt:lpwstr/>
  </property>
  <property fmtid="{D5CDD505-2E9C-101B-9397-08002B2CF9AE}" pid="4" name="_AuthorEmail">
    <vt:lpwstr>NTCenova@npp.bg</vt:lpwstr>
  </property>
  <property fmtid="{D5CDD505-2E9C-101B-9397-08002B2CF9AE}" pid="5" name="_AuthorEmailDisplayName">
    <vt:lpwstr>Ценова, Надя Т.</vt:lpwstr>
  </property>
  <property fmtid="{D5CDD505-2E9C-101B-9397-08002B2CF9AE}" pid="6" name="_PreviousAdHocReviewCycleID">
    <vt:i4>-1028192717</vt:i4>
  </property>
  <property fmtid="{D5CDD505-2E9C-101B-9397-08002B2CF9AE}" pid="7" name="_ReviewingToolsShownOnce">
    <vt:lpwstr/>
  </property>
</Properties>
</file>