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ABA" w:rsidRDefault="00D30ABA">
      <w:pPr>
        <w:rPr>
          <w:lang w:val="bg-BG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119"/>
        <w:gridCol w:w="992"/>
        <w:gridCol w:w="2693"/>
        <w:gridCol w:w="2268"/>
      </w:tblGrid>
      <w:tr w:rsidR="00D30ABA" w:rsidRPr="00BD7086">
        <w:trPr>
          <w:tblHeader/>
        </w:trPr>
        <w:tc>
          <w:tcPr>
            <w:tcW w:w="817" w:type="dxa"/>
            <w:shd w:val="pct5" w:color="auto" w:fill="auto"/>
            <w:vAlign w:val="center"/>
          </w:tcPr>
          <w:p w:rsidR="00D30ABA" w:rsidRPr="00BD7086" w:rsidRDefault="00D30ABA" w:rsidP="00E03D58">
            <w:pPr>
              <w:tabs>
                <w:tab w:val="left" w:pos="0"/>
                <w:tab w:val="left" w:pos="7372"/>
                <w:tab w:val="left" w:pos="8222"/>
              </w:tabs>
              <w:ind w:left="-188" w:right="-250" w:firstLine="46"/>
              <w:jc w:val="center"/>
              <w:rPr>
                <w:b/>
                <w:bCs/>
                <w:color w:val="000000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3119" w:type="dxa"/>
            <w:shd w:val="pct5" w:color="auto" w:fill="auto"/>
            <w:vAlign w:val="center"/>
          </w:tcPr>
          <w:p w:rsidR="00D30ABA" w:rsidRPr="00BD7086" w:rsidRDefault="00D30ABA" w:rsidP="00E03D58">
            <w:pPr>
              <w:tabs>
                <w:tab w:val="left" w:pos="7372"/>
                <w:tab w:val="left" w:pos="8222"/>
              </w:tabs>
              <w:jc w:val="both"/>
              <w:rPr>
                <w:b/>
                <w:bCs/>
                <w:color w:val="000000"/>
                <w:lang w:val="bg-BG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  <w:lang w:val="bg-BG"/>
              </w:rPr>
              <w:t>Технически характеристики</w:t>
            </w:r>
          </w:p>
        </w:tc>
        <w:tc>
          <w:tcPr>
            <w:tcW w:w="992" w:type="dxa"/>
            <w:shd w:val="pct5" w:color="auto" w:fill="auto"/>
            <w:vAlign w:val="center"/>
          </w:tcPr>
          <w:p w:rsidR="00D30ABA" w:rsidRPr="00BD7086" w:rsidRDefault="00D30ABA" w:rsidP="00BD7086">
            <w:pPr>
              <w:tabs>
                <w:tab w:val="left" w:pos="7372"/>
                <w:tab w:val="left" w:pos="8222"/>
              </w:tabs>
              <w:jc w:val="center"/>
              <w:rPr>
                <w:b/>
                <w:bCs/>
                <w:color w:val="000000"/>
                <w:lang w:val="bg-BG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  <w:lang w:val="bg-BG"/>
              </w:rPr>
              <w:t>Мярка</w:t>
            </w:r>
          </w:p>
        </w:tc>
        <w:tc>
          <w:tcPr>
            <w:tcW w:w="2693" w:type="dxa"/>
            <w:shd w:val="pct5" w:color="auto" w:fill="auto"/>
            <w:vAlign w:val="center"/>
          </w:tcPr>
          <w:p w:rsidR="00D30ABA" w:rsidRPr="00BD7086" w:rsidRDefault="00D30ABA" w:rsidP="00E03D58">
            <w:pPr>
              <w:tabs>
                <w:tab w:val="left" w:pos="7372"/>
                <w:tab w:val="left" w:pos="8222"/>
              </w:tabs>
              <w:jc w:val="center"/>
              <w:rPr>
                <w:b/>
                <w:bCs/>
                <w:color w:val="000000"/>
                <w:lang w:val="bg-BG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  <w:lang w:val="bg-BG"/>
              </w:rPr>
              <w:t>Минимални технически изисквания</w:t>
            </w:r>
          </w:p>
        </w:tc>
        <w:tc>
          <w:tcPr>
            <w:tcW w:w="2268" w:type="dxa"/>
            <w:shd w:val="pct5" w:color="auto" w:fill="auto"/>
            <w:vAlign w:val="center"/>
          </w:tcPr>
          <w:p w:rsidR="00D30ABA" w:rsidRPr="00BD7086" w:rsidRDefault="00D30ABA" w:rsidP="00BD7086">
            <w:pPr>
              <w:tabs>
                <w:tab w:val="left" w:pos="7372"/>
                <w:tab w:val="left" w:pos="8222"/>
              </w:tabs>
              <w:jc w:val="center"/>
              <w:rPr>
                <w:b/>
                <w:bCs/>
                <w:color w:val="000000"/>
                <w:lang w:val="bg-BG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  <w:lang w:val="bg-BG"/>
              </w:rPr>
              <w:t>Технически данни на предложението</w:t>
            </w: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E03D58">
            <w:pPr>
              <w:tabs>
                <w:tab w:val="left" w:pos="0"/>
              </w:tabs>
              <w:ind w:left="-188" w:right="-250" w:firstLine="219"/>
              <w:jc w:val="center"/>
              <w:rPr>
                <w:lang w:val="bg-BG"/>
              </w:rPr>
            </w:pPr>
          </w:p>
        </w:tc>
        <w:tc>
          <w:tcPr>
            <w:tcW w:w="3119" w:type="dxa"/>
          </w:tcPr>
          <w:p w:rsidR="00D30ABA" w:rsidRPr="00BD7086" w:rsidRDefault="00D30ABA" w:rsidP="00E03D58">
            <w:pPr>
              <w:jc w:val="both"/>
              <w:rPr>
                <w:lang w:val="bg-BG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</w:rPr>
              <w:t>Общи данни</w:t>
            </w:r>
          </w:p>
        </w:tc>
        <w:tc>
          <w:tcPr>
            <w:tcW w:w="992" w:type="dxa"/>
          </w:tcPr>
          <w:p w:rsidR="00D30ABA" w:rsidRPr="00BD7086" w:rsidRDefault="00D30ABA" w:rsidP="00BD7086">
            <w:pPr>
              <w:rPr>
                <w:lang w:val="bg-BG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E03D58">
            <w:pPr>
              <w:jc w:val="center"/>
              <w:rPr>
                <w:lang w:val="bg-BG"/>
              </w:rPr>
            </w:pPr>
          </w:p>
        </w:tc>
        <w:tc>
          <w:tcPr>
            <w:tcW w:w="2268" w:type="dxa"/>
          </w:tcPr>
          <w:p w:rsidR="00D30ABA" w:rsidRPr="00BD7086" w:rsidRDefault="00D30ABA" w:rsidP="00BD7086">
            <w:pPr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Базови стандарти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IEC 62271-102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IEC 60694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Default="00D30ABA" w:rsidP="00282F77">
            <w:pPr>
              <w:tabs>
                <w:tab w:val="left" w:pos="7372"/>
                <w:tab w:val="left" w:pos="8222"/>
              </w:tabs>
            </w:pPr>
            <w:r>
              <w:t>Условията на околната среда</w:t>
            </w:r>
          </w:p>
          <w:p w:rsidR="00D30ABA" w:rsidRDefault="00D30ABA" w:rsidP="00DC4745">
            <w:pPr>
              <w:pStyle w:val="BodyText2"/>
              <w:numPr>
                <w:ilvl w:val="0"/>
                <w:numId w:val="6"/>
              </w:numPr>
              <w:tabs>
                <w:tab w:val="clear" w:pos="1932"/>
              </w:tabs>
              <w:ind w:left="0"/>
            </w:pPr>
            <w:r>
              <w:t>-</w:t>
            </w:r>
            <w:r>
              <w:rPr>
                <w:lang w:val="en-US"/>
              </w:rPr>
              <w:t xml:space="preserve"> </w:t>
            </w:r>
            <w:r>
              <w:t>максимална околна температура;</w:t>
            </w:r>
          </w:p>
          <w:p w:rsidR="00D30ABA" w:rsidRDefault="00D30ABA" w:rsidP="00DC4745">
            <w:pPr>
              <w:pStyle w:val="BodyText2"/>
              <w:numPr>
                <w:ilvl w:val="0"/>
                <w:numId w:val="6"/>
              </w:numPr>
              <w:tabs>
                <w:tab w:val="clear" w:pos="1932"/>
              </w:tabs>
              <w:ind w:left="0"/>
            </w:pPr>
            <w:r>
              <w:t>- минимална околна температура;</w:t>
            </w:r>
          </w:p>
          <w:p w:rsidR="00D30ABA" w:rsidRDefault="00D30ABA" w:rsidP="00693901">
            <w:pPr>
              <w:pStyle w:val="BodyText2"/>
              <w:rPr>
                <w:lang w:val="en-US"/>
              </w:rPr>
            </w:pPr>
            <w:r>
              <w:t xml:space="preserve">- относителна влажност на въздуха; </w:t>
            </w:r>
          </w:p>
          <w:p w:rsidR="00D30ABA" w:rsidRDefault="00D30ABA" w:rsidP="00693901">
            <w:pPr>
              <w:pStyle w:val="BodyText2"/>
            </w:pPr>
            <w:r>
              <w:t xml:space="preserve"> - надморска височина;</w:t>
            </w:r>
          </w:p>
          <w:p w:rsidR="00D30ABA" w:rsidRDefault="00D30ABA" w:rsidP="00DC4745">
            <w:pPr>
              <w:pStyle w:val="BodyText2"/>
              <w:numPr>
                <w:ilvl w:val="0"/>
                <w:numId w:val="6"/>
              </w:numPr>
              <w:tabs>
                <w:tab w:val="clear" w:pos="1932"/>
              </w:tabs>
              <w:ind w:left="0"/>
            </w:pPr>
            <w:r>
              <w:t>- скорост на вятъра;</w:t>
            </w:r>
          </w:p>
          <w:p w:rsidR="00D30ABA" w:rsidRPr="00693901" w:rsidRDefault="00D30ABA" w:rsidP="00DC4745">
            <w:pPr>
              <w:pStyle w:val="BodyText2"/>
              <w:numPr>
                <w:ilvl w:val="0"/>
                <w:numId w:val="6"/>
              </w:numPr>
              <w:tabs>
                <w:tab w:val="clear" w:pos="1932"/>
              </w:tabs>
              <w:ind w:left="0"/>
            </w:pPr>
            <w:r>
              <w:t xml:space="preserve">- дебелина на леденото покритие; </w:t>
            </w:r>
          </w:p>
        </w:tc>
        <w:tc>
          <w:tcPr>
            <w:tcW w:w="992" w:type="dxa"/>
          </w:tcPr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>
              <w:sym w:font="Symbol" w:char="F0B0"/>
            </w:r>
            <w:r>
              <w:t>С</w:t>
            </w: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>
              <w:sym w:font="Symbol" w:char="F0B0"/>
            </w:r>
            <w:r>
              <w:t>С</w:t>
            </w: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>
              <w:t>%</w:t>
            </w: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</w:pP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>
              <w:t>m</w:t>
            </w: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>
              <w:t>m/</w:t>
            </w:r>
            <w:r>
              <w:rPr>
                <w:lang w:val="en-US"/>
              </w:rPr>
              <w:t>s</w:t>
            </w:r>
          </w:p>
          <w:p w:rsidR="00D30ABA" w:rsidRDefault="00D30ABA" w:rsidP="00506F10">
            <w:pPr>
              <w:tabs>
                <w:tab w:val="left" w:pos="7372"/>
                <w:tab w:val="left" w:pos="8222"/>
              </w:tabs>
              <w:ind w:right="5"/>
              <w:jc w:val="center"/>
              <w:rPr>
                <w:lang w:val="bg-BG"/>
              </w:rPr>
            </w:pPr>
            <w:r>
              <w:rPr>
                <w:lang w:val="en-US"/>
              </w:rPr>
              <w:t>mm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</w:tcPr>
          <w:p w:rsidR="00D30ABA" w:rsidRDefault="00D30ABA" w:rsidP="00506F10">
            <w:pPr>
              <w:jc w:val="center"/>
            </w:pPr>
          </w:p>
          <w:p w:rsidR="00D30ABA" w:rsidRDefault="00D30ABA" w:rsidP="00506F10">
            <w:pPr>
              <w:jc w:val="center"/>
            </w:pPr>
          </w:p>
          <w:p w:rsidR="00D30ABA" w:rsidRDefault="00D30ABA" w:rsidP="002A40DF">
            <w:pPr>
              <w:rPr>
                <w:lang w:val="bg-BG"/>
              </w:rPr>
            </w:pPr>
            <w:r>
              <w:t>+45</w:t>
            </w:r>
          </w:p>
          <w:p w:rsidR="00D30ABA" w:rsidRDefault="00D30ABA" w:rsidP="002A40DF"/>
          <w:p w:rsidR="00D30ABA" w:rsidRDefault="00D30ABA" w:rsidP="002A40DF">
            <w:pPr>
              <w:rPr>
                <w:lang w:val="bg-BG"/>
              </w:rPr>
            </w:pPr>
            <w:r>
              <w:t>-25</w:t>
            </w:r>
          </w:p>
          <w:p w:rsidR="00D30ABA" w:rsidRDefault="00D30ABA" w:rsidP="002A40DF"/>
          <w:p w:rsidR="00D30ABA" w:rsidRDefault="00D30ABA" w:rsidP="002A40DF">
            <w:pPr>
              <w:rPr>
                <w:lang w:val="bg-BG"/>
              </w:rPr>
            </w:pPr>
            <w:r>
              <w:sym w:font="Symbol" w:char="F0B3"/>
            </w:r>
            <w:r>
              <w:t>90</w:t>
            </w:r>
          </w:p>
          <w:p w:rsidR="00D30ABA" w:rsidRDefault="00D30ABA" w:rsidP="002A40DF"/>
          <w:p w:rsidR="00D30ABA" w:rsidRDefault="00D30ABA" w:rsidP="002A40DF">
            <w:pPr>
              <w:rPr>
                <w:lang w:val="bg-BG"/>
              </w:rPr>
            </w:pPr>
            <w:r>
              <w:t>до 1000</w:t>
            </w:r>
          </w:p>
          <w:p w:rsidR="00D30ABA" w:rsidRDefault="00D30ABA" w:rsidP="002A40DF">
            <w:pPr>
              <w:rPr>
                <w:lang w:val="bg-BG"/>
              </w:rPr>
            </w:pPr>
            <w:r>
              <w:t>35</w:t>
            </w:r>
          </w:p>
          <w:p w:rsidR="00D30ABA" w:rsidRDefault="00D30ABA" w:rsidP="002A40DF">
            <w:pPr>
              <w:rPr>
                <w:lang w:val="bg-BG"/>
              </w:rPr>
            </w:pPr>
            <w:r>
              <w:t>20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Брой полюси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en-US"/>
              </w:rPr>
            </w:pPr>
            <w:r w:rsidRPr="00BD708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Брой триполюсни заземителни ножове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2 ; 1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Общ брой задвижвания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бр.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Инсталация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Външен монтаж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282F77">
            <w:pPr>
              <w:tabs>
                <w:tab w:val="left" w:pos="0"/>
              </w:tabs>
              <w:ind w:left="360"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  <w:lang w:val="bg-BG"/>
              </w:rPr>
              <w:t>Електрически параметри на разединителите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Номинално напрежение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kV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245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  <w:p w:rsidR="00D30ABA" w:rsidRPr="00BD7086" w:rsidRDefault="00D30ABA" w:rsidP="00282F77">
            <w:pPr>
              <w:tabs>
                <w:tab w:val="left" w:pos="0"/>
              </w:tabs>
              <w:ind w:left="-188" w:right="-250" w:firstLine="219"/>
              <w:rPr>
                <w:color w:val="000000"/>
                <w:lang w:val="bg-BG"/>
              </w:rPr>
            </w:pPr>
          </w:p>
          <w:p w:rsidR="00D30ABA" w:rsidRPr="00BD7086" w:rsidRDefault="00D30ABA" w:rsidP="00282F77">
            <w:pPr>
              <w:tabs>
                <w:tab w:val="left" w:pos="0"/>
              </w:tabs>
              <w:ind w:left="-188" w:right="-250" w:firstLine="219"/>
              <w:rPr>
                <w:color w:val="000000"/>
                <w:lang w:val="bg-BG"/>
              </w:rPr>
            </w:pPr>
          </w:p>
          <w:p w:rsidR="00D30ABA" w:rsidRPr="00BD7086" w:rsidRDefault="00D30ABA" w:rsidP="00282F77">
            <w:pPr>
              <w:tabs>
                <w:tab w:val="left" w:pos="0"/>
              </w:tabs>
              <w:ind w:left="-188" w:right="-250" w:firstLine="219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Номинално изолационно ниво</w:t>
            </w:r>
            <w:r>
              <w:rPr>
                <w:color w:val="000000"/>
                <w:sz w:val="22"/>
                <w:szCs w:val="22"/>
                <w:lang w:val="bg-BG"/>
              </w:rPr>
              <w:t>:</w:t>
            </w:r>
          </w:p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импулсно към земя;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импулсно между отворени контакти;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50 </w:t>
            </w:r>
            <w:r w:rsidRPr="00BD7086">
              <w:rPr>
                <w:color w:val="000000"/>
                <w:sz w:val="22"/>
                <w:szCs w:val="22"/>
              </w:rPr>
              <w:t xml:space="preserve">Hz/1 min –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към земя;</w:t>
            </w:r>
          </w:p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50 </w:t>
            </w:r>
            <w:r w:rsidRPr="00BD7086">
              <w:rPr>
                <w:color w:val="000000"/>
                <w:sz w:val="22"/>
                <w:szCs w:val="22"/>
              </w:rPr>
              <w:t>Hz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/1 </w:t>
            </w:r>
            <w:r w:rsidRPr="00BD7086">
              <w:rPr>
                <w:color w:val="000000"/>
                <w:sz w:val="22"/>
                <w:szCs w:val="22"/>
              </w:rPr>
              <w:t>min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–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между отворени контакти;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kV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kV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kV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kV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1050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1200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460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530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Номинална честота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Hz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Номинален ток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Номинален ток при късо съединение:</w:t>
            </w:r>
          </w:p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номинален ударен ток</w:t>
            </w:r>
          </w:p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номинален кратковременен ток за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3 </w:t>
            </w:r>
            <w:r w:rsidRPr="00BD7086">
              <w:rPr>
                <w:color w:val="000000"/>
                <w:sz w:val="22"/>
                <w:szCs w:val="22"/>
              </w:rPr>
              <w:t>sec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к</w:t>
            </w:r>
            <w:r w:rsidRPr="00BD7086">
              <w:rPr>
                <w:color w:val="000000"/>
                <w:sz w:val="22"/>
                <w:szCs w:val="22"/>
              </w:rPr>
              <w:t>A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к</w:t>
            </w:r>
            <w:r w:rsidRPr="00BD7086">
              <w:rPr>
                <w:color w:val="000000"/>
                <w:sz w:val="22"/>
                <w:szCs w:val="22"/>
              </w:rPr>
              <w:t>A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100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Допустима изключвателна способност на капацитивен ток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sym w:font="Symbol" w:char="F0B3"/>
            </w:r>
            <w:r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Допустима изключвателна способност на индуктивен ток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А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sym w:font="Symbol" w:char="F0B3"/>
            </w:r>
            <w:r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Време за включване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Време за изключване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s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Ниво на радиосмущения при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1,1</w:t>
            </w:r>
            <w:r w:rsidRPr="00BD7086">
              <w:rPr>
                <w:color w:val="000000"/>
                <w:sz w:val="22"/>
                <w:szCs w:val="22"/>
              </w:rPr>
              <w:t>U</w:t>
            </w:r>
            <w:r w:rsidRPr="00BD7086">
              <w:rPr>
                <w:color w:val="000000"/>
                <w:sz w:val="22"/>
                <w:szCs w:val="22"/>
                <w:vertAlign w:val="subscript"/>
              </w:rPr>
              <w:t>r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>/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μV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≤ 2500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627910">
            <w:pPr>
              <w:tabs>
                <w:tab w:val="left" w:pos="0"/>
              </w:tabs>
              <w:ind w:left="360"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</w:rPr>
              <w:t>Конструктивни параметри на разединителите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pStyle w:val="Heading8"/>
              <w:numPr>
                <w:ilvl w:val="0"/>
                <w:numId w:val="0"/>
              </w:numPr>
              <w:spacing w:line="240" w:lineRule="auto"/>
              <w:ind w:left="720" w:hanging="720"/>
              <w:rPr>
                <w:i w:val="0"/>
                <w:iCs w:val="0"/>
                <w:color w:val="000000"/>
                <w:lang w:val="bg-BG"/>
              </w:rPr>
            </w:pPr>
            <w:r w:rsidRPr="00BD7086">
              <w:rPr>
                <w:i w:val="0"/>
                <w:iCs w:val="0"/>
                <w:color w:val="000000"/>
                <w:sz w:val="22"/>
                <w:szCs w:val="22"/>
                <w:lang w:val="bg-BG"/>
              </w:rPr>
              <w:t>Тип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Колонен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Равнина на движение на ножа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jc w:val="both"/>
              <w:rPr>
                <w:color w:val="000000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Вертикална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Вид на изолатора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Порцелан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802E4E">
            <w:pPr>
              <w:tabs>
                <w:tab w:val="left" w:pos="0"/>
              </w:tabs>
              <w:ind w:left="360"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Изолационни разстояния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Височина на изолатора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r w:rsidRPr="00BD7086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2300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sym w:font="UniversalMath1 BT" w:char="F034"/>
            </w:r>
            <w:r w:rsidRPr="00BD7086">
              <w:rPr>
                <w:color w:val="000000"/>
                <w:sz w:val="22"/>
                <w:szCs w:val="22"/>
                <w:lang w:val="bg-BG"/>
              </w:rPr>
              <w:t>2600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Разстояние между изолаторите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r w:rsidRPr="00BD7086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2600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sym w:font="UniversalMath1 BT" w:char="F034"/>
            </w:r>
            <w:r w:rsidRPr="00BD7086">
              <w:rPr>
                <w:color w:val="000000"/>
                <w:sz w:val="22"/>
                <w:szCs w:val="22"/>
                <w:lang w:val="bg-BG"/>
              </w:rPr>
              <w:t>3200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Височина на изолатор и изключен  нож (общо)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r w:rsidRPr="00BD7086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5300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sym w:font="UniversalMath1 BT" w:char="F034"/>
            </w:r>
            <w:r w:rsidRPr="00BD7086">
              <w:rPr>
                <w:color w:val="000000"/>
                <w:sz w:val="22"/>
                <w:szCs w:val="22"/>
                <w:lang w:val="bg-BG"/>
              </w:rPr>
              <w:t>5600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0</w:t>
            </w:r>
          </w:p>
          <w:p w:rsidR="00D30ABA" w:rsidRPr="00BD7086" w:rsidRDefault="00D30ABA" w:rsidP="00282F77">
            <w:pPr>
              <w:tabs>
                <w:tab w:val="left" w:pos="0"/>
              </w:tabs>
              <w:ind w:left="-188" w:right="-250" w:firstLine="219"/>
              <w:rPr>
                <w:color w:val="000000"/>
                <w:lang w:val="bg-BG"/>
              </w:rPr>
            </w:pPr>
          </w:p>
          <w:p w:rsidR="00D30ABA" w:rsidRPr="00BD7086" w:rsidRDefault="00D30ABA" w:rsidP="00282F77">
            <w:pPr>
              <w:tabs>
                <w:tab w:val="left" w:pos="0"/>
              </w:tabs>
              <w:ind w:left="-188" w:right="-250" w:firstLine="219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минимално светло 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>(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дъгозащитно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>)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 разстояние към земя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минимално междуконтактно разстояние между полюсите </w:t>
            </w:r>
            <w:proofErr w:type="gramStart"/>
            <w:r w:rsidRPr="00BD7086">
              <w:rPr>
                <w:color w:val="000000"/>
                <w:sz w:val="22"/>
                <w:szCs w:val="22"/>
                <w:lang w:val="bg-BG"/>
              </w:rPr>
              <w:t>на</w:t>
            </w:r>
            <w:proofErr w:type="gramEnd"/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 фаза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минимално междуфазно разстояние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en-US"/>
              </w:rPr>
              <w:t>-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минимален път на утечката спрямо земя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BD7086">
              <w:rPr>
                <w:color w:val="000000"/>
                <w:sz w:val="22"/>
                <w:szCs w:val="22"/>
              </w:rPr>
              <w:t>m</w:t>
            </w: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BD7086">
              <w:rPr>
                <w:color w:val="000000"/>
                <w:sz w:val="22"/>
                <w:szCs w:val="22"/>
              </w:rPr>
              <w:t>m</w:t>
            </w: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m</w:t>
            </w:r>
            <w:r w:rsidRPr="00BD7086">
              <w:rPr>
                <w:color w:val="000000"/>
                <w:sz w:val="22"/>
                <w:szCs w:val="22"/>
              </w:rPr>
              <w:t>m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2100</w:t>
            </w:r>
          </w:p>
          <w:p w:rsidR="00D30ABA" w:rsidRDefault="00D30ABA" w:rsidP="00282F77">
            <w:pPr>
              <w:rPr>
                <w:color w:val="000000"/>
                <w:lang w:val="en-US"/>
              </w:rPr>
            </w:pPr>
          </w:p>
          <w:p w:rsidR="00D30ABA" w:rsidRPr="00802E4E" w:rsidRDefault="00D30ABA" w:rsidP="00282F77">
            <w:pPr>
              <w:rPr>
                <w:color w:val="000000"/>
                <w:lang w:val="en-US"/>
              </w:rPr>
            </w:pP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2200</w:t>
            </w:r>
          </w:p>
          <w:p w:rsidR="00D30ABA" w:rsidRDefault="00D30ABA" w:rsidP="00282F77">
            <w:pPr>
              <w:rPr>
                <w:color w:val="000000"/>
                <w:lang w:val="en-US"/>
              </w:rPr>
            </w:pPr>
          </w:p>
          <w:p w:rsidR="00D30ABA" w:rsidRPr="00802E4E" w:rsidRDefault="00D30ABA" w:rsidP="00282F77">
            <w:pPr>
              <w:rPr>
                <w:color w:val="000000"/>
                <w:lang w:val="en-US"/>
              </w:rPr>
            </w:pPr>
          </w:p>
          <w:p w:rsidR="00D30ABA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3</w:t>
            </w:r>
            <w:r w:rsidRPr="00BD7086">
              <w:rPr>
                <w:color w:val="000000"/>
                <w:sz w:val="22"/>
                <w:szCs w:val="22"/>
              </w:rPr>
              <w:t>000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75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00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802E4E">
            <w:pPr>
              <w:tabs>
                <w:tab w:val="left" w:pos="0"/>
              </w:tabs>
              <w:ind w:left="360"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8B30CE">
              <w:rPr>
                <w:color w:val="000000"/>
                <w:sz w:val="22"/>
                <w:szCs w:val="22"/>
                <w:lang w:val="bg-BG"/>
              </w:rPr>
              <w:t>Контактна система</w:t>
            </w:r>
          </w:p>
        </w:tc>
        <w:tc>
          <w:tcPr>
            <w:tcW w:w="992" w:type="dxa"/>
            <w:vAlign w:val="center"/>
          </w:tcPr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8B30CE" w:rsidRDefault="00D30ABA" w:rsidP="00802E4E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8B30CE">
              <w:rPr>
                <w:color w:val="000000"/>
                <w:sz w:val="22"/>
                <w:szCs w:val="22"/>
              </w:rPr>
              <w:t xml:space="preserve">- 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>тип</w:t>
            </w:r>
            <w:r w:rsidRPr="008B30CE">
              <w:rPr>
                <w:color w:val="000000"/>
                <w:sz w:val="22"/>
                <w:szCs w:val="22"/>
              </w:rPr>
              <w:t xml:space="preserve"> </w:t>
            </w:r>
          </w:p>
          <w:p w:rsidR="00D30ABA" w:rsidRPr="008B30CE" w:rsidRDefault="00D30ABA" w:rsidP="00802E4E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8B30CE">
              <w:rPr>
                <w:color w:val="000000"/>
                <w:sz w:val="22"/>
                <w:szCs w:val="22"/>
              </w:rPr>
              <w:t xml:space="preserve">   - 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 xml:space="preserve">материал </w:t>
            </w:r>
            <w:r w:rsidRPr="008B30CE">
              <w:rPr>
                <w:color w:val="000000"/>
                <w:sz w:val="22"/>
                <w:szCs w:val="22"/>
              </w:rPr>
              <w:t xml:space="preserve"> </w:t>
            </w:r>
          </w:p>
          <w:p w:rsidR="00D30ABA" w:rsidRPr="00BD7086" w:rsidRDefault="00D30ABA" w:rsidP="00802E4E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8B30CE">
              <w:rPr>
                <w:color w:val="000000"/>
                <w:sz w:val="22"/>
                <w:szCs w:val="22"/>
              </w:rPr>
              <w:t xml:space="preserve">   - 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>максимално преходно съпротивление</w:t>
            </w:r>
          </w:p>
        </w:tc>
        <w:tc>
          <w:tcPr>
            <w:tcW w:w="992" w:type="dxa"/>
          </w:tcPr>
          <w:p w:rsidR="00D30ABA" w:rsidRDefault="00D30ABA" w:rsidP="003056DF">
            <w:pPr>
              <w:tabs>
                <w:tab w:val="left" w:pos="7372"/>
                <w:tab w:val="left" w:pos="8222"/>
              </w:tabs>
              <w:jc w:val="center"/>
              <w:rPr>
                <w:color w:val="000000"/>
                <w:lang w:val="bg-BG"/>
              </w:rPr>
            </w:pPr>
          </w:p>
          <w:p w:rsidR="00D30ABA" w:rsidRDefault="00D30ABA" w:rsidP="003056DF">
            <w:pPr>
              <w:tabs>
                <w:tab w:val="left" w:pos="7372"/>
                <w:tab w:val="left" w:pos="8222"/>
              </w:tabs>
              <w:jc w:val="center"/>
              <w:rPr>
                <w:color w:val="000000"/>
                <w:lang w:val="bg-BG"/>
              </w:rPr>
            </w:pPr>
          </w:p>
          <w:p w:rsidR="00D30ABA" w:rsidRPr="008B30CE" w:rsidRDefault="00D30ABA" w:rsidP="003056DF">
            <w:pPr>
              <w:tabs>
                <w:tab w:val="left" w:pos="7372"/>
                <w:tab w:val="left" w:pos="8222"/>
              </w:tabs>
              <w:jc w:val="center"/>
              <w:rPr>
                <w:color w:val="000000"/>
              </w:rPr>
            </w:pPr>
            <w:r w:rsidRPr="008B30CE">
              <w:rPr>
                <w:color w:val="000000"/>
                <w:sz w:val="22"/>
                <w:szCs w:val="22"/>
              </w:rPr>
              <w:t>µΩ</w:t>
            </w:r>
          </w:p>
        </w:tc>
        <w:tc>
          <w:tcPr>
            <w:tcW w:w="2693" w:type="dxa"/>
          </w:tcPr>
          <w:p w:rsidR="00D30ABA" w:rsidRDefault="00D30ABA" w:rsidP="003056DF">
            <w:pPr>
              <w:jc w:val="center"/>
              <w:rPr>
                <w:color w:val="000000"/>
                <w:lang w:val="en-US"/>
              </w:rPr>
            </w:pPr>
          </w:p>
          <w:p w:rsidR="00D30ABA" w:rsidRPr="008B30CE" w:rsidRDefault="00D30ABA" w:rsidP="003056DF">
            <w:pPr>
              <w:jc w:val="center"/>
              <w:rPr>
                <w:color w:val="000000"/>
                <w:lang w:val="bg-BG"/>
              </w:rPr>
            </w:pPr>
            <w:r w:rsidRPr="008B30CE">
              <w:rPr>
                <w:color w:val="000000"/>
                <w:sz w:val="22"/>
                <w:szCs w:val="22"/>
                <w:lang w:val="bg-BG"/>
              </w:rPr>
              <w:t>Мед</w:t>
            </w:r>
            <w:r w:rsidRPr="008B30CE">
              <w:rPr>
                <w:color w:val="000000"/>
                <w:sz w:val="22"/>
                <w:szCs w:val="22"/>
              </w:rPr>
              <w:t>/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>сребро</w:t>
            </w:r>
          </w:p>
          <w:p w:rsidR="00D30ABA" w:rsidRPr="008B30CE" w:rsidRDefault="00D30ABA" w:rsidP="003056DF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sym w:font="Symbol" w:char="F0A3"/>
            </w:r>
            <w:r>
              <w:rPr>
                <w:color w:val="000000"/>
                <w:sz w:val="22"/>
                <w:szCs w:val="22"/>
                <w:lang w:val="bg-BG"/>
              </w:rPr>
              <w:t>95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</w:tcPr>
          <w:p w:rsidR="00D30ABA" w:rsidRPr="008B30CE" w:rsidRDefault="00D30ABA" w:rsidP="003056DF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8B30CE">
              <w:rPr>
                <w:color w:val="000000"/>
                <w:sz w:val="22"/>
                <w:szCs w:val="22"/>
              </w:rPr>
              <w:t xml:space="preserve"> 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>Вид и тип блокировки</w:t>
            </w:r>
            <w:r w:rsidRPr="008B30C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D30ABA" w:rsidRPr="008B30CE" w:rsidRDefault="00D30ABA" w:rsidP="003056DF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</w:tcPr>
          <w:p w:rsidR="00D30ABA" w:rsidRPr="008B30CE" w:rsidRDefault="00D30ABA" w:rsidP="003056D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 xml:space="preserve">Механична и  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>електрическа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</w:tcPr>
          <w:p w:rsidR="00D30ABA" w:rsidRPr="008B30CE" w:rsidRDefault="00D30ABA" w:rsidP="003056DF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8B30CE">
              <w:rPr>
                <w:color w:val="000000"/>
                <w:sz w:val="22"/>
                <w:szCs w:val="22"/>
                <w:lang w:val="bg-BG"/>
              </w:rPr>
              <w:t xml:space="preserve">Оцветяване на рамата на главните ножове </w:t>
            </w:r>
          </w:p>
        </w:tc>
        <w:tc>
          <w:tcPr>
            <w:tcW w:w="992" w:type="dxa"/>
          </w:tcPr>
          <w:p w:rsidR="00D30ABA" w:rsidRPr="00413CED" w:rsidRDefault="00D30ABA" w:rsidP="003056DF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</w:p>
        </w:tc>
        <w:tc>
          <w:tcPr>
            <w:tcW w:w="2693" w:type="dxa"/>
          </w:tcPr>
          <w:p w:rsidR="00D30ABA" w:rsidRDefault="00D30ABA" w:rsidP="003056DF">
            <w:pPr>
              <w:jc w:val="center"/>
              <w:rPr>
                <w:color w:val="000000"/>
                <w:lang w:val="en-US"/>
              </w:rPr>
            </w:pPr>
            <w:r w:rsidRPr="008B30CE">
              <w:rPr>
                <w:color w:val="000000"/>
                <w:sz w:val="22"/>
                <w:szCs w:val="22"/>
                <w:lang w:val="bg-BG"/>
              </w:rPr>
              <w:t>Светло сив</w:t>
            </w:r>
          </w:p>
          <w:p w:rsidR="00D30ABA" w:rsidRPr="00D62551" w:rsidRDefault="00D30ABA" w:rsidP="003056D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RAL 7035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</w:tcPr>
          <w:p w:rsidR="00D30ABA" w:rsidRPr="008B30CE" w:rsidRDefault="00D30ABA" w:rsidP="003056DF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8B30CE">
              <w:rPr>
                <w:color w:val="000000"/>
                <w:sz w:val="22"/>
                <w:szCs w:val="22"/>
              </w:rPr>
              <w:t xml:space="preserve"> 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>Степен на антикорозионна защита</w:t>
            </w:r>
          </w:p>
        </w:tc>
        <w:tc>
          <w:tcPr>
            <w:tcW w:w="992" w:type="dxa"/>
          </w:tcPr>
          <w:p w:rsidR="00D30ABA" w:rsidRPr="008B30CE" w:rsidRDefault="00D30ABA" w:rsidP="003056DF">
            <w:pPr>
              <w:tabs>
                <w:tab w:val="left" w:pos="7372"/>
                <w:tab w:val="left" w:pos="8222"/>
              </w:tabs>
              <w:jc w:val="center"/>
              <w:rPr>
                <w:color w:val="000000"/>
              </w:rPr>
            </w:pPr>
            <w:r w:rsidRPr="008B30CE">
              <w:rPr>
                <w:color w:val="000000"/>
                <w:sz w:val="22"/>
                <w:szCs w:val="22"/>
                <w:lang w:val="bg-BG"/>
              </w:rPr>
              <w:t>години</w:t>
            </w:r>
          </w:p>
        </w:tc>
        <w:tc>
          <w:tcPr>
            <w:tcW w:w="2693" w:type="dxa"/>
          </w:tcPr>
          <w:p w:rsidR="00D30ABA" w:rsidRPr="00CF6F19" w:rsidRDefault="00D30ABA" w:rsidP="003056DF">
            <w:pPr>
              <w:jc w:val="center"/>
              <w:rPr>
                <w:color w:val="000000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sym w:font="Symbol" w:char="F0B3"/>
            </w:r>
            <w:r>
              <w:rPr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</w:tcPr>
          <w:p w:rsidR="00D30ABA" w:rsidRPr="00413CED" w:rsidRDefault="00D30ABA" w:rsidP="003056DF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413CED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>Тегл</w:t>
            </w:r>
            <w:r>
              <w:rPr>
                <w:color w:val="000000"/>
                <w:sz w:val="22"/>
                <w:szCs w:val="22"/>
                <w:lang w:val="bg-BG"/>
              </w:rPr>
              <w:t>о на разединителя с един земен но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>ж</w:t>
            </w:r>
          </w:p>
        </w:tc>
        <w:tc>
          <w:tcPr>
            <w:tcW w:w="992" w:type="dxa"/>
          </w:tcPr>
          <w:p w:rsidR="00D30ABA" w:rsidRPr="008B30CE" w:rsidRDefault="00D30ABA" w:rsidP="003056DF">
            <w:pPr>
              <w:tabs>
                <w:tab w:val="left" w:pos="7372"/>
                <w:tab w:val="left" w:pos="8222"/>
              </w:tabs>
              <w:jc w:val="center"/>
              <w:rPr>
                <w:color w:val="000000"/>
              </w:rPr>
            </w:pPr>
            <w:r w:rsidRPr="008B30C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2693" w:type="dxa"/>
          </w:tcPr>
          <w:p w:rsidR="00D30ABA" w:rsidRPr="008B30CE" w:rsidRDefault="00D30ABA" w:rsidP="003056DF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</w:tcPr>
          <w:p w:rsidR="00D30ABA" w:rsidRPr="00413CED" w:rsidRDefault="00D30ABA" w:rsidP="003056DF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8B30CE">
              <w:rPr>
                <w:color w:val="000000"/>
                <w:sz w:val="22"/>
                <w:szCs w:val="22"/>
                <w:lang w:val="bg-BG"/>
              </w:rPr>
              <w:t>Тегл</w:t>
            </w:r>
            <w:r>
              <w:rPr>
                <w:color w:val="000000"/>
                <w:sz w:val="22"/>
                <w:szCs w:val="22"/>
                <w:lang w:val="bg-BG"/>
              </w:rPr>
              <w:t>о на разединителя с два земни но</w:t>
            </w:r>
            <w:r w:rsidRPr="008B30CE">
              <w:rPr>
                <w:color w:val="000000"/>
                <w:sz w:val="22"/>
                <w:szCs w:val="22"/>
                <w:lang w:val="bg-BG"/>
              </w:rPr>
              <w:t>жа</w:t>
            </w:r>
          </w:p>
        </w:tc>
        <w:tc>
          <w:tcPr>
            <w:tcW w:w="992" w:type="dxa"/>
          </w:tcPr>
          <w:p w:rsidR="00D30ABA" w:rsidRPr="008B30CE" w:rsidRDefault="00D30ABA" w:rsidP="003056DF">
            <w:pPr>
              <w:tabs>
                <w:tab w:val="left" w:pos="7372"/>
                <w:tab w:val="left" w:pos="8222"/>
              </w:tabs>
              <w:jc w:val="center"/>
              <w:rPr>
                <w:color w:val="000000"/>
              </w:rPr>
            </w:pPr>
            <w:r w:rsidRPr="008B30CE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2693" w:type="dxa"/>
          </w:tcPr>
          <w:p w:rsidR="00D30ABA" w:rsidRPr="008B30CE" w:rsidRDefault="00D30ABA" w:rsidP="003056DF">
            <w:pPr>
              <w:jc w:val="center"/>
              <w:rPr>
                <w:color w:val="000000"/>
                <w:lang w:val="bg-BG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48007C">
            <w:pPr>
              <w:tabs>
                <w:tab w:val="left" w:pos="0"/>
              </w:tabs>
              <w:ind w:left="360"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</w:rPr>
              <w:t>Конструктивни параметри на земните ножове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38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Равнина на движение на ножа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jc w:val="both"/>
              <w:rPr>
                <w:color w:val="000000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Вертикално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39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Вид и тип на блокировките 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jc w:val="both"/>
              <w:rPr>
                <w:color w:val="000000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Механична</w:t>
            </w:r>
            <w:r w:rsidRPr="00BD7086">
              <w:rPr>
                <w:color w:val="000000"/>
                <w:sz w:val="22"/>
                <w:szCs w:val="22"/>
              </w:rPr>
              <w:t>;</w:t>
            </w:r>
          </w:p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електрическа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40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Оцветяване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на земният нож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jc w:val="both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48007C" w:rsidRDefault="00D30ABA" w:rsidP="00282F77">
            <w:pPr>
              <w:rPr>
                <w:color w:val="000000"/>
                <w:lang w:val="en-US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Тип зебра червено и бяло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RAL3017/ RAL9010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41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Оцветяване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на кутията на задвижващият механизъм на земните ножове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jc w:val="both"/>
              <w:rPr>
                <w:color w:val="000000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Червен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42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Степен на антикорозионната защита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години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sym w:font="Symbol" w:char="F0B3"/>
            </w:r>
            <w:r w:rsidRPr="00BD7086">
              <w:rPr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48007C">
            <w:pPr>
              <w:tabs>
                <w:tab w:val="left" w:pos="0"/>
              </w:tabs>
              <w:ind w:left="360" w:right="-250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b/>
                <w:bCs/>
                <w:color w:val="000000"/>
                <w:sz w:val="22"/>
                <w:szCs w:val="22"/>
                <w:lang w:val="bg-BG"/>
              </w:rPr>
              <w:t>Технически параметри на задвижването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</w:rPr>
            </w:pP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pStyle w:val="Heading8"/>
              <w:numPr>
                <w:ilvl w:val="0"/>
                <w:numId w:val="0"/>
              </w:numPr>
              <w:spacing w:line="240" w:lineRule="auto"/>
              <w:rPr>
                <w:i w:val="0"/>
                <w:iCs w:val="0"/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Вид на задвижването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моторно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 и ръчно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43</w:t>
            </w:r>
          </w:p>
        </w:tc>
        <w:tc>
          <w:tcPr>
            <w:tcW w:w="3119" w:type="dxa"/>
            <w:vAlign w:val="center"/>
          </w:tcPr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en-US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Моторна задвижване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 Оперативно напрежение на електромотора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Номинална мощност на електродвигателя</w:t>
            </w: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пусков ток на електродвигателя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  <w:p w:rsidR="00D30ABA" w:rsidRPr="0013071F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>
              <w:rPr>
                <w:color w:val="000000"/>
                <w:sz w:val="22"/>
                <w:szCs w:val="22"/>
              </w:rPr>
              <w:t xml:space="preserve">- 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време за една операция при </w:t>
            </w:r>
            <w:r>
              <w:rPr>
                <w:color w:val="000000"/>
                <w:sz w:val="22"/>
                <w:szCs w:val="22"/>
                <w:lang w:val="bg-BG"/>
              </w:rPr>
              <w:lastRenderedPageBreak/>
              <w:t>моторното задвижване</w:t>
            </w:r>
          </w:p>
        </w:tc>
        <w:tc>
          <w:tcPr>
            <w:tcW w:w="992" w:type="dxa"/>
          </w:tcPr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en-US"/>
              </w:rPr>
            </w:pP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en-US"/>
              </w:rPr>
              <w:t>V/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А</w:t>
            </w:r>
            <w:r w:rsidRPr="00BD7086">
              <w:rPr>
                <w:color w:val="000000"/>
                <w:sz w:val="22"/>
                <w:szCs w:val="22"/>
              </w:rPr>
              <w:t>C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W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>A</w:t>
            </w: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</w:p>
          <w:p w:rsidR="00D30ABA" w:rsidRPr="0013071F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s</w:t>
            </w:r>
          </w:p>
        </w:tc>
        <w:tc>
          <w:tcPr>
            <w:tcW w:w="2693" w:type="dxa"/>
          </w:tcPr>
          <w:p w:rsidR="00D30ABA" w:rsidRDefault="00D30ABA" w:rsidP="00282F77">
            <w:pPr>
              <w:rPr>
                <w:color w:val="000000"/>
              </w:rPr>
            </w:pPr>
          </w:p>
          <w:p w:rsidR="00D30ABA" w:rsidRDefault="00D30ABA" w:rsidP="00282F77">
            <w:pPr>
              <w:rPr>
                <w:color w:val="000000"/>
                <w:lang w:val="en-US"/>
              </w:rPr>
            </w:pPr>
            <w:r w:rsidRPr="00BD7086">
              <w:rPr>
                <w:color w:val="000000"/>
                <w:sz w:val="22"/>
                <w:szCs w:val="22"/>
              </w:rPr>
              <w:t>220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  <w:lang w:val="en-US"/>
              </w:rPr>
              <w:sym w:font="Symbol" w:char="F0B1"/>
            </w:r>
            <w:r w:rsidRPr="00BD7086">
              <w:rPr>
                <w:color w:val="000000"/>
                <w:sz w:val="22"/>
                <w:szCs w:val="22"/>
                <w:lang w:val="en-US"/>
              </w:rPr>
              <w:t>10</w:t>
            </w:r>
          </w:p>
          <w:p w:rsidR="00D30ABA" w:rsidRDefault="00D30ABA" w:rsidP="00282F77">
            <w:pPr>
              <w:rPr>
                <w:color w:val="000000"/>
                <w:lang w:val="en-US"/>
              </w:rPr>
            </w:pPr>
          </w:p>
          <w:p w:rsidR="00D30ABA" w:rsidRDefault="00D30ABA" w:rsidP="00282F77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sym w:font="Symbol" w:char="F0A3"/>
            </w:r>
            <w:r>
              <w:rPr>
                <w:color w:val="000000"/>
                <w:sz w:val="22"/>
                <w:szCs w:val="22"/>
                <w:lang w:val="en-US"/>
              </w:rPr>
              <w:t>300</w:t>
            </w:r>
          </w:p>
          <w:p w:rsidR="00D30ABA" w:rsidRDefault="00D30ABA" w:rsidP="00282F77">
            <w:pPr>
              <w:rPr>
                <w:color w:val="000000"/>
                <w:lang w:val="en-US"/>
              </w:rPr>
            </w:pPr>
          </w:p>
          <w:p w:rsidR="00D30ABA" w:rsidRDefault="00D30ABA" w:rsidP="00282F77">
            <w:pPr>
              <w:rPr>
                <w:color w:val="000000"/>
                <w:lang w:val="en-US"/>
              </w:rPr>
            </w:pPr>
          </w:p>
          <w:p w:rsidR="00D30ABA" w:rsidRDefault="00D30ABA" w:rsidP="00282F77">
            <w:pPr>
              <w:rPr>
                <w:color w:val="000000"/>
                <w:lang w:val="en-US"/>
              </w:rPr>
            </w:pPr>
          </w:p>
          <w:p w:rsidR="00D30ABA" w:rsidRPr="0013071F" w:rsidRDefault="00D30ABA" w:rsidP="00282F77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sym w:font="Symbol" w:char="F0A3"/>
            </w:r>
            <w:r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lastRenderedPageBreak/>
              <w:t>44</w:t>
            </w:r>
          </w:p>
        </w:tc>
        <w:tc>
          <w:tcPr>
            <w:tcW w:w="3119" w:type="dxa"/>
            <w:vAlign w:val="center"/>
          </w:tcPr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Ръчно задвижване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завъртане на манивелата при ръчно задвижване за една операция</w:t>
            </w:r>
          </w:p>
          <w:p w:rsidR="00D30ABA" w:rsidRPr="0013071F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en-US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Усилия върху ръчката на манивелата при манипулация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Броя обороти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en-US"/>
              </w:rPr>
            </w:pPr>
          </w:p>
          <w:p w:rsidR="00D30ABA" w:rsidRPr="0013071F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en-US"/>
              </w:rPr>
            </w:pP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N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</w:tc>
        <w:tc>
          <w:tcPr>
            <w:tcW w:w="2693" w:type="dxa"/>
          </w:tcPr>
          <w:p w:rsidR="00D30ABA" w:rsidRDefault="00D30ABA" w:rsidP="00282F77">
            <w:pPr>
              <w:rPr>
                <w:color w:val="000000"/>
              </w:rPr>
            </w:pPr>
          </w:p>
          <w:p w:rsidR="00D30ABA" w:rsidRPr="0013071F" w:rsidRDefault="00D30ABA" w:rsidP="00282F77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sym w:font="Symbol" w:char="F0A3"/>
            </w:r>
            <w:r>
              <w:rPr>
                <w:color w:val="000000"/>
                <w:sz w:val="22"/>
                <w:szCs w:val="22"/>
                <w:lang w:val="en-US"/>
              </w:rPr>
              <w:t>850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45</w:t>
            </w:r>
          </w:p>
          <w:p w:rsidR="00D30ABA" w:rsidRPr="00BD7086" w:rsidRDefault="00D30ABA" w:rsidP="00282F77">
            <w:pPr>
              <w:tabs>
                <w:tab w:val="left" w:pos="0"/>
              </w:tabs>
              <w:ind w:left="-188" w:right="-250" w:firstLine="219"/>
              <w:rPr>
                <w:color w:val="000000"/>
                <w:lang w:val="bg-BG"/>
              </w:rPr>
            </w:pPr>
          </w:p>
          <w:p w:rsidR="00D30ABA" w:rsidRPr="00BD7086" w:rsidRDefault="00D30ABA" w:rsidP="00282F77">
            <w:pPr>
              <w:tabs>
                <w:tab w:val="left" w:pos="0"/>
              </w:tabs>
              <w:ind w:left="-188" w:right="-250" w:firstLine="219"/>
              <w:rPr>
                <w:color w:val="000000"/>
                <w:lang w:val="bg-BG"/>
              </w:rPr>
            </w:pPr>
          </w:p>
        </w:tc>
        <w:tc>
          <w:tcPr>
            <w:tcW w:w="3119" w:type="dxa"/>
            <w:vAlign w:val="center"/>
          </w:tcPr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Помощни контакти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нормално отворени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нормално затворени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номинален продължителен ток на контактите при напрежение 220</w:t>
            </w:r>
            <w:r w:rsidRPr="00BD7086">
              <w:rPr>
                <w:color w:val="000000"/>
                <w:sz w:val="22"/>
                <w:szCs w:val="22"/>
                <w:lang w:val="eu-ES"/>
              </w:rPr>
              <w:t xml:space="preserve"> V DC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Комутационна способност на контактите при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220 </w:t>
            </w:r>
            <w:r w:rsidRPr="00BD7086">
              <w:rPr>
                <w:color w:val="000000"/>
                <w:sz w:val="22"/>
                <w:szCs w:val="22"/>
              </w:rPr>
              <w:t>V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</w:rPr>
              <w:t>AC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и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  </w:t>
            </w:r>
            <w:r w:rsidRPr="00BD7086">
              <w:rPr>
                <w:color w:val="000000"/>
                <w:sz w:val="22"/>
                <w:szCs w:val="22"/>
              </w:rPr>
              <w:t>cos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</w:rPr>
              <w:t>φ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>= 0.8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Комутационна способност на контактите при 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220 </w:t>
            </w:r>
            <w:r w:rsidRPr="00BD7086">
              <w:rPr>
                <w:color w:val="000000"/>
                <w:sz w:val="22"/>
                <w:szCs w:val="22"/>
              </w:rPr>
              <w:t>V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</w:rPr>
              <w:t>DC</w:t>
            </w:r>
          </w:p>
        </w:tc>
        <w:tc>
          <w:tcPr>
            <w:tcW w:w="992" w:type="dxa"/>
            <w:vAlign w:val="center"/>
          </w:tcPr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en-US"/>
              </w:rPr>
            </w:pP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броя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броя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A </w:t>
            </w: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en-US"/>
              </w:rPr>
            </w:pPr>
          </w:p>
          <w:p w:rsidR="00D30ABA" w:rsidRPr="0013071F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en-US"/>
              </w:rPr>
            </w:pP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A </w:t>
            </w:r>
          </w:p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A </w:t>
            </w:r>
          </w:p>
        </w:tc>
        <w:tc>
          <w:tcPr>
            <w:tcW w:w="2693" w:type="dxa"/>
            <w:vAlign w:val="center"/>
          </w:tcPr>
          <w:p w:rsidR="00D30ABA" w:rsidRDefault="00D30ABA" w:rsidP="00282F77">
            <w:pPr>
              <w:rPr>
                <w:color w:val="000000"/>
                <w:lang w:val="en-US"/>
              </w:rPr>
            </w:pPr>
          </w:p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sym w:font="Symbol" w:char="F0B3"/>
            </w:r>
            <w:r w:rsidRPr="00BD7086">
              <w:rPr>
                <w:color w:val="000000"/>
                <w:sz w:val="22"/>
                <w:szCs w:val="22"/>
              </w:rPr>
              <w:t>1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5</w:t>
            </w:r>
          </w:p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sym w:font="Symbol" w:char="F0B3"/>
            </w:r>
            <w:r w:rsidRPr="00BD7086">
              <w:rPr>
                <w:color w:val="000000"/>
                <w:sz w:val="22"/>
                <w:szCs w:val="22"/>
              </w:rPr>
              <w:t>1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5</w:t>
            </w:r>
          </w:p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≥ </w:t>
            </w:r>
            <w:r>
              <w:rPr>
                <w:color w:val="000000"/>
                <w:sz w:val="22"/>
                <w:szCs w:val="22"/>
              </w:rPr>
              <w:t>5</w:t>
            </w:r>
          </w:p>
          <w:p w:rsidR="00D30ABA" w:rsidRDefault="00D30ABA" w:rsidP="00282F77">
            <w:pPr>
              <w:rPr>
                <w:color w:val="000000"/>
                <w:lang w:val="en-US"/>
              </w:rPr>
            </w:pPr>
          </w:p>
          <w:p w:rsidR="00D30ABA" w:rsidRPr="0013071F" w:rsidRDefault="00D30ABA" w:rsidP="00282F77">
            <w:pPr>
              <w:rPr>
                <w:color w:val="000000"/>
                <w:lang w:val="en-US"/>
              </w:rPr>
            </w:pPr>
          </w:p>
          <w:p w:rsidR="00D30ABA" w:rsidRPr="00303147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>≥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g-BG"/>
              </w:rPr>
              <w:t>16</w:t>
            </w:r>
          </w:p>
          <w:p w:rsidR="00D30ABA" w:rsidRDefault="00D30ABA" w:rsidP="00282F77">
            <w:pPr>
              <w:rPr>
                <w:color w:val="000000"/>
              </w:rPr>
            </w:pPr>
          </w:p>
          <w:p w:rsidR="00D30ABA" w:rsidRPr="00BD7086" w:rsidRDefault="00D30ABA" w:rsidP="00282F77">
            <w:pPr>
              <w:rPr>
                <w:color w:val="000000"/>
              </w:rPr>
            </w:pPr>
          </w:p>
          <w:p w:rsidR="00D30ABA" w:rsidRPr="00303147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>≥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46</w:t>
            </w:r>
          </w:p>
        </w:tc>
        <w:tc>
          <w:tcPr>
            <w:tcW w:w="3119" w:type="dxa"/>
            <w:vAlign w:val="center"/>
          </w:tcPr>
          <w:p w:rsidR="00D30ABA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Оцветяване: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кутията на задвижващият механизъм на главните ножове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-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кутията на задвижващият механизъм на земните ножове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</w:p>
        </w:tc>
        <w:tc>
          <w:tcPr>
            <w:tcW w:w="2693" w:type="dxa"/>
            <w:vAlign w:val="center"/>
          </w:tcPr>
          <w:p w:rsidR="00D30ABA" w:rsidRPr="00D02DFE" w:rsidRDefault="00D30ABA" w:rsidP="00282F77">
            <w:pPr>
              <w:rPr>
                <w:color w:val="000000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RAL 7035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47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Минимална степен на защита на командният шкаф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IP54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48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Период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 на антикорозионна защита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Години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>≥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49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Нагреватели </w:t>
            </w:r>
            <w:r w:rsidRPr="00BD7086">
              <w:rPr>
                <w:color w:val="000000"/>
                <w:sz w:val="22"/>
                <w:szCs w:val="22"/>
              </w:rPr>
              <w:t xml:space="preserve"> 220 V</w:t>
            </w:r>
            <w:r>
              <w:rPr>
                <w:color w:val="000000"/>
                <w:sz w:val="22"/>
                <w:szCs w:val="22"/>
                <w:lang w:val="bg-BG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</w:rPr>
              <w:t>AC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Мощност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броя</w:t>
            </w:r>
          </w:p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</w:rPr>
              <w:t>W</w:t>
            </w:r>
          </w:p>
        </w:tc>
        <w:tc>
          <w:tcPr>
            <w:tcW w:w="2693" w:type="dxa"/>
            <w:vAlign w:val="center"/>
          </w:tcPr>
          <w:p w:rsidR="00D30ABA" w:rsidRDefault="00D30ABA" w:rsidP="00282F77">
            <w:pPr>
              <w:rPr>
                <w:color w:val="000000"/>
                <w:lang w:val="en-US"/>
              </w:rPr>
            </w:pPr>
            <w:r w:rsidRPr="00BD7086">
              <w:rPr>
                <w:color w:val="000000"/>
                <w:sz w:val="22"/>
                <w:szCs w:val="22"/>
                <w:lang w:val="en-US"/>
              </w:rPr>
              <w:t>1</w:t>
            </w:r>
          </w:p>
          <w:p w:rsidR="00D30ABA" w:rsidRPr="00BD7086" w:rsidRDefault="00D30ABA" w:rsidP="00282F77">
            <w:pPr>
              <w:rPr>
                <w:color w:val="000000"/>
                <w:lang w:val="en-US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50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Преходи за сигнални и захранващи кабели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2693" w:type="dxa"/>
            <w:vAlign w:val="center"/>
          </w:tcPr>
          <w:p w:rsidR="00D30ABA" w:rsidRPr="00D02DFE" w:rsidRDefault="00D30ABA" w:rsidP="00282F77">
            <w:pPr>
              <w:rPr>
                <w:color w:val="000000"/>
                <w:lang w:val="bg-BG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Съгласно проекта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51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ru-RU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Изпитвателно напрежение на вторичните вериги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kV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bg-BG"/>
              </w:rPr>
              <w:t>Съгласно изискванията на нормативните документи</w:t>
            </w: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52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Тегло на задвижващите механизми</w:t>
            </w:r>
            <w:r w:rsidRPr="00BD708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 xml:space="preserve">kg 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  <w:tr w:rsidR="00D30ABA" w:rsidRPr="00BD7086">
        <w:tc>
          <w:tcPr>
            <w:tcW w:w="817" w:type="dxa"/>
            <w:vAlign w:val="center"/>
          </w:tcPr>
          <w:p w:rsidR="00D30ABA" w:rsidRPr="00BD7086" w:rsidRDefault="00D30ABA" w:rsidP="00DC4745">
            <w:pPr>
              <w:numPr>
                <w:ilvl w:val="0"/>
                <w:numId w:val="5"/>
              </w:numPr>
              <w:tabs>
                <w:tab w:val="left" w:pos="0"/>
              </w:tabs>
              <w:ind w:right="-250"/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>53</w:t>
            </w:r>
          </w:p>
        </w:tc>
        <w:tc>
          <w:tcPr>
            <w:tcW w:w="3119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  <w:lang w:val="bg-BG"/>
              </w:rPr>
            </w:pPr>
            <w:r w:rsidRPr="00BD7086">
              <w:rPr>
                <w:color w:val="000000"/>
                <w:sz w:val="22"/>
                <w:szCs w:val="22"/>
                <w:lang w:val="bg-BG"/>
              </w:rPr>
              <w:t xml:space="preserve">Размери на 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В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</w:rPr>
              <w:t>x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Д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</w:rPr>
              <w:t>x</w:t>
            </w:r>
            <w:r w:rsidRPr="00BD7086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BD7086">
              <w:rPr>
                <w:color w:val="000000"/>
                <w:sz w:val="22"/>
                <w:szCs w:val="22"/>
                <w:lang w:val="bg-BG"/>
              </w:rPr>
              <w:t>Ш</w:t>
            </w:r>
          </w:p>
        </w:tc>
        <w:tc>
          <w:tcPr>
            <w:tcW w:w="992" w:type="dxa"/>
            <w:vAlign w:val="center"/>
          </w:tcPr>
          <w:p w:rsidR="00D30ABA" w:rsidRPr="00BD7086" w:rsidRDefault="00D30ABA" w:rsidP="00282F77">
            <w:pPr>
              <w:tabs>
                <w:tab w:val="left" w:pos="7372"/>
                <w:tab w:val="left" w:pos="8222"/>
              </w:tabs>
              <w:rPr>
                <w:color w:val="000000"/>
              </w:rPr>
            </w:pPr>
            <w:r w:rsidRPr="00BD7086">
              <w:rPr>
                <w:color w:val="000000"/>
                <w:sz w:val="22"/>
                <w:szCs w:val="22"/>
              </w:rPr>
              <w:t>mm</w:t>
            </w:r>
          </w:p>
        </w:tc>
        <w:tc>
          <w:tcPr>
            <w:tcW w:w="2693" w:type="dxa"/>
            <w:vAlign w:val="center"/>
          </w:tcPr>
          <w:p w:rsidR="00D30ABA" w:rsidRPr="00BD7086" w:rsidRDefault="00D30ABA" w:rsidP="00282F77">
            <w:pPr>
              <w:rPr>
                <w:color w:val="000000"/>
              </w:rPr>
            </w:pPr>
          </w:p>
        </w:tc>
        <w:tc>
          <w:tcPr>
            <w:tcW w:w="2268" w:type="dxa"/>
          </w:tcPr>
          <w:p w:rsidR="00D30ABA" w:rsidRPr="00BD7086" w:rsidRDefault="00D30ABA" w:rsidP="00282F77">
            <w:pPr>
              <w:jc w:val="both"/>
              <w:rPr>
                <w:lang w:val="bg-BG"/>
              </w:rPr>
            </w:pPr>
          </w:p>
        </w:tc>
      </w:tr>
    </w:tbl>
    <w:p w:rsidR="00D30ABA" w:rsidRDefault="00D30ABA">
      <w:pPr>
        <w:rPr>
          <w:lang w:val="bg-BG"/>
        </w:rPr>
      </w:pPr>
    </w:p>
    <w:tbl>
      <w:tblPr>
        <w:tblW w:w="15167" w:type="dxa"/>
        <w:tblInd w:w="-459" w:type="dxa"/>
        <w:tblLayout w:type="fixed"/>
        <w:tblLook w:val="0000"/>
      </w:tblPr>
      <w:tblGrid>
        <w:gridCol w:w="10490"/>
        <w:gridCol w:w="4677"/>
      </w:tblGrid>
      <w:tr w:rsidR="00D30ABA" w:rsidRPr="001170FF">
        <w:trPr>
          <w:trHeight w:val="80"/>
          <w:tblHeader/>
        </w:trPr>
        <w:tc>
          <w:tcPr>
            <w:tcW w:w="10490" w:type="dxa"/>
          </w:tcPr>
          <w:p w:rsidR="00D30ABA" w:rsidRPr="00432A50" w:rsidRDefault="00D30ABA" w:rsidP="0055011F">
            <w:pPr>
              <w:ind w:left="2160"/>
              <w:jc w:val="both"/>
              <w:rPr>
                <w:color w:val="000000"/>
              </w:rPr>
            </w:pPr>
          </w:p>
          <w:p w:rsidR="00D30ABA" w:rsidRPr="001170FF" w:rsidRDefault="00D30ABA" w:rsidP="0055011F">
            <w:pPr>
              <w:rPr>
                <w:lang w:val="bg-BG"/>
              </w:rPr>
            </w:pPr>
          </w:p>
        </w:tc>
        <w:tc>
          <w:tcPr>
            <w:tcW w:w="4677" w:type="dxa"/>
          </w:tcPr>
          <w:p w:rsidR="00D30ABA" w:rsidRPr="001170FF" w:rsidRDefault="00D30ABA" w:rsidP="0055011F">
            <w:pPr>
              <w:rPr>
                <w:lang w:val="bg-BG"/>
              </w:rPr>
            </w:pPr>
          </w:p>
        </w:tc>
      </w:tr>
    </w:tbl>
    <w:p w:rsidR="00D30ABA" w:rsidRDefault="00D30ABA" w:rsidP="008344FB">
      <w:pPr>
        <w:pStyle w:val="Style1"/>
        <w:ind w:left="-567" w:firstLine="0"/>
        <w:jc w:val="left"/>
        <w:rPr>
          <w:i/>
          <w:iCs/>
          <w:lang w:val="bg-BG"/>
        </w:rPr>
      </w:pPr>
    </w:p>
    <w:sectPr w:rsidR="00D30ABA" w:rsidSect="0055011F">
      <w:headerReference w:type="default" r:id="rId7"/>
      <w:footerReference w:type="default" r:id="rId8"/>
      <w:pgSz w:w="11906" w:h="16838"/>
      <w:pgMar w:top="993" w:right="849" w:bottom="851" w:left="1418" w:header="709" w:footer="33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745" w:rsidRDefault="00DC4745">
      <w:r>
        <w:separator/>
      </w:r>
    </w:p>
  </w:endnote>
  <w:endnote w:type="continuationSeparator" w:id="0">
    <w:p w:rsidR="00DC4745" w:rsidRDefault="00DC4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Te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utc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UniversalMath1 BT">
    <w:panose1 w:val="050501020102050206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ABA" w:rsidRPr="0055011F" w:rsidRDefault="00D30ABA">
    <w:pPr>
      <w:pStyle w:val="Footer"/>
      <w:jc w:val="right"/>
      <w:rPr>
        <w:sz w:val="20"/>
        <w:szCs w:val="20"/>
        <w:lang w:val="bg-BG"/>
      </w:rPr>
    </w:pPr>
    <w:r w:rsidRPr="0055011F">
      <w:rPr>
        <w:sz w:val="20"/>
        <w:szCs w:val="20"/>
        <w:lang w:val="bg-BG"/>
      </w:rPr>
      <w:t xml:space="preserve">Стр. </w:t>
    </w:r>
    <w:r w:rsidR="0038352C" w:rsidRPr="0055011F">
      <w:rPr>
        <w:sz w:val="20"/>
        <w:szCs w:val="20"/>
      </w:rPr>
      <w:fldChar w:fldCharType="begin"/>
    </w:r>
    <w:r w:rsidRPr="0055011F">
      <w:rPr>
        <w:sz w:val="20"/>
        <w:szCs w:val="20"/>
      </w:rPr>
      <w:instrText xml:space="preserve"> PAGE   \* MERGEFORMAT </w:instrText>
    </w:r>
    <w:r w:rsidR="0038352C" w:rsidRPr="0055011F">
      <w:rPr>
        <w:sz w:val="20"/>
        <w:szCs w:val="20"/>
      </w:rPr>
      <w:fldChar w:fldCharType="separate"/>
    </w:r>
    <w:r w:rsidR="00757E16">
      <w:rPr>
        <w:noProof/>
        <w:sz w:val="20"/>
        <w:szCs w:val="20"/>
      </w:rPr>
      <w:t>1</w:t>
    </w:r>
    <w:r w:rsidR="0038352C" w:rsidRPr="0055011F">
      <w:rPr>
        <w:sz w:val="20"/>
        <w:szCs w:val="20"/>
      </w:rPr>
      <w:fldChar w:fldCharType="end"/>
    </w:r>
    <w:r w:rsidRPr="0055011F">
      <w:rPr>
        <w:sz w:val="20"/>
        <w:szCs w:val="20"/>
        <w:lang w:val="bg-BG"/>
      </w:rPr>
      <w:t>/3</w:t>
    </w:r>
  </w:p>
  <w:p w:rsidR="00D30ABA" w:rsidRPr="008611DD" w:rsidRDefault="00D30ABA" w:rsidP="00A7616C">
    <w:pPr>
      <w:pStyle w:val="Footer"/>
      <w:jc w:val="right"/>
      <w:rPr>
        <w:sz w:val="20"/>
        <w:szCs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745" w:rsidRDefault="00DC4745">
      <w:r>
        <w:separator/>
      </w:r>
    </w:p>
  </w:footnote>
  <w:footnote w:type="continuationSeparator" w:id="0">
    <w:p w:rsidR="00DC4745" w:rsidRDefault="00DC4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ABA" w:rsidRPr="0055011F" w:rsidRDefault="00D30ABA" w:rsidP="0055011F">
    <w:pPr>
      <w:pStyle w:val="Header"/>
      <w:jc w:val="right"/>
      <w:rPr>
        <w:sz w:val="24"/>
        <w:szCs w:val="24"/>
        <w:lang w:val="bg-BG"/>
      </w:rPr>
    </w:pPr>
    <w:r w:rsidRPr="0055011F">
      <w:rPr>
        <w:sz w:val="24"/>
        <w:szCs w:val="24"/>
        <w:lang w:val="bg-BG"/>
      </w:rPr>
      <w:t>Приложение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0B60A5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0000006"/>
    <w:multiLevelType w:val="singleLevel"/>
    <w:tmpl w:val="00000006"/>
    <w:name w:val="WW8Num5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">
    <w:nsid w:val="196C7B16"/>
    <w:multiLevelType w:val="multilevel"/>
    <w:tmpl w:val="4FDC26B8"/>
    <w:lvl w:ilvl="0">
      <w:start w:val="1"/>
      <w:numFmt w:val="decimal"/>
      <w:pStyle w:val="Style11"/>
      <w:lvlText w:val="%1."/>
      <w:lvlJc w:val="left"/>
      <w:pPr>
        <w:tabs>
          <w:tab w:val="num" w:pos="1141"/>
        </w:tabs>
        <w:ind w:left="1141" w:hanging="432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85"/>
        </w:tabs>
        <w:ind w:left="1285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3">
    <w:nsid w:val="560E2474"/>
    <w:multiLevelType w:val="hybridMultilevel"/>
    <w:tmpl w:val="424EFB36"/>
    <w:lvl w:ilvl="0" w:tplc="A6160742">
      <w:start w:val="1"/>
      <w:numFmt w:val="bullet"/>
      <w:lvlText w:val=""/>
      <w:lvlJc w:val="left"/>
      <w:pPr>
        <w:tabs>
          <w:tab w:val="num" w:pos="1932"/>
        </w:tabs>
        <w:ind w:left="1932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">
    <w:nsid w:val="5A780562"/>
    <w:multiLevelType w:val="multilevel"/>
    <w:tmpl w:val="2826C618"/>
    <w:lvl w:ilvl="0">
      <w:start w:val="1"/>
      <w:numFmt w:val="decimal"/>
      <w:pStyle w:val="h1"/>
      <w:lvlText w:val="%1."/>
      <w:lvlJc w:val="left"/>
      <w:pPr>
        <w:tabs>
          <w:tab w:val="num" w:pos="1992"/>
        </w:tabs>
        <w:ind w:left="1992" w:hanging="432"/>
      </w:pPr>
      <w:rPr>
        <w:rFonts w:hint="default"/>
      </w:rPr>
    </w:lvl>
    <w:lvl w:ilvl="1">
      <w:start w:val="1"/>
      <w:numFmt w:val="decimal"/>
      <w:pStyle w:val="h2"/>
      <w:lvlText w:val="%1.%2."/>
      <w:lvlJc w:val="left"/>
      <w:pPr>
        <w:tabs>
          <w:tab w:val="num" w:pos="2136"/>
        </w:tabs>
        <w:ind w:left="213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424"/>
        </w:tabs>
        <w:ind w:left="242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568"/>
        </w:tabs>
        <w:ind w:left="256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2712"/>
        </w:tabs>
        <w:ind w:left="271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856"/>
        </w:tabs>
        <w:ind w:left="285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144"/>
        </w:tabs>
        <w:ind w:left="3144" w:hanging="1584"/>
      </w:pPr>
      <w:rPr>
        <w:rFonts w:hint="default"/>
      </w:rPr>
    </w:lvl>
  </w:abstractNum>
  <w:abstractNum w:abstractNumId="5">
    <w:nsid w:val="60F313D0"/>
    <w:multiLevelType w:val="multilevel"/>
    <w:tmpl w:val="0402001F"/>
    <w:name w:val="WW8Num62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25"/>
        </w:tabs>
        <w:ind w:left="1425" w:hanging="432"/>
      </w:p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21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62786579"/>
    <w:multiLevelType w:val="hybridMultilevel"/>
    <w:tmpl w:val="344EDED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attachedTemplate r:id="rId1"/>
  <w:stylePaneFormatFilter w:val="3F01"/>
  <w:defaultTabStop w:val="357"/>
  <w:hyphenationZone w:val="425"/>
  <w:displayHorizontalDrawingGridEvery w:val="0"/>
  <w:displayVerticalDrawingGridEvery w:val="0"/>
  <w:doNotUseMarginsForDrawingGridOrigin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CF6631"/>
    <w:rsid w:val="00001328"/>
    <w:rsid w:val="000021F6"/>
    <w:rsid w:val="00004C23"/>
    <w:rsid w:val="00007AA9"/>
    <w:rsid w:val="00011F29"/>
    <w:rsid w:val="0001660C"/>
    <w:rsid w:val="00016740"/>
    <w:rsid w:val="0001759A"/>
    <w:rsid w:val="00026B00"/>
    <w:rsid w:val="00030BAE"/>
    <w:rsid w:val="00034104"/>
    <w:rsid w:val="00034535"/>
    <w:rsid w:val="000346A0"/>
    <w:rsid w:val="0005034C"/>
    <w:rsid w:val="0005179D"/>
    <w:rsid w:val="00057230"/>
    <w:rsid w:val="00061D55"/>
    <w:rsid w:val="00062DAE"/>
    <w:rsid w:val="0006391F"/>
    <w:rsid w:val="000654D0"/>
    <w:rsid w:val="00071FB2"/>
    <w:rsid w:val="00072BB5"/>
    <w:rsid w:val="0007417F"/>
    <w:rsid w:val="000777D0"/>
    <w:rsid w:val="00084862"/>
    <w:rsid w:val="00085374"/>
    <w:rsid w:val="000865A1"/>
    <w:rsid w:val="00092AB5"/>
    <w:rsid w:val="000978E3"/>
    <w:rsid w:val="000A128A"/>
    <w:rsid w:val="000A292D"/>
    <w:rsid w:val="000B10C4"/>
    <w:rsid w:val="000B191E"/>
    <w:rsid w:val="000B231E"/>
    <w:rsid w:val="000B6928"/>
    <w:rsid w:val="000C0A87"/>
    <w:rsid w:val="000C16BA"/>
    <w:rsid w:val="000C2489"/>
    <w:rsid w:val="000D5FA3"/>
    <w:rsid w:val="000D67A3"/>
    <w:rsid w:val="000E1239"/>
    <w:rsid w:val="000E5B77"/>
    <w:rsid w:val="000F25CC"/>
    <w:rsid w:val="000F3589"/>
    <w:rsid w:val="000F4005"/>
    <w:rsid w:val="000F5A33"/>
    <w:rsid w:val="00100219"/>
    <w:rsid w:val="00101E77"/>
    <w:rsid w:val="00104412"/>
    <w:rsid w:val="00114002"/>
    <w:rsid w:val="00116127"/>
    <w:rsid w:val="001170FF"/>
    <w:rsid w:val="001202D5"/>
    <w:rsid w:val="00121033"/>
    <w:rsid w:val="0013071F"/>
    <w:rsid w:val="00133C12"/>
    <w:rsid w:val="00136C7B"/>
    <w:rsid w:val="00143364"/>
    <w:rsid w:val="001436F4"/>
    <w:rsid w:val="00143EAE"/>
    <w:rsid w:val="001468E1"/>
    <w:rsid w:val="001501FF"/>
    <w:rsid w:val="00152BAF"/>
    <w:rsid w:val="00153AF3"/>
    <w:rsid w:val="00163108"/>
    <w:rsid w:val="00164C93"/>
    <w:rsid w:val="00170522"/>
    <w:rsid w:val="0017376A"/>
    <w:rsid w:val="001757F3"/>
    <w:rsid w:val="00177DFC"/>
    <w:rsid w:val="00180725"/>
    <w:rsid w:val="00182345"/>
    <w:rsid w:val="00183D85"/>
    <w:rsid w:val="00184B86"/>
    <w:rsid w:val="0018789A"/>
    <w:rsid w:val="0019120D"/>
    <w:rsid w:val="001947CE"/>
    <w:rsid w:val="001A04F8"/>
    <w:rsid w:val="001A087F"/>
    <w:rsid w:val="001A5D6B"/>
    <w:rsid w:val="001A70F2"/>
    <w:rsid w:val="001B5888"/>
    <w:rsid w:val="001C121D"/>
    <w:rsid w:val="001C1620"/>
    <w:rsid w:val="001C411E"/>
    <w:rsid w:val="001C4B9A"/>
    <w:rsid w:val="001D0807"/>
    <w:rsid w:val="001D7510"/>
    <w:rsid w:val="001E00B5"/>
    <w:rsid w:val="001E32F2"/>
    <w:rsid w:val="001E7772"/>
    <w:rsid w:val="001F2994"/>
    <w:rsid w:val="001F56F4"/>
    <w:rsid w:val="001F5951"/>
    <w:rsid w:val="001F6A55"/>
    <w:rsid w:val="0020192B"/>
    <w:rsid w:val="002023FD"/>
    <w:rsid w:val="002040B3"/>
    <w:rsid w:val="002060BB"/>
    <w:rsid w:val="00211C0E"/>
    <w:rsid w:val="002136FB"/>
    <w:rsid w:val="002150F3"/>
    <w:rsid w:val="002153E4"/>
    <w:rsid w:val="00220D1B"/>
    <w:rsid w:val="00224D3B"/>
    <w:rsid w:val="0022647A"/>
    <w:rsid w:val="00226FF0"/>
    <w:rsid w:val="00232EEE"/>
    <w:rsid w:val="00241796"/>
    <w:rsid w:val="00245423"/>
    <w:rsid w:val="00245A26"/>
    <w:rsid w:val="00245DE7"/>
    <w:rsid w:val="00250B5B"/>
    <w:rsid w:val="00255EDD"/>
    <w:rsid w:val="002607E5"/>
    <w:rsid w:val="00260DF6"/>
    <w:rsid w:val="00262EC6"/>
    <w:rsid w:val="00266BD3"/>
    <w:rsid w:val="00274AE8"/>
    <w:rsid w:val="00275BF7"/>
    <w:rsid w:val="00277A1C"/>
    <w:rsid w:val="0028267F"/>
    <w:rsid w:val="00282F77"/>
    <w:rsid w:val="00285358"/>
    <w:rsid w:val="002865A9"/>
    <w:rsid w:val="00286F83"/>
    <w:rsid w:val="00295EFC"/>
    <w:rsid w:val="00296AE6"/>
    <w:rsid w:val="002A28B8"/>
    <w:rsid w:val="002A40DF"/>
    <w:rsid w:val="002B13A5"/>
    <w:rsid w:val="002B1A96"/>
    <w:rsid w:val="002B57AB"/>
    <w:rsid w:val="002C1D53"/>
    <w:rsid w:val="002C27C4"/>
    <w:rsid w:val="002C353B"/>
    <w:rsid w:val="002C36B0"/>
    <w:rsid w:val="002C38A8"/>
    <w:rsid w:val="002C398B"/>
    <w:rsid w:val="002C6115"/>
    <w:rsid w:val="002C7974"/>
    <w:rsid w:val="002D1B8C"/>
    <w:rsid w:val="002D3F64"/>
    <w:rsid w:val="002D47D6"/>
    <w:rsid w:val="002D4F59"/>
    <w:rsid w:val="002D6483"/>
    <w:rsid w:val="002D6F3E"/>
    <w:rsid w:val="002D7C7A"/>
    <w:rsid w:val="002E26A2"/>
    <w:rsid w:val="002F0580"/>
    <w:rsid w:val="002F09BD"/>
    <w:rsid w:val="002F1395"/>
    <w:rsid w:val="002F2B23"/>
    <w:rsid w:val="002F41C1"/>
    <w:rsid w:val="002F420A"/>
    <w:rsid w:val="002F4380"/>
    <w:rsid w:val="002F5F9B"/>
    <w:rsid w:val="002F698D"/>
    <w:rsid w:val="0030166C"/>
    <w:rsid w:val="00303147"/>
    <w:rsid w:val="0030384C"/>
    <w:rsid w:val="003056DF"/>
    <w:rsid w:val="003067C0"/>
    <w:rsid w:val="00307376"/>
    <w:rsid w:val="0031049B"/>
    <w:rsid w:val="00314B9F"/>
    <w:rsid w:val="00316B49"/>
    <w:rsid w:val="003175A9"/>
    <w:rsid w:val="003201A3"/>
    <w:rsid w:val="003207D8"/>
    <w:rsid w:val="003241C0"/>
    <w:rsid w:val="00325229"/>
    <w:rsid w:val="00325F09"/>
    <w:rsid w:val="00330614"/>
    <w:rsid w:val="00331139"/>
    <w:rsid w:val="00334F94"/>
    <w:rsid w:val="00336215"/>
    <w:rsid w:val="0033644A"/>
    <w:rsid w:val="00343903"/>
    <w:rsid w:val="00347D46"/>
    <w:rsid w:val="00353E2E"/>
    <w:rsid w:val="00360BA4"/>
    <w:rsid w:val="0036242E"/>
    <w:rsid w:val="003652EF"/>
    <w:rsid w:val="00374AF6"/>
    <w:rsid w:val="003775D0"/>
    <w:rsid w:val="003777D4"/>
    <w:rsid w:val="0038321D"/>
    <w:rsid w:val="0038352C"/>
    <w:rsid w:val="003842E4"/>
    <w:rsid w:val="0038523A"/>
    <w:rsid w:val="003905D1"/>
    <w:rsid w:val="00391796"/>
    <w:rsid w:val="003A0BF1"/>
    <w:rsid w:val="003A1397"/>
    <w:rsid w:val="003A4764"/>
    <w:rsid w:val="003A5D58"/>
    <w:rsid w:val="003A6ECF"/>
    <w:rsid w:val="003A703C"/>
    <w:rsid w:val="003B0C1A"/>
    <w:rsid w:val="003B2816"/>
    <w:rsid w:val="003B788B"/>
    <w:rsid w:val="003C04CD"/>
    <w:rsid w:val="003C0A7C"/>
    <w:rsid w:val="003C4DE9"/>
    <w:rsid w:val="003C7B00"/>
    <w:rsid w:val="003D040B"/>
    <w:rsid w:val="003D0822"/>
    <w:rsid w:val="003D094A"/>
    <w:rsid w:val="003E0DA5"/>
    <w:rsid w:val="003E4BFC"/>
    <w:rsid w:val="003E50F6"/>
    <w:rsid w:val="003E5F6F"/>
    <w:rsid w:val="003E79CB"/>
    <w:rsid w:val="003F022B"/>
    <w:rsid w:val="003F5D17"/>
    <w:rsid w:val="003F6793"/>
    <w:rsid w:val="003F7064"/>
    <w:rsid w:val="003F7E0D"/>
    <w:rsid w:val="004036A7"/>
    <w:rsid w:val="00404224"/>
    <w:rsid w:val="0040475E"/>
    <w:rsid w:val="00407BE7"/>
    <w:rsid w:val="00413CED"/>
    <w:rsid w:val="00417572"/>
    <w:rsid w:val="004206BB"/>
    <w:rsid w:val="004301EC"/>
    <w:rsid w:val="0043139E"/>
    <w:rsid w:val="0043156E"/>
    <w:rsid w:val="00432A50"/>
    <w:rsid w:val="00433772"/>
    <w:rsid w:val="00434347"/>
    <w:rsid w:val="00434ADB"/>
    <w:rsid w:val="00434F4F"/>
    <w:rsid w:val="00436929"/>
    <w:rsid w:val="00441E92"/>
    <w:rsid w:val="004433EF"/>
    <w:rsid w:val="0045425D"/>
    <w:rsid w:val="004670CD"/>
    <w:rsid w:val="004704B0"/>
    <w:rsid w:val="00473BEF"/>
    <w:rsid w:val="00477975"/>
    <w:rsid w:val="0048007C"/>
    <w:rsid w:val="0048043E"/>
    <w:rsid w:val="00481192"/>
    <w:rsid w:val="0048283C"/>
    <w:rsid w:val="00483639"/>
    <w:rsid w:val="00486561"/>
    <w:rsid w:val="0049643C"/>
    <w:rsid w:val="004A2970"/>
    <w:rsid w:val="004B0FB4"/>
    <w:rsid w:val="004B225F"/>
    <w:rsid w:val="004B41C6"/>
    <w:rsid w:val="004B7DCE"/>
    <w:rsid w:val="004C437B"/>
    <w:rsid w:val="004C5250"/>
    <w:rsid w:val="004C7E8D"/>
    <w:rsid w:val="004D0973"/>
    <w:rsid w:val="004D0FE0"/>
    <w:rsid w:val="004D5F7B"/>
    <w:rsid w:val="004D70A6"/>
    <w:rsid w:val="004D7E4F"/>
    <w:rsid w:val="004E19D3"/>
    <w:rsid w:val="004E7970"/>
    <w:rsid w:val="004F1155"/>
    <w:rsid w:val="004F21ED"/>
    <w:rsid w:val="004F2B68"/>
    <w:rsid w:val="004F3625"/>
    <w:rsid w:val="004F3E9B"/>
    <w:rsid w:val="00500B43"/>
    <w:rsid w:val="00502378"/>
    <w:rsid w:val="0050301F"/>
    <w:rsid w:val="00504910"/>
    <w:rsid w:val="005049AC"/>
    <w:rsid w:val="00504DF0"/>
    <w:rsid w:val="00506F10"/>
    <w:rsid w:val="00510316"/>
    <w:rsid w:val="00512526"/>
    <w:rsid w:val="00517238"/>
    <w:rsid w:val="0051747E"/>
    <w:rsid w:val="005178CA"/>
    <w:rsid w:val="00520F3C"/>
    <w:rsid w:val="005224FC"/>
    <w:rsid w:val="00523261"/>
    <w:rsid w:val="0052352C"/>
    <w:rsid w:val="005279A6"/>
    <w:rsid w:val="00532AAC"/>
    <w:rsid w:val="005352BB"/>
    <w:rsid w:val="00536DA2"/>
    <w:rsid w:val="00537FD8"/>
    <w:rsid w:val="00543958"/>
    <w:rsid w:val="00545982"/>
    <w:rsid w:val="00547540"/>
    <w:rsid w:val="0055011F"/>
    <w:rsid w:val="00552D9F"/>
    <w:rsid w:val="00554F9C"/>
    <w:rsid w:val="00555F1C"/>
    <w:rsid w:val="00557695"/>
    <w:rsid w:val="0055787F"/>
    <w:rsid w:val="005603F6"/>
    <w:rsid w:val="00563B94"/>
    <w:rsid w:val="005644C7"/>
    <w:rsid w:val="00565494"/>
    <w:rsid w:val="005668EF"/>
    <w:rsid w:val="00567ED6"/>
    <w:rsid w:val="00570069"/>
    <w:rsid w:val="005702C5"/>
    <w:rsid w:val="00571059"/>
    <w:rsid w:val="00573390"/>
    <w:rsid w:val="00574D70"/>
    <w:rsid w:val="00574F86"/>
    <w:rsid w:val="00577145"/>
    <w:rsid w:val="005808EB"/>
    <w:rsid w:val="00583228"/>
    <w:rsid w:val="00584111"/>
    <w:rsid w:val="00585FD2"/>
    <w:rsid w:val="00595906"/>
    <w:rsid w:val="0059610E"/>
    <w:rsid w:val="005968FD"/>
    <w:rsid w:val="00596E00"/>
    <w:rsid w:val="005A37BB"/>
    <w:rsid w:val="005A4D9F"/>
    <w:rsid w:val="005A65C1"/>
    <w:rsid w:val="005A6C34"/>
    <w:rsid w:val="005A6D0F"/>
    <w:rsid w:val="005A6E3F"/>
    <w:rsid w:val="005A7FE4"/>
    <w:rsid w:val="005B2B83"/>
    <w:rsid w:val="005B5E6F"/>
    <w:rsid w:val="005B76F8"/>
    <w:rsid w:val="005C4A61"/>
    <w:rsid w:val="005C521D"/>
    <w:rsid w:val="005C55FF"/>
    <w:rsid w:val="005D165F"/>
    <w:rsid w:val="005D4A4B"/>
    <w:rsid w:val="005D69FE"/>
    <w:rsid w:val="005E40C2"/>
    <w:rsid w:val="005E4EFD"/>
    <w:rsid w:val="005E5132"/>
    <w:rsid w:val="005E5242"/>
    <w:rsid w:val="005E5654"/>
    <w:rsid w:val="005E59B2"/>
    <w:rsid w:val="005E6404"/>
    <w:rsid w:val="005F14FD"/>
    <w:rsid w:val="005F3CC6"/>
    <w:rsid w:val="005F3E05"/>
    <w:rsid w:val="005F6851"/>
    <w:rsid w:val="005F7BA0"/>
    <w:rsid w:val="00602AB9"/>
    <w:rsid w:val="00604CD9"/>
    <w:rsid w:val="0061589D"/>
    <w:rsid w:val="0062077C"/>
    <w:rsid w:val="00620C66"/>
    <w:rsid w:val="00622252"/>
    <w:rsid w:val="00622331"/>
    <w:rsid w:val="0062345B"/>
    <w:rsid w:val="006237B8"/>
    <w:rsid w:val="00626CDA"/>
    <w:rsid w:val="00626D5B"/>
    <w:rsid w:val="00627910"/>
    <w:rsid w:val="006279A5"/>
    <w:rsid w:val="006310E1"/>
    <w:rsid w:val="0063182F"/>
    <w:rsid w:val="00632F99"/>
    <w:rsid w:val="00642036"/>
    <w:rsid w:val="006420B2"/>
    <w:rsid w:val="00651A63"/>
    <w:rsid w:val="00655811"/>
    <w:rsid w:val="00656683"/>
    <w:rsid w:val="00656F51"/>
    <w:rsid w:val="006575C9"/>
    <w:rsid w:val="00660B1A"/>
    <w:rsid w:val="006624CB"/>
    <w:rsid w:val="0066749E"/>
    <w:rsid w:val="00674D65"/>
    <w:rsid w:val="00675574"/>
    <w:rsid w:val="0067567E"/>
    <w:rsid w:val="00676375"/>
    <w:rsid w:val="0068136F"/>
    <w:rsid w:val="00682ED0"/>
    <w:rsid w:val="006831E3"/>
    <w:rsid w:val="0068336B"/>
    <w:rsid w:val="00683AE8"/>
    <w:rsid w:val="0069262B"/>
    <w:rsid w:val="00692CFD"/>
    <w:rsid w:val="00693901"/>
    <w:rsid w:val="00693AD9"/>
    <w:rsid w:val="00695095"/>
    <w:rsid w:val="00696F0C"/>
    <w:rsid w:val="0069732E"/>
    <w:rsid w:val="006A1099"/>
    <w:rsid w:val="006A22DE"/>
    <w:rsid w:val="006A403F"/>
    <w:rsid w:val="006A4EAF"/>
    <w:rsid w:val="006A557A"/>
    <w:rsid w:val="006B212A"/>
    <w:rsid w:val="006B727D"/>
    <w:rsid w:val="006C067E"/>
    <w:rsid w:val="006C1217"/>
    <w:rsid w:val="006D2D26"/>
    <w:rsid w:val="006D2E95"/>
    <w:rsid w:val="006D38CF"/>
    <w:rsid w:val="006D733E"/>
    <w:rsid w:val="006E1780"/>
    <w:rsid w:val="006E2A88"/>
    <w:rsid w:val="006F2921"/>
    <w:rsid w:val="006F2B3F"/>
    <w:rsid w:val="006F3F5D"/>
    <w:rsid w:val="006F5FD4"/>
    <w:rsid w:val="006F7E42"/>
    <w:rsid w:val="00704AE0"/>
    <w:rsid w:val="0070508D"/>
    <w:rsid w:val="0070573D"/>
    <w:rsid w:val="007070AB"/>
    <w:rsid w:val="00711100"/>
    <w:rsid w:val="00711C0C"/>
    <w:rsid w:val="00714DAC"/>
    <w:rsid w:val="00716B27"/>
    <w:rsid w:val="00720930"/>
    <w:rsid w:val="00722FCD"/>
    <w:rsid w:val="007302BD"/>
    <w:rsid w:val="00732DF3"/>
    <w:rsid w:val="007367DA"/>
    <w:rsid w:val="00737031"/>
    <w:rsid w:val="0074289E"/>
    <w:rsid w:val="0074310C"/>
    <w:rsid w:val="00745C86"/>
    <w:rsid w:val="00746256"/>
    <w:rsid w:val="0074639E"/>
    <w:rsid w:val="00750879"/>
    <w:rsid w:val="00750C2B"/>
    <w:rsid w:val="007560D2"/>
    <w:rsid w:val="00757E16"/>
    <w:rsid w:val="007607BA"/>
    <w:rsid w:val="0076136C"/>
    <w:rsid w:val="007635CA"/>
    <w:rsid w:val="007649D9"/>
    <w:rsid w:val="00771F0A"/>
    <w:rsid w:val="00775A38"/>
    <w:rsid w:val="007801E6"/>
    <w:rsid w:val="007810E6"/>
    <w:rsid w:val="0078135E"/>
    <w:rsid w:val="00787D50"/>
    <w:rsid w:val="00792D23"/>
    <w:rsid w:val="00794394"/>
    <w:rsid w:val="00794940"/>
    <w:rsid w:val="007A1D4A"/>
    <w:rsid w:val="007A2E1A"/>
    <w:rsid w:val="007A5E12"/>
    <w:rsid w:val="007A72D4"/>
    <w:rsid w:val="007B1F96"/>
    <w:rsid w:val="007B379B"/>
    <w:rsid w:val="007C022A"/>
    <w:rsid w:val="007C3245"/>
    <w:rsid w:val="007C6710"/>
    <w:rsid w:val="007C6946"/>
    <w:rsid w:val="007D016C"/>
    <w:rsid w:val="007D30B6"/>
    <w:rsid w:val="007D475A"/>
    <w:rsid w:val="007D4D1A"/>
    <w:rsid w:val="007D6F35"/>
    <w:rsid w:val="007E04B2"/>
    <w:rsid w:val="007E088F"/>
    <w:rsid w:val="007E2235"/>
    <w:rsid w:val="007E4E77"/>
    <w:rsid w:val="007E5600"/>
    <w:rsid w:val="007E7101"/>
    <w:rsid w:val="007F522D"/>
    <w:rsid w:val="007F6D22"/>
    <w:rsid w:val="007F7A31"/>
    <w:rsid w:val="008027D1"/>
    <w:rsid w:val="00802E4E"/>
    <w:rsid w:val="00803DF8"/>
    <w:rsid w:val="0080411B"/>
    <w:rsid w:val="0080658A"/>
    <w:rsid w:val="00807E3F"/>
    <w:rsid w:val="00810C11"/>
    <w:rsid w:val="0081107D"/>
    <w:rsid w:val="00812C91"/>
    <w:rsid w:val="00813C8E"/>
    <w:rsid w:val="00814B6D"/>
    <w:rsid w:val="00820AE3"/>
    <w:rsid w:val="00822CE7"/>
    <w:rsid w:val="008265A0"/>
    <w:rsid w:val="008271C3"/>
    <w:rsid w:val="00831620"/>
    <w:rsid w:val="00832DBF"/>
    <w:rsid w:val="00833405"/>
    <w:rsid w:val="00833F1A"/>
    <w:rsid w:val="008344FB"/>
    <w:rsid w:val="008357C7"/>
    <w:rsid w:val="0084007B"/>
    <w:rsid w:val="008408ED"/>
    <w:rsid w:val="00845E91"/>
    <w:rsid w:val="00846E66"/>
    <w:rsid w:val="00847997"/>
    <w:rsid w:val="008505E4"/>
    <w:rsid w:val="00851720"/>
    <w:rsid w:val="00853EEF"/>
    <w:rsid w:val="0085452D"/>
    <w:rsid w:val="008561D9"/>
    <w:rsid w:val="00856687"/>
    <w:rsid w:val="00860FC9"/>
    <w:rsid w:val="008611DD"/>
    <w:rsid w:val="00861BA4"/>
    <w:rsid w:val="00862455"/>
    <w:rsid w:val="00867E4B"/>
    <w:rsid w:val="00870757"/>
    <w:rsid w:val="0087179A"/>
    <w:rsid w:val="00871A6C"/>
    <w:rsid w:val="0087243A"/>
    <w:rsid w:val="00883298"/>
    <w:rsid w:val="00887A7D"/>
    <w:rsid w:val="00890A75"/>
    <w:rsid w:val="00890FDB"/>
    <w:rsid w:val="0089136B"/>
    <w:rsid w:val="00891AFF"/>
    <w:rsid w:val="008921AF"/>
    <w:rsid w:val="00892314"/>
    <w:rsid w:val="00892910"/>
    <w:rsid w:val="0089293F"/>
    <w:rsid w:val="00892ACC"/>
    <w:rsid w:val="00892EB5"/>
    <w:rsid w:val="00893D98"/>
    <w:rsid w:val="008A0F11"/>
    <w:rsid w:val="008A1687"/>
    <w:rsid w:val="008A1BD1"/>
    <w:rsid w:val="008A30FD"/>
    <w:rsid w:val="008A7829"/>
    <w:rsid w:val="008B0BB9"/>
    <w:rsid w:val="008B184E"/>
    <w:rsid w:val="008B29A4"/>
    <w:rsid w:val="008B30CE"/>
    <w:rsid w:val="008B636C"/>
    <w:rsid w:val="008B67CF"/>
    <w:rsid w:val="008C111A"/>
    <w:rsid w:val="008C143B"/>
    <w:rsid w:val="008C2DB5"/>
    <w:rsid w:val="008C3614"/>
    <w:rsid w:val="008D4AE5"/>
    <w:rsid w:val="008E07F1"/>
    <w:rsid w:val="008E09A9"/>
    <w:rsid w:val="008E3393"/>
    <w:rsid w:val="008F199A"/>
    <w:rsid w:val="008F1B8E"/>
    <w:rsid w:val="008F38C6"/>
    <w:rsid w:val="008F4AF1"/>
    <w:rsid w:val="0090001F"/>
    <w:rsid w:val="00900564"/>
    <w:rsid w:val="00901CB9"/>
    <w:rsid w:val="009122C3"/>
    <w:rsid w:val="009203BB"/>
    <w:rsid w:val="0092198B"/>
    <w:rsid w:val="009244B6"/>
    <w:rsid w:val="00925239"/>
    <w:rsid w:val="009263A4"/>
    <w:rsid w:val="009333BA"/>
    <w:rsid w:val="00934905"/>
    <w:rsid w:val="0093490D"/>
    <w:rsid w:val="00934CCD"/>
    <w:rsid w:val="00936652"/>
    <w:rsid w:val="00937FAD"/>
    <w:rsid w:val="0094212B"/>
    <w:rsid w:val="009426F2"/>
    <w:rsid w:val="00954A62"/>
    <w:rsid w:val="00957B1A"/>
    <w:rsid w:val="00957E8F"/>
    <w:rsid w:val="009611CD"/>
    <w:rsid w:val="00963A9B"/>
    <w:rsid w:val="00964185"/>
    <w:rsid w:val="00964B49"/>
    <w:rsid w:val="00966745"/>
    <w:rsid w:val="00973368"/>
    <w:rsid w:val="009733DA"/>
    <w:rsid w:val="00974CC9"/>
    <w:rsid w:val="00977971"/>
    <w:rsid w:val="00980FAE"/>
    <w:rsid w:val="0098264A"/>
    <w:rsid w:val="009847EA"/>
    <w:rsid w:val="009A0877"/>
    <w:rsid w:val="009A6E28"/>
    <w:rsid w:val="009A7E4C"/>
    <w:rsid w:val="009B0197"/>
    <w:rsid w:val="009B4EBC"/>
    <w:rsid w:val="009B5530"/>
    <w:rsid w:val="009B607B"/>
    <w:rsid w:val="009B6AC0"/>
    <w:rsid w:val="009C163B"/>
    <w:rsid w:val="009C22F4"/>
    <w:rsid w:val="009C78F8"/>
    <w:rsid w:val="009D0D19"/>
    <w:rsid w:val="009D3626"/>
    <w:rsid w:val="009D5E19"/>
    <w:rsid w:val="009E0414"/>
    <w:rsid w:val="009E15D7"/>
    <w:rsid w:val="009E34B2"/>
    <w:rsid w:val="009E4E19"/>
    <w:rsid w:val="009E6ADB"/>
    <w:rsid w:val="009E7303"/>
    <w:rsid w:val="009E7512"/>
    <w:rsid w:val="00A04851"/>
    <w:rsid w:val="00A063A0"/>
    <w:rsid w:val="00A06AEA"/>
    <w:rsid w:val="00A07914"/>
    <w:rsid w:val="00A10995"/>
    <w:rsid w:val="00A12D0B"/>
    <w:rsid w:val="00A15552"/>
    <w:rsid w:val="00A16D91"/>
    <w:rsid w:val="00A21C05"/>
    <w:rsid w:val="00A239CB"/>
    <w:rsid w:val="00A259C6"/>
    <w:rsid w:val="00A33E3E"/>
    <w:rsid w:val="00A40B5C"/>
    <w:rsid w:val="00A43C92"/>
    <w:rsid w:val="00A44A31"/>
    <w:rsid w:val="00A474BE"/>
    <w:rsid w:val="00A5205B"/>
    <w:rsid w:val="00A60B40"/>
    <w:rsid w:val="00A66D56"/>
    <w:rsid w:val="00A702B1"/>
    <w:rsid w:val="00A703B8"/>
    <w:rsid w:val="00A70CED"/>
    <w:rsid w:val="00A7548B"/>
    <w:rsid w:val="00A7616C"/>
    <w:rsid w:val="00A772E5"/>
    <w:rsid w:val="00A7759B"/>
    <w:rsid w:val="00A813F8"/>
    <w:rsid w:val="00A828EE"/>
    <w:rsid w:val="00A87A46"/>
    <w:rsid w:val="00A87F19"/>
    <w:rsid w:val="00A900C4"/>
    <w:rsid w:val="00AA78B0"/>
    <w:rsid w:val="00AB01C8"/>
    <w:rsid w:val="00AB1C18"/>
    <w:rsid w:val="00AB3E8F"/>
    <w:rsid w:val="00AB6028"/>
    <w:rsid w:val="00AB6CE7"/>
    <w:rsid w:val="00AC209E"/>
    <w:rsid w:val="00AD24BB"/>
    <w:rsid w:val="00AD3C78"/>
    <w:rsid w:val="00AD6432"/>
    <w:rsid w:val="00AD6D62"/>
    <w:rsid w:val="00AE4FFD"/>
    <w:rsid w:val="00AE6892"/>
    <w:rsid w:val="00AE7F5E"/>
    <w:rsid w:val="00AF05BF"/>
    <w:rsid w:val="00AF0E83"/>
    <w:rsid w:val="00AF2752"/>
    <w:rsid w:val="00AF283C"/>
    <w:rsid w:val="00AF3B1E"/>
    <w:rsid w:val="00B00D78"/>
    <w:rsid w:val="00B024F7"/>
    <w:rsid w:val="00B03546"/>
    <w:rsid w:val="00B03B40"/>
    <w:rsid w:val="00B0539B"/>
    <w:rsid w:val="00B05BBB"/>
    <w:rsid w:val="00B109FA"/>
    <w:rsid w:val="00B136A5"/>
    <w:rsid w:val="00B13C47"/>
    <w:rsid w:val="00B14ACF"/>
    <w:rsid w:val="00B1648C"/>
    <w:rsid w:val="00B20E07"/>
    <w:rsid w:val="00B21AAB"/>
    <w:rsid w:val="00B224EC"/>
    <w:rsid w:val="00B2365D"/>
    <w:rsid w:val="00B244E3"/>
    <w:rsid w:val="00B246F2"/>
    <w:rsid w:val="00B25486"/>
    <w:rsid w:val="00B27FA3"/>
    <w:rsid w:val="00B3023A"/>
    <w:rsid w:val="00B313CB"/>
    <w:rsid w:val="00B32963"/>
    <w:rsid w:val="00B3719F"/>
    <w:rsid w:val="00B40279"/>
    <w:rsid w:val="00B454CD"/>
    <w:rsid w:val="00B52A8F"/>
    <w:rsid w:val="00B54F8D"/>
    <w:rsid w:val="00B61663"/>
    <w:rsid w:val="00B6302A"/>
    <w:rsid w:val="00B6347B"/>
    <w:rsid w:val="00B70D45"/>
    <w:rsid w:val="00B7441E"/>
    <w:rsid w:val="00B754FF"/>
    <w:rsid w:val="00B75D53"/>
    <w:rsid w:val="00B841D2"/>
    <w:rsid w:val="00B850DC"/>
    <w:rsid w:val="00B90424"/>
    <w:rsid w:val="00B91D80"/>
    <w:rsid w:val="00B93C02"/>
    <w:rsid w:val="00B97052"/>
    <w:rsid w:val="00B97B06"/>
    <w:rsid w:val="00BA1F92"/>
    <w:rsid w:val="00BA3E08"/>
    <w:rsid w:val="00BA6BB3"/>
    <w:rsid w:val="00BA6EFA"/>
    <w:rsid w:val="00BB0E52"/>
    <w:rsid w:val="00BB2513"/>
    <w:rsid w:val="00BB4E58"/>
    <w:rsid w:val="00BC1D4B"/>
    <w:rsid w:val="00BC2323"/>
    <w:rsid w:val="00BC3AD3"/>
    <w:rsid w:val="00BD2A38"/>
    <w:rsid w:val="00BD7086"/>
    <w:rsid w:val="00BD74F5"/>
    <w:rsid w:val="00BE1139"/>
    <w:rsid w:val="00BE4729"/>
    <w:rsid w:val="00BE6234"/>
    <w:rsid w:val="00BE79A0"/>
    <w:rsid w:val="00BF0900"/>
    <w:rsid w:val="00BF1885"/>
    <w:rsid w:val="00BF4DF2"/>
    <w:rsid w:val="00C012F4"/>
    <w:rsid w:val="00C01F36"/>
    <w:rsid w:val="00C03206"/>
    <w:rsid w:val="00C06246"/>
    <w:rsid w:val="00C1063E"/>
    <w:rsid w:val="00C126A9"/>
    <w:rsid w:val="00C12CB1"/>
    <w:rsid w:val="00C16F0E"/>
    <w:rsid w:val="00C17BB2"/>
    <w:rsid w:val="00C20B0C"/>
    <w:rsid w:val="00C26BE5"/>
    <w:rsid w:val="00C26C51"/>
    <w:rsid w:val="00C271F5"/>
    <w:rsid w:val="00C27EAB"/>
    <w:rsid w:val="00C32A83"/>
    <w:rsid w:val="00C40313"/>
    <w:rsid w:val="00C40C81"/>
    <w:rsid w:val="00C417C7"/>
    <w:rsid w:val="00C41E10"/>
    <w:rsid w:val="00C453D9"/>
    <w:rsid w:val="00C45449"/>
    <w:rsid w:val="00C51D26"/>
    <w:rsid w:val="00C536C4"/>
    <w:rsid w:val="00C64B18"/>
    <w:rsid w:val="00C66480"/>
    <w:rsid w:val="00C66ED4"/>
    <w:rsid w:val="00C670B9"/>
    <w:rsid w:val="00C73A6D"/>
    <w:rsid w:val="00C73D09"/>
    <w:rsid w:val="00C7796D"/>
    <w:rsid w:val="00C81DAF"/>
    <w:rsid w:val="00C82864"/>
    <w:rsid w:val="00C86821"/>
    <w:rsid w:val="00C96714"/>
    <w:rsid w:val="00CA01B1"/>
    <w:rsid w:val="00CA377A"/>
    <w:rsid w:val="00CA4112"/>
    <w:rsid w:val="00CB01C5"/>
    <w:rsid w:val="00CB2D1A"/>
    <w:rsid w:val="00CC01FF"/>
    <w:rsid w:val="00CC1124"/>
    <w:rsid w:val="00CC27DE"/>
    <w:rsid w:val="00CC42F5"/>
    <w:rsid w:val="00CC4EA7"/>
    <w:rsid w:val="00CC5F6D"/>
    <w:rsid w:val="00CE36D2"/>
    <w:rsid w:val="00CE4592"/>
    <w:rsid w:val="00CE5BEE"/>
    <w:rsid w:val="00CF2FF8"/>
    <w:rsid w:val="00CF5633"/>
    <w:rsid w:val="00CF5EF1"/>
    <w:rsid w:val="00CF6631"/>
    <w:rsid w:val="00CF6F19"/>
    <w:rsid w:val="00CF7975"/>
    <w:rsid w:val="00CF7E71"/>
    <w:rsid w:val="00D02DFE"/>
    <w:rsid w:val="00D05A7E"/>
    <w:rsid w:val="00D07988"/>
    <w:rsid w:val="00D104CF"/>
    <w:rsid w:val="00D130A6"/>
    <w:rsid w:val="00D140AB"/>
    <w:rsid w:val="00D17335"/>
    <w:rsid w:val="00D17D2D"/>
    <w:rsid w:val="00D2354A"/>
    <w:rsid w:val="00D235C7"/>
    <w:rsid w:val="00D24BF1"/>
    <w:rsid w:val="00D3054D"/>
    <w:rsid w:val="00D30ABA"/>
    <w:rsid w:val="00D33755"/>
    <w:rsid w:val="00D33AE3"/>
    <w:rsid w:val="00D34885"/>
    <w:rsid w:val="00D3701F"/>
    <w:rsid w:val="00D40A93"/>
    <w:rsid w:val="00D418DE"/>
    <w:rsid w:val="00D41B40"/>
    <w:rsid w:val="00D42837"/>
    <w:rsid w:val="00D43133"/>
    <w:rsid w:val="00D46E8F"/>
    <w:rsid w:val="00D47896"/>
    <w:rsid w:val="00D5087D"/>
    <w:rsid w:val="00D62551"/>
    <w:rsid w:val="00D62842"/>
    <w:rsid w:val="00D62FF6"/>
    <w:rsid w:val="00D658A7"/>
    <w:rsid w:val="00D65917"/>
    <w:rsid w:val="00D65ED2"/>
    <w:rsid w:val="00D660E2"/>
    <w:rsid w:val="00D66F74"/>
    <w:rsid w:val="00D72A89"/>
    <w:rsid w:val="00D750DA"/>
    <w:rsid w:val="00D80ACF"/>
    <w:rsid w:val="00D8441C"/>
    <w:rsid w:val="00D85DF5"/>
    <w:rsid w:val="00D86CB8"/>
    <w:rsid w:val="00D8718A"/>
    <w:rsid w:val="00D91FC1"/>
    <w:rsid w:val="00D979F0"/>
    <w:rsid w:val="00DA0447"/>
    <w:rsid w:val="00DA16C4"/>
    <w:rsid w:val="00DA1F92"/>
    <w:rsid w:val="00DA2666"/>
    <w:rsid w:val="00DA2F33"/>
    <w:rsid w:val="00DA67E0"/>
    <w:rsid w:val="00DB1636"/>
    <w:rsid w:val="00DB2A85"/>
    <w:rsid w:val="00DB4262"/>
    <w:rsid w:val="00DC2921"/>
    <w:rsid w:val="00DC4745"/>
    <w:rsid w:val="00DC509F"/>
    <w:rsid w:val="00DC5D79"/>
    <w:rsid w:val="00DC6A58"/>
    <w:rsid w:val="00DD179D"/>
    <w:rsid w:val="00DD2FE9"/>
    <w:rsid w:val="00DD5306"/>
    <w:rsid w:val="00DD59B0"/>
    <w:rsid w:val="00DD5C8B"/>
    <w:rsid w:val="00DE44BC"/>
    <w:rsid w:val="00DE6ECB"/>
    <w:rsid w:val="00DF3029"/>
    <w:rsid w:val="00DF386F"/>
    <w:rsid w:val="00E00B75"/>
    <w:rsid w:val="00E03D58"/>
    <w:rsid w:val="00E06681"/>
    <w:rsid w:val="00E1101D"/>
    <w:rsid w:val="00E13D98"/>
    <w:rsid w:val="00E20DA8"/>
    <w:rsid w:val="00E22092"/>
    <w:rsid w:val="00E24901"/>
    <w:rsid w:val="00E24E0E"/>
    <w:rsid w:val="00E330B5"/>
    <w:rsid w:val="00E33C41"/>
    <w:rsid w:val="00E373CF"/>
    <w:rsid w:val="00E41FE9"/>
    <w:rsid w:val="00E453EE"/>
    <w:rsid w:val="00E47226"/>
    <w:rsid w:val="00E51147"/>
    <w:rsid w:val="00E52B7D"/>
    <w:rsid w:val="00E67EC4"/>
    <w:rsid w:val="00E719BB"/>
    <w:rsid w:val="00E7314B"/>
    <w:rsid w:val="00E76C26"/>
    <w:rsid w:val="00E76FEA"/>
    <w:rsid w:val="00E77BCF"/>
    <w:rsid w:val="00E77DED"/>
    <w:rsid w:val="00E8079D"/>
    <w:rsid w:val="00E81072"/>
    <w:rsid w:val="00E833FB"/>
    <w:rsid w:val="00E85EDE"/>
    <w:rsid w:val="00E87494"/>
    <w:rsid w:val="00E92032"/>
    <w:rsid w:val="00E95533"/>
    <w:rsid w:val="00E968F8"/>
    <w:rsid w:val="00EA101F"/>
    <w:rsid w:val="00EA1C62"/>
    <w:rsid w:val="00EB0094"/>
    <w:rsid w:val="00EB0505"/>
    <w:rsid w:val="00EB0645"/>
    <w:rsid w:val="00EB271D"/>
    <w:rsid w:val="00EB51FA"/>
    <w:rsid w:val="00EB654C"/>
    <w:rsid w:val="00EB70B5"/>
    <w:rsid w:val="00EC25B8"/>
    <w:rsid w:val="00EC2796"/>
    <w:rsid w:val="00EC58B4"/>
    <w:rsid w:val="00ED04E4"/>
    <w:rsid w:val="00ED3D02"/>
    <w:rsid w:val="00ED3DA1"/>
    <w:rsid w:val="00ED4077"/>
    <w:rsid w:val="00ED4D9B"/>
    <w:rsid w:val="00ED6FE6"/>
    <w:rsid w:val="00EE7CBA"/>
    <w:rsid w:val="00EF066F"/>
    <w:rsid w:val="00EF0AB7"/>
    <w:rsid w:val="00EF1A85"/>
    <w:rsid w:val="00EF1D98"/>
    <w:rsid w:val="00EF41FE"/>
    <w:rsid w:val="00EF5CF3"/>
    <w:rsid w:val="00EF66C9"/>
    <w:rsid w:val="00EF6D3E"/>
    <w:rsid w:val="00EF7B44"/>
    <w:rsid w:val="00F009F0"/>
    <w:rsid w:val="00F04BDD"/>
    <w:rsid w:val="00F04DCC"/>
    <w:rsid w:val="00F140E2"/>
    <w:rsid w:val="00F1555B"/>
    <w:rsid w:val="00F1579D"/>
    <w:rsid w:val="00F17E99"/>
    <w:rsid w:val="00F21583"/>
    <w:rsid w:val="00F23F3C"/>
    <w:rsid w:val="00F240EB"/>
    <w:rsid w:val="00F26F94"/>
    <w:rsid w:val="00F27A03"/>
    <w:rsid w:val="00F31DB0"/>
    <w:rsid w:val="00F32AAF"/>
    <w:rsid w:val="00F32B48"/>
    <w:rsid w:val="00F34117"/>
    <w:rsid w:val="00F34730"/>
    <w:rsid w:val="00F34CC0"/>
    <w:rsid w:val="00F41330"/>
    <w:rsid w:val="00F43F35"/>
    <w:rsid w:val="00F533E5"/>
    <w:rsid w:val="00F64275"/>
    <w:rsid w:val="00F6486B"/>
    <w:rsid w:val="00F6503A"/>
    <w:rsid w:val="00F65429"/>
    <w:rsid w:val="00F710A7"/>
    <w:rsid w:val="00F744DD"/>
    <w:rsid w:val="00F7499A"/>
    <w:rsid w:val="00F77377"/>
    <w:rsid w:val="00F77A2B"/>
    <w:rsid w:val="00F77ED4"/>
    <w:rsid w:val="00F81042"/>
    <w:rsid w:val="00F81E33"/>
    <w:rsid w:val="00F829E2"/>
    <w:rsid w:val="00F82E92"/>
    <w:rsid w:val="00F90845"/>
    <w:rsid w:val="00F915DE"/>
    <w:rsid w:val="00F92D45"/>
    <w:rsid w:val="00F9580F"/>
    <w:rsid w:val="00F97FD7"/>
    <w:rsid w:val="00FA2576"/>
    <w:rsid w:val="00FA384E"/>
    <w:rsid w:val="00FA4ADE"/>
    <w:rsid w:val="00FA6DE5"/>
    <w:rsid w:val="00FB1EA7"/>
    <w:rsid w:val="00FB1FF3"/>
    <w:rsid w:val="00FB2C06"/>
    <w:rsid w:val="00FB2CAD"/>
    <w:rsid w:val="00FB41EF"/>
    <w:rsid w:val="00FB6BA9"/>
    <w:rsid w:val="00FB7A71"/>
    <w:rsid w:val="00FC3C68"/>
    <w:rsid w:val="00FC7BC6"/>
    <w:rsid w:val="00FD3B74"/>
    <w:rsid w:val="00FD5C78"/>
    <w:rsid w:val="00FE17F9"/>
    <w:rsid w:val="00FE3582"/>
    <w:rsid w:val="00FE6DE3"/>
    <w:rsid w:val="00FF11A5"/>
    <w:rsid w:val="00FF4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qFormat="1"/>
    <w:lsdException w:name="heading 2" w:semiHidden="0" w:qFormat="1"/>
    <w:lsdException w:name="heading 3" w:semiHidden="0" w:qFormat="1"/>
    <w:lsdException w:name="heading 4" w:semiHidden="0" w:qFormat="1"/>
    <w:lsdException w:name="heading 5" w:semiHidden="0" w:qFormat="1"/>
    <w:lsdException w:name="heading 6" w:semiHidden="0" w:qFormat="1"/>
    <w:lsdException w:name="heading 7" w:semiHidden="0" w:qFormat="1"/>
    <w:lsdException w:name="heading 8" w:semiHidden="0" w:qFormat="1"/>
    <w:lsdException w:name="heading 9" w:semiHidden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unhideWhenUsed="1"/>
    <w:lsdException w:name="index heading" w:unhideWhenUsed="1"/>
    <w:lsdException w:name="caption" w:semiHidden="0" w:qFormat="1"/>
    <w:lsdException w:name="table of figures" w:unhideWhenUsed="1"/>
    <w:lsdException w:name="envelope address" w:unhideWhenUsed="1"/>
    <w:lsdException w:name="envelope return" w:unhideWhenUsed="1"/>
    <w:lsdException w:name="line number" w:unhideWhenUsed="1"/>
    <w:lsdException w:name="endnote reference" w:unhideWhenUsed="1"/>
    <w:lsdException w:name="endnote text" w:unhideWhenUsed="1"/>
    <w:lsdException w:name="table of authorities" w:unhideWhenUsed="1"/>
    <w:lsdException w:name="toa heading" w:unhideWhenUsed="1"/>
    <w:lsdException w:name="List Bullet" w:unhideWhenUsed="1"/>
    <w:lsdException w:name="List Number" w:unhideWhenUsed="1"/>
    <w:lsdException w:name="List 4" w:unhideWhenUsed="1"/>
    <w:lsdException w:name="List 5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qFormat="1"/>
    <w:lsdException w:name="Closing" w:unhideWhenUsed="1"/>
    <w:lsdException w:name="Signature" w:unhideWhenUsed="1"/>
    <w:lsdException w:name="Body Text Indent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E-mail Signature" w:unhideWhenUsed="1"/>
    <w:lsdException w:name="HTML Top of Form" w:unhideWhenUsed="1"/>
    <w:lsdException w:name="HTML Bottom of Form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F4005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4005"/>
    <w:pPr>
      <w:keepNext/>
      <w:keepLines/>
      <w:spacing w:after="240" w:line="240" w:lineRule="atLeast"/>
      <w:jc w:val="center"/>
      <w:outlineLvl w:val="0"/>
    </w:pPr>
    <w:rPr>
      <w:smallCaps/>
      <w:spacing w:val="14"/>
      <w:kern w:val="20"/>
      <w:sz w:val="23"/>
      <w:szCs w:val="23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4005"/>
    <w:pPr>
      <w:keepNext/>
      <w:keepLines/>
      <w:spacing w:after="240" w:line="240" w:lineRule="atLeast"/>
      <w:outlineLvl w:val="1"/>
    </w:pPr>
    <w:rPr>
      <w:smallCaps/>
      <w:spacing w:val="10"/>
      <w:kern w:val="20"/>
    </w:rPr>
  </w:style>
  <w:style w:type="paragraph" w:styleId="Heading3">
    <w:name w:val="heading 3"/>
    <w:aliases w:val="Heading 3-1"/>
    <w:basedOn w:val="Normal"/>
    <w:next w:val="Normal"/>
    <w:link w:val="Heading3Char"/>
    <w:uiPriority w:val="99"/>
    <w:qFormat/>
    <w:rsid w:val="000F4005"/>
    <w:pPr>
      <w:keepLines/>
      <w:numPr>
        <w:ilvl w:val="2"/>
        <w:numId w:val="2"/>
      </w:numPr>
      <w:tabs>
        <w:tab w:val="clear" w:pos="2280"/>
        <w:tab w:val="left" w:pos="0"/>
        <w:tab w:val="num" w:pos="1560"/>
      </w:tabs>
      <w:spacing w:before="240" w:after="120" w:line="360" w:lineRule="auto"/>
      <w:ind w:left="0" w:firstLine="851"/>
      <w:jc w:val="both"/>
      <w:outlineLvl w:val="2"/>
    </w:pPr>
    <w:rPr>
      <w:kern w:val="20"/>
      <w:lang w:val="bg-BG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F4005"/>
    <w:pPr>
      <w:numPr>
        <w:ilvl w:val="3"/>
        <w:numId w:val="2"/>
      </w:numPr>
      <w:tabs>
        <w:tab w:val="clear" w:pos="2424"/>
        <w:tab w:val="num" w:pos="1843"/>
      </w:tabs>
      <w:spacing w:line="360" w:lineRule="auto"/>
      <w:ind w:left="0" w:firstLine="851"/>
      <w:jc w:val="both"/>
      <w:outlineLvl w:val="3"/>
    </w:pPr>
    <w:rPr>
      <w:kern w:val="20"/>
      <w:lang w:val="bg-BG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F4005"/>
    <w:pPr>
      <w:numPr>
        <w:ilvl w:val="4"/>
        <w:numId w:val="2"/>
      </w:numPr>
      <w:tabs>
        <w:tab w:val="clear" w:pos="2568"/>
        <w:tab w:val="num" w:pos="1985"/>
      </w:tabs>
      <w:spacing w:line="360" w:lineRule="auto"/>
      <w:ind w:left="0" w:firstLine="851"/>
      <w:jc w:val="both"/>
      <w:outlineLvl w:val="4"/>
    </w:pPr>
    <w:rPr>
      <w:kern w:val="20"/>
      <w:lang w:val="bg-BG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F4005"/>
    <w:pPr>
      <w:keepNext/>
      <w:keepLines/>
      <w:numPr>
        <w:ilvl w:val="5"/>
        <w:numId w:val="2"/>
      </w:numPr>
      <w:spacing w:line="240" w:lineRule="atLeast"/>
      <w:outlineLvl w:val="5"/>
    </w:pPr>
    <w:rPr>
      <w:i/>
      <w:iCs/>
      <w:kern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0F4005"/>
    <w:pPr>
      <w:keepNext/>
      <w:keepLines/>
      <w:numPr>
        <w:ilvl w:val="6"/>
        <w:numId w:val="2"/>
      </w:numPr>
      <w:spacing w:line="240" w:lineRule="atLeast"/>
      <w:outlineLvl w:val="6"/>
    </w:pPr>
    <w:rPr>
      <w:smallCaps/>
      <w:kern w:val="20"/>
      <w:sz w:val="23"/>
      <w:szCs w:val="23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F4005"/>
    <w:pPr>
      <w:keepNext/>
      <w:keepLines/>
      <w:numPr>
        <w:ilvl w:val="7"/>
        <w:numId w:val="2"/>
      </w:numPr>
      <w:spacing w:line="240" w:lineRule="atLeast"/>
      <w:outlineLvl w:val="7"/>
    </w:pPr>
    <w:rPr>
      <w:i/>
      <w:iCs/>
      <w:kern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F4005"/>
    <w:pPr>
      <w:keepNext/>
      <w:keepLines/>
      <w:numPr>
        <w:ilvl w:val="8"/>
        <w:numId w:val="2"/>
      </w:numPr>
      <w:spacing w:line="240" w:lineRule="atLeast"/>
      <w:outlineLvl w:val="8"/>
    </w:pPr>
    <w:rPr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36929"/>
    <w:rPr>
      <w:rFonts w:ascii="Cambria" w:hAnsi="Cambria" w:cs="Cambria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436929"/>
    <w:rPr>
      <w:rFonts w:ascii="Cambria" w:hAnsi="Cambria" w:cs="Cambria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aliases w:val="Heading 3-1 Char"/>
    <w:basedOn w:val="DefaultParagraphFont"/>
    <w:link w:val="Heading3"/>
    <w:uiPriority w:val="99"/>
    <w:rsid w:val="00436929"/>
    <w:rPr>
      <w:kern w:val="20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uiPriority w:val="99"/>
    <w:rsid w:val="00436929"/>
    <w:rPr>
      <w:kern w:val="20"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436929"/>
    <w:rPr>
      <w:kern w:val="20"/>
      <w:sz w:val="24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F7499A"/>
    <w:rPr>
      <w:i/>
      <w:iCs/>
      <w:kern w:val="20"/>
      <w:sz w:val="24"/>
      <w:szCs w:val="24"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rsid w:val="00436929"/>
    <w:rPr>
      <w:smallCaps/>
      <w:kern w:val="20"/>
      <w:sz w:val="23"/>
      <w:szCs w:val="23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436929"/>
    <w:rPr>
      <w:i/>
      <w:iCs/>
      <w:kern w:val="20"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436929"/>
    <w:rPr>
      <w:kern w:val="2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0F4005"/>
    <w:pPr>
      <w:keepLines/>
      <w:tabs>
        <w:tab w:val="center" w:pos="4320"/>
        <w:tab w:val="right" w:pos="8640"/>
      </w:tabs>
      <w:spacing w:line="240" w:lineRule="atLeast"/>
    </w:pPr>
    <w:rPr>
      <w:spacing w:val="-5"/>
    </w:rPr>
  </w:style>
  <w:style w:type="character" w:customStyle="1" w:styleId="FooterChar">
    <w:name w:val="Footer Char"/>
    <w:basedOn w:val="DefaultParagraphFont"/>
    <w:link w:val="Footer"/>
    <w:uiPriority w:val="99"/>
    <w:rsid w:val="00CC01FF"/>
    <w:rPr>
      <w:spacing w:val="-5"/>
      <w:sz w:val="24"/>
      <w:szCs w:val="24"/>
      <w:lang w:val="en-GB" w:eastAsia="en-US"/>
    </w:rPr>
  </w:style>
  <w:style w:type="paragraph" w:styleId="Header">
    <w:name w:val="header"/>
    <w:basedOn w:val="Normal"/>
    <w:link w:val="HeaderChar"/>
    <w:uiPriority w:val="99"/>
    <w:rsid w:val="000F4005"/>
    <w:pPr>
      <w:keepLines/>
      <w:tabs>
        <w:tab w:val="center" w:pos="4320"/>
        <w:tab w:val="right" w:pos="8640"/>
      </w:tabs>
      <w:spacing w:line="240" w:lineRule="atLeast"/>
    </w:pPr>
    <w:rPr>
      <w:caps/>
      <w:spacing w:val="-5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36929"/>
    <w:rPr>
      <w:sz w:val="24"/>
      <w:szCs w:val="24"/>
      <w:lang w:val="en-GB" w:eastAsia="en-US"/>
    </w:rPr>
  </w:style>
  <w:style w:type="paragraph" w:styleId="MacroText">
    <w:name w:val="macro"/>
    <w:basedOn w:val="Normal"/>
    <w:link w:val="MacroTextChar"/>
    <w:uiPriority w:val="99"/>
    <w:semiHidden/>
    <w:rsid w:val="000F4005"/>
    <w:pPr>
      <w:spacing w:after="240"/>
      <w:ind w:firstLine="360"/>
    </w:pPr>
    <w:rPr>
      <w:rFonts w:ascii="Courier New" w:hAnsi="Courier New" w:cs="Courier New"/>
      <w:spacing w:val="-5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436929"/>
    <w:rPr>
      <w:rFonts w:ascii="Courier New" w:hAnsi="Courier New" w:cs="Courier New"/>
      <w:sz w:val="20"/>
      <w:szCs w:val="20"/>
      <w:lang w:val="en-GB" w:eastAsia="en-US"/>
    </w:rPr>
  </w:style>
  <w:style w:type="character" w:customStyle="1" w:styleId="Checkbox">
    <w:name w:val="Checkbox"/>
    <w:uiPriority w:val="99"/>
    <w:rsid w:val="000F4005"/>
    <w:rPr>
      <w:rFonts w:ascii="Times New Roman" w:hAnsi="Times New Roman" w:cs="Times New Roman"/>
      <w:sz w:val="22"/>
      <w:szCs w:val="22"/>
    </w:rPr>
  </w:style>
  <w:style w:type="paragraph" w:customStyle="1" w:styleId="Style2">
    <w:name w:val="Style2"/>
    <w:basedOn w:val="Normal"/>
    <w:uiPriority w:val="99"/>
    <w:rsid w:val="000F4005"/>
    <w:pPr>
      <w:spacing w:before="240" w:line="360" w:lineRule="auto"/>
      <w:ind w:firstLine="851"/>
    </w:pPr>
    <w:rPr>
      <w:b/>
      <w:bCs/>
      <w:lang w:val="bg-BG"/>
    </w:rPr>
  </w:style>
  <w:style w:type="paragraph" w:customStyle="1" w:styleId="Style1">
    <w:name w:val="Style1"/>
    <w:basedOn w:val="Normal"/>
    <w:link w:val="Style1Char1"/>
    <w:uiPriority w:val="99"/>
    <w:rsid w:val="000F4005"/>
    <w:pPr>
      <w:spacing w:line="360" w:lineRule="auto"/>
      <w:ind w:firstLine="851"/>
      <w:jc w:val="both"/>
    </w:pPr>
  </w:style>
  <w:style w:type="paragraph" w:styleId="TOC1">
    <w:name w:val="toc 1"/>
    <w:basedOn w:val="Normal"/>
    <w:next w:val="Normal"/>
    <w:uiPriority w:val="99"/>
    <w:semiHidden/>
    <w:rsid w:val="000F4005"/>
    <w:pPr>
      <w:tabs>
        <w:tab w:val="right" w:leader="dot" w:pos="9158"/>
      </w:tabs>
    </w:pPr>
  </w:style>
  <w:style w:type="paragraph" w:styleId="TOC2">
    <w:name w:val="toc 2"/>
    <w:basedOn w:val="Normal"/>
    <w:next w:val="Normal"/>
    <w:uiPriority w:val="99"/>
    <w:semiHidden/>
    <w:rsid w:val="000F4005"/>
    <w:pPr>
      <w:tabs>
        <w:tab w:val="right" w:leader="dot" w:pos="9158"/>
      </w:tabs>
      <w:ind w:left="200"/>
    </w:pPr>
  </w:style>
  <w:style w:type="paragraph" w:customStyle="1" w:styleId="h1">
    <w:name w:val="h1"/>
    <w:basedOn w:val="Style1"/>
    <w:uiPriority w:val="99"/>
    <w:rsid w:val="000F4005"/>
    <w:pPr>
      <w:keepNext/>
      <w:numPr>
        <w:numId w:val="2"/>
      </w:numPr>
      <w:tabs>
        <w:tab w:val="clear" w:pos="1992"/>
        <w:tab w:val="left" w:pos="1170"/>
        <w:tab w:val="num" w:pos="1701"/>
      </w:tabs>
      <w:spacing w:before="240" w:after="300"/>
      <w:ind w:left="0" w:firstLine="851"/>
      <w:jc w:val="left"/>
    </w:pPr>
    <w:rPr>
      <w:b/>
      <w:bCs/>
      <w:caps/>
      <w:sz w:val="28"/>
      <w:szCs w:val="28"/>
      <w:lang w:val="bg-BG"/>
    </w:rPr>
  </w:style>
  <w:style w:type="paragraph" w:customStyle="1" w:styleId="h2">
    <w:name w:val="h2"/>
    <w:basedOn w:val="Style1"/>
    <w:uiPriority w:val="99"/>
    <w:rsid w:val="000F4005"/>
    <w:pPr>
      <w:numPr>
        <w:ilvl w:val="1"/>
        <w:numId w:val="2"/>
      </w:numPr>
      <w:tabs>
        <w:tab w:val="clear" w:pos="2136"/>
        <w:tab w:val="num" w:pos="1418"/>
      </w:tabs>
      <w:spacing w:before="240"/>
      <w:ind w:left="0" w:firstLine="851"/>
      <w:jc w:val="left"/>
    </w:pPr>
    <w:rPr>
      <w:b/>
      <w:bCs/>
      <w:lang w:val="bg-BG"/>
    </w:rPr>
  </w:style>
  <w:style w:type="character" w:styleId="PageNumber">
    <w:name w:val="page number"/>
    <w:basedOn w:val="DefaultParagraphFont"/>
    <w:uiPriority w:val="99"/>
    <w:rsid w:val="000F4005"/>
  </w:style>
  <w:style w:type="paragraph" w:styleId="Caption">
    <w:name w:val="caption"/>
    <w:basedOn w:val="Normal"/>
    <w:next w:val="Normal"/>
    <w:uiPriority w:val="99"/>
    <w:qFormat/>
    <w:rsid w:val="000F4005"/>
    <w:pPr>
      <w:widowControl w:val="0"/>
      <w:spacing w:before="240" w:line="360" w:lineRule="auto"/>
      <w:ind w:firstLine="567"/>
      <w:jc w:val="center"/>
    </w:pPr>
    <w:rPr>
      <w:b/>
      <w:bCs/>
      <w:noProof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rsid w:val="000F40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F400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6929"/>
    <w:rPr>
      <w:sz w:val="20"/>
      <w:szCs w:val="20"/>
      <w:lang w:val="en-GB" w:eastAsia="en-US"/>
    </w:rPr>
  </w:style>
  <w:style w:type="paragraph" w:styleId="BodyText2">
    <w:name w:val="Body Text 2"/>
    <w:basedOn w:val="Normal"/>
    <w:link w:val="BodyText2Char"/>
    <w:uiPriority w:val="99"/>
    <w:rsid w:val="000F4005"/>
    <w:pPr>
      <w:jc w:val="both"/>
    </w:pPr>
    <w:rPr>
      <w:lang w:val="bg-BG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6929"/>
    <w:rPr>
      <w:sz w:val="24"/>
      <w:szCs w:val="24"/>
      <w:lang w:val="en-GB" w:eastAsia="en-US"/>
    </w:rPr>
  </w:style>
  <w:style w:type="paragraph" w:styleId="BodyText3">
    <w:name w:val="Body Text 3"/>
    <w:basedOn w:val="Normal"/>
    <w:link w:val="BodyText3Char"/>
    <w:uiPriority w:val="99"/>
    <w:rsid w:val="000F4005"/>
    <w:pPr>
      <w:widowControl w:val="0"/>
      <w:ind w:left="709"/>
      <w:jc w:val="both"/>
    </w:p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36929"/>
    <w:rPr>
      <w:sz w:val="16"/>
      <w:szCs w:val="16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rsid w:val="000F4005"/>
    <w:pPr>
      <w:ind w:firstLine="810"/>
    </w:pPr>
    <w:rPr>
      <w:lang w:val="bg-BG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36929"/>
    <w:rPr>
      <w:sz w:val="24"/>
      <w:szCs w:val="24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rsid w:val="000F4005"/>
    <w:pPr>
      <w:spacing w:line="360" w:lineRule="auto"/>
      <w:ind w:firstLine="806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436929"/>
    <w:rPr>
      <w:sz w:val="16"/>
      <w:szCs w:val="16"/>
      <w:lang w:val="en-GB" w:eastAsia="en-US"/>
    </w:rPr>
  </w:style>
  <w:style w:type="paragraph" w:customStyle="1" w:styleId="BodyText4">
    <w:name w:val="Body Text 4"/>
    <w:basedOn w:val="Normal"/>
    <w:uiPriority w:val="99"/>
    <w:rsid w:val="000F4005"/>
    <w:pPr>
      <w:widowControl w:val="0"/>
      <w:spacing w:before="120"/>
      <w:ind w:left="851"/>
      <w:jc w:val="both"/>
    </w:pPr>
  </w:style>
  <w:style w:type="paragraph" w:customStyle="1" w:styleId="BodyText5">
    <w:name w:val="Body Text 5"/>
    <w:basedOn w:val="Normal"/>
    <w:uiPriority w:val="99"/>
    <w:rsid w:val="000F4005"/>
    <w:pPr>
      <w:widowControl w:val="0"/>
      <w:spacing w:before="120"/>
      <w:ind w:left="1134"/>
      <w:jc w:val="both"/>
    </w:pPr>
  </w:style>
  <w:style w:type="paragraph" w:styleId="BlockText">
    <w:name w:val="Block Text"/>
    <w:basedOn w:val="Normal"/>
    <w:uiPriority w:val="99"/>
    <w:rsid w:val="000F4005"/>
    <w:pPr>
      <w:tabs>
        <w:tab w:val="left" w:pos="721"/>
        <w:tab w:val="left" w:pos="2520"/>
      </w:tabs>
      <w:spacing w:before="120"/>
      <w:ind w:left="2520" w:right="-1" w:hanging="2094"/>
      <w:jc w:val="both"/>
    </w:pPr>
    <w:rPr>
      <w:lang w:val="bg-BG"/>
    </w:rPr>
  </w:style>
  <w:style w:type="character" w:styleId="Hyperlink">
    <w:name w:val="Hyperlink"/>
    <w:basedOn w:val="DefaultParagraphFont"/>
    <w:uiPriority w:val="99"/>
    <w:rsid w:val="000F4005"/>
    <w:rPr>
      <w:i/>
      <w:iCs/>
      <w:color w:val="0000FF"/>
      <w:u w:val="none"/>
      <w:effect w:val="none"/>
    </w:rPr>
  </w:style>
  <w:style w:type="paragraph" w:styleId="NormalWeb">
    <w:name w:val="Normal (Web)"/>
    <w:basedOn w:val="Normal"/>
    <w:uiPriority w:val="99"/>
    <w:rsid w:val="000F4005"/>
    <w:pPr>
      <w:spacing w:before="100" w:beforeAutospacing="1" w:after="100" w:afterAutospacing="1"/>
    </w:pPr>
    <w:rPr>
      <w:lang w:val="bg-BG" w:eastAsia="bg-BG"/>
    </w:rPr>
  </w:style>
  <w:style w:type="paragraph" w:customStyle="1" w:styleId="kolona">
    <w:name w:val="kolona"/>
    <w:basedOn w:val="Normal"/>
    <w:uiPriority w:val="99"/>
    <w:rsid w:val="000F4005"/>
    <w:pPr>
      <w:spacing w:before="120" w:after="120"/>
      <w:ind w:left="57" w:right="57"/>
    </w:pPr>
    <w:rPr>
      <w:lang w:val="bg-BG" w:eastAsia="bg-BG"/>
    </w:rPr>
  </w:style>
  <w:style w:type="paragraph" w:customStyle="1" w:styleId="kolonanor">
    <w:name w:val="kolona nor"/>
    <w:basedOn w:val="Normal"/>
    <w:next w:val="Normal"/>
    <w:uiPriority w:val="99"/>
    <w:rsid w:val="000F4005"/>
    <w:pPr>
      <w:spacing w:before="60"/>
      <w:ind w:right="113"/>
    </w:pPr>
    <w:rPr>
      <w:lang w:val="bg-BG" w:eastAsia="bg-BG"/>
    </w:rPr>
  </w:style>
  <w:style w:type="paragraph" w:customStyle="1" w:styleId="kolonaItalic">
    <w:name w:val="kolona Italic"/>
    <w:basedOn w:val="kolonanor"/>
    <w:uiPriority w:val="99"/>
    <w:rsid w:val="000F4005"/>
    <w:rPr>
      <w:i/>
      <w:iCs/>
    </w:rPr>
  </w:style>
  <w:style w:type="paragraph" w:customStyle="1" w:styleId="Style10">
    <w:name w:val="Style10"/>
    <w:basedOn w:val="Normal"/>
    <w:uiPriority w:val="99"/>
    <w:rsid w:val="000F4005"/>
    <w:pPr>
      <w:spacing w:before="60"/>
      <w:ind w:right="284"/>
      <w:jc w:val="both"/>
    </w:pPr>
    <w:rPr>
      <w:lang w:val="bg-BG" w:eastAsia="bg-BG"/>
    </w:rPr>
  </w:style>
  <w:style w:type="character" w:styleId="FollowedHyperlink">
    <w:name w:val="FollowedHyperlink"/>
    <w:basedOn w:val="DefaultParagraphFont"/>
    <w:uiPriority w:val="99"/>
    <w:rsid w:val="000F4005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0F4005"/>
    <w:pPr>
      <w:jc w:val="both"/>
    </w:pPr>
    <w:rPr>
      <w:rFonts w:ascii="Garamond" w:hAnsi="Garamond" w:cs="Garamond"/>
      <w:sz w:val="28"/>
      <w:szCs w:val="28"/>
      <w:lang w:val="bg-BG" w:eastAsia="zh-CN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36929"/>
    <w:rPr>
      <w:sz w:val="24"/>
      <w:szCs w:val="24"/>
      <w:lang w:val="en-GB" w:eastAsia="en-US"/>
    </w:rPr>
  </w:style>
  <w:style w:type="paragraph" w:styleId="Title">
    <w:name w:val="Title"/>
    <w:basedOn w:val="Normal"/>
    <w:link w:val="TitleChar"/>
    <w:uiPriority w:val="99"/>
    <w:qFormat/>
    <w:rsid w:val="000F4005"/>
    <w:pPr>
      <w:widowControl w:val="0"/>
      <w:jc w:val="center"/>
    </w:pPr>
    <w:rPr>
      <w:b/>
      <w:bCs/>
      <w:sz w:val="52"/>
      <w:szCs w:val="52"/>
      <w:u w:val="single"/>
      <w:lang w:val="bg-BG" w:eastAsia="zh-CN"/>
    </w:rPr>
  </w:style>
  <w:style w:type="character" w:customStyle="1" w:styleId="TitleChar">
    <w:name w:val="Title Char"/>
    <w:basedOn w:val="DefaultParagraphFont"/>
    <w:link w:val="Title"/>
    <w:uiPriority w:val="99"/>
    <w:rsid w:val="00436929"/>
    <w:rPr>
      <w:rFonts w:ascii="Cambria" w:hAnsi="Cambria" w:cs="Cambria"/>
      <w:b/>
      <w:bCs/>
      <w:kern w:val="28"/>
      <w:sz w:val="32"/>
      <w:szCs w:val="32"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F4005"/>
    <w:rPr>
      <w:rFonts w:ascii="Tahoma" w:hAnsi="Tahoma" w:cs="Tahoma"/>
      <w:sz w:val="16"/>
      <w:szCs w:val="16"/>
      <w:lang w:val="bg-BG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929"/>
    <w:rPr>
      <w:sz w:val="2"/>
      <w:szCs w:val="2"/>
      <w:lang w:val="en-GB" w:eastAsia="en-US"/>
    </w:rPr>
  </w:style>
  <w:style w:type="paragraph" w:styleId="List">
    <w:name w:val="List"/>
    <w:basedOn w:val="Normal"/>
    <w:uiPriority w:val="99"/>
    <w:rsid w:val="000F4005"/>
    <w:pPr>
      <w:ind w:left="283" w:hanging="283"/>
    </w:pPr>
    <w:rPr>
      <w:sz w:val="20"/>
      <w:szCs w:val="20"/>
      <w:lang w:val="bg-BG" w:eastAsia="zh-CN"/>
    </w:rPr>
  </w:style>
  <w:style w:type="paragraph" w:styleId="List2">
    <w:name w:val="List 2"/>
    <w:basedOn w:val="Normal"/>
    <w:uiPriority w:val="99"/>
    <w:rsid w:val="000F4005"/>
    <w:pPr>
      <w:ind w:left="566" w:hanging="283"/>
    </w:pPr>
    <w:rPr>
      <w:sz w:val="20"/>
      <w:szCs w:val="20"/>
      <w:lang w:val="bg-BG" w:eastAsia="zh-CN"/>
    </w:rPr>
  </w:style>
  <w:style w:type="paragraph" w:styleId="List3">
    <w:name w:val="List 3"/>
    <w:basedOn w:val="Normal"/>
    <w:uiPriority w:val="99"/>
    <w:rsid w:val="000F4005"/>
    <w:pPr>
      <w:ind w:left="849" w:hanging="283"/>
    </w:pPr>
    <w:rPr>
      <w:sz w:val="20"/>
      <w:szCs w:val="20"/>
      <w:lang w:val="bg-BG" w:eastAsia="zh-CN"/>
    </w:rPr>
  </w:style>
  <w:style w:type="paragraph" w:styleId="ListBullet2">
    <w:name w:val="List Bullet 2"/>
    <w:basedOn w:val="Normal"/>
    <w:autoRedefine/>
    <w:uiPriority w:val="99"/>
    <w:rsid w:val="000F4005"/>
    <w:pPr>
      <w:numPr>
        <w:numId w:val="1"/>
      </w:numPr>
    </w:pPr>
    <w:rPr>
      <w:sz w:val="20"/>
      <w:szCs w:val="20"/>
      <w:lang w:val="bg-BG" w:eastAsia="zh-CN"/>
    </w:rPr>
  </w:style>
  <w:style w:type="paragraph" w:styleId="ListContinue">
    <w:name w:val="List Continue"/>
    <w:basedOn w:val="Normal"/>
    <w:uiPriority w:val="99"/>
    <w:rsid w:val="000F4005"/>
    <w:pPr>
      <w:spacing w:after="120"/>
      <w:ind w:left="283"/>
    </w:pPr>
    <w:rPr>
      <w:sz w:val="20"/>
      <w:szCs w:val="20"/>
      <w:lang w:val="bg-BG" w:eastAsia="zh-CN"/>
    </w:rPr>
  </w:style>
  <w:style w:type="paragraph" w:styleId="PlainText">
    <w:name w:val="Plain Text"/>
    <w:basedOn w:val="Normal"/>
    <w:link w:val="PlainTextChar"/>
    <w:uiPriority w:val="99"/>
    <w:rsid w:val="000F4005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36929"/>
    <w:rPr>
      <w:rFonts w:ascii="Courier New" w:hAnsi="Courier New" w:cs="Courier New"/>
      <w:sz w:val="2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0F4005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36929"/>
    <w:rPr>
      <w:sz w:val="20"/>
      <w:szCs w:val="20"/>
      <w:lang w:val="en-GB" w:eastAsia="en-US"/>
    </w:rPr>
  </w:style>
  <w:style w:type="character" w:styleId="FootnoteReference">
    <w:name w:val="footnote reference"/>
    <w:basedOn w:val="DefaultParagraphFont"/>
    <w:uiPriority w:val="99"/>
    <w:semiHidden/>
    <w:rsid w:val="000F4005"/>
    <w:rPr>
      <w:vertAlign w:val="superscript"/>
    </w:rPr>
  </w:style>
  <w:style w:type="paragraph" w:customStyle="1" w:styleId="xl55">
    <w:name w:val="xl55"/>
    <w:basedOn w:val="Normal"/>
    <w:uiPriority w:val="99"/>
    <w:rsid w:val="000F4005"/>
    <w:pPr>
      <w:spacing w:before="100" w:beforeAutospacing="1" w:after="100" w:afterAutospacing="1"/>
      <w:textAlignment w:val="center"/>
    </w:pPr>
    <w:rPr>
      <w:b/>
      <w:bCs/>
    </w:rPr>
  </w:style>
  <w:style w:type="character" w:customStyle="1" w:styleId="MessageHeaderLabel">
    <w:name w:val="Message Header Label"/>
    <w:uiPriority w:val="99"/>
    <w:rsid w:val="000F4005"/>
    <w:rPr>
      <w:caps/>
      <w:spacing w:val="6"/>
      <w:position w:val="6"/>
      <w:sz w:val="14"/>
      <w:szCs w:val="14"/>
    </w:rPr>
  </w:style>
  <w:style w:type="paragraph" w:customStyle="1" w:styleId="a">
    <w:name w:val="Изнесен текст"/>
    <w:basedOn w:val="Normal"/>
    <w:uiPriority w:val="99"/>
    <w:semiHidden/>
    <w:rsid w:val="000F4005"/>
    <w:rPr>
      <w:rFonts w:ascii="Tahoma" w:hAnsi="Tahoma" w:cs="Tahoma"/>
      <w:sz w:val="16"/>
      <w:szCs w:val="16"/>
    </w:rPr>
  </w:style>
  <w:style w:type="paragraph" w:customStyle="1" w:styleId="a0">
    <w:name w:val="Предмет на коментар"/>
    <w:basedOn w:val="CommentText"/>
    <w:next w:val="CommentText"/>
    <w:uiPriority w:val="99"/>
    <w:semiHidden/>
    <w:rsid w:val="000F4005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0F40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6929"/>
    <w:rPr>
      <w:b/>
      <w:bCs/>
    </w:rPr>
  </w:style>
  <w:style w:type="paragraph" w:customStyle="1" w:styleId="FR1">
    <w:name w:val="FR1"/>
    <w:uiPriority w:val="99"/>
    <w:rsid w:val="000F4005"/>
    <w:pPr>
      <w:widowControl w:val="0"/>
      <w:spacing w:before="540"/>
      <w:ind w:left="3000"/>
    </w:pPr>
    <w:rPr>
      <w:b/>
      <w:bCs/>
      <w:sz w:val="32"/>
      <w:szCs w:val="32"/>
      <w:lang w:eastAsia="en-US"/>
    </w:rPr>
  </w:style>
  <w:style w:type="paragraph" w:customStyle="1" w:styleId="FR2">
    <w:name w:val="FR2"/>
    <w:uiPriority w:val="99"/>
    <w:rsid w:val="000F4005"/>
    <w:pPr>
      <w:widowControl w:val="0"/>
      <w:jc w:val="right"/>
    </w:pPr>
    <w:rPr>
      <w:rFonts w:ascii="Arial" w:hAnsi="Arial" w:cs="Arial"/>
      <w:sz w:val="24"/>
      <w:szCs w:val="24"/>
      <w:lang w:eastAsia="en-US"/>
    </w:rPr>
  </w:style>
  <w:style w:type="paragraph" w:customStyle="1" w:styleId="StyleFirstline05">
    <w:name w:val="Style First line:  0.5&quot;"/>
    <w:basedOn w:val="Normal"/>
    <w:uiPriority w:val="99"/>
    <w:rsid w:val="000F4005"/>
    <w:pPr>
      <w:spacing w:before="120"/>
      <w:ind w:firstLine="720"/>
      <w:jc w:val="both"/>
    </w:pPr>
    <w:rPr>
      <w:lang w:val="bg-BG" w:eastAsia="bg-BG"/>
    </w:rPr>
  </w:style>
  <w:style w:type="paragraph" w:customStyle="1" w:styleId="Style11">
    <w:name w:val="Style1Т1"/>
    <w:basedOn w:val="Style1"/>
    <w:autoRedefine/>
    <w:uiPriority w:val="99"/>
    <w:rsid w:val="000F4005"/>
    <w:pPr>
      <w:numPr>
        <w:numId w:val="3"/>
      </w:numPr>
      <w:spacing w:before="60" w:line="300" w:lineRule="auto"/>
    </w:pPr>
    <w:rPr>
      <w:b/>
      <w:bCs/>
      <w:i/>
      <w:iCs/>
      <w:sz w:val="28"/>
      <w:szCs w:val="28"/>
      <w:lang w:val="bg-BG" w:eastAsia="bg-BG"/>
    </w:rPr>
  </w:style>
  <w:style w:type="paragraph" w:customStyle="1" w:styleId="Style1T2">
    <w:name w:val="Style1T2"/>
    <w:basedOn w:val="Style1"/>
    <w:uiPriority w:val="99"/>
    <w:rsid w:val="000F4005"/>
    <w:pPr>
      <w:spacing w:before="60" w:line="300" w:lineRule="auto"/>
      <w:ind w:left="1440" w:hanging="360"/>
    </w:pPr>
    <w:rPr>
      <w:lang w:val="bg-BG" w:eastAsia="bg-BG"/>
    </w:rPr>
  </w:style>
  <w:style w:type="character" w:customStyle="1" w:styleId="WW8Num3z0">
    <w:name w:val="WW8Num3z0"/>
    <w:uiPriority w:val="99"/>
    <w:rsid w:val="0043156E"/>
  </w:style>
  <w:style w:type="character" w:customStyle="1" w:styleId="SC3241719">
    <w:name w:val="SC.3.241719"/>
    <w:uiPriority w:val="99"/>
    <w:rsid w:val="0043156E"/>
    <w:rPr>
      <w:rFonts w:ascii="Times Ten" w:hAnsi="Times Ten" w:cs="Times Ten"/>
      <w:color w:val="221E1F"/>
      <w:sz w:val="20"/>
      <w:szCs w:val="20"/>
    </w:rPr>
  </w:style>
  <w:style w:type="paragraph" w:customStyle="1" w:styleId="firstline">
    <w:name w:val="firstline"/>
    <w:basedOn w:val="Normal"/>
    <w:uiPriority w:val="99"/>
    <w:rsid w:val="0043156E"/>
    <w:pPr>
      <w:spacing w:before="100" w:beforeAutospacing="1" w:after="100" w:afterAutospacing="1"/>
    </w:pPr>
    <w:rPr>
      <w:lang w:val="bg-BG" w:eastAsia="bg-BG"/>
    </w:rPr>
  </w:style>
  <w:style w:type="paragraph" w:customStyle="1" w:styleId="Style1Char">
    <w:name w:val="Style1 Char"/>
    <w:basedOn w:val="Normal"/>
    <w:uiPriority w:val="99"/>
    <w:rsid w:val="002B13A5"/>
    <w:pPr>
      <w:spacing w:line="360" w:lineRule="auto"/>
      <w:ind w:firstLine="851"/>
      <w:jc w:val="both"/>
    </w:pPr>
  </w:style>
  <w:style w:type="character" w:customStyle="1" w:styleId="Style1Char1">
    <w:name w:val="Style1 Char1"/>
    <w:link w:val="Style1"/>
    <w:uiPriority w:val="99"/>
    <w:rsid w:val="00011F29"/>
    <w:rPr>
      <w:sz w:val="24"/>
      <w:szCs w:val="24"/>
      <w:lang w:val="en-GB" w:eastAsia="en-US"/>
    </w:rPr>
  </w:style>
  <w:style w:type="paragraph" w:customStyle="1" w:styleId="DefaultParagraphFont1">
    <w:name w:val="Default Paragraph Font1"/>
    <w:aliases w:val="Default Paragraph Font Char Char,Char Char1 Char Char,Default Paragraph Font Char Char Char Char,Char Char1 Char Char Char Char Char"/>
    <w:basedOn w:val="Normal"/>
    <w:uiPriority w:val="99"/>
    <w:rsid w:val="00D65ED2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Style1Char1CharCharChar">
    <w:name w:val="Style1 Char1 Char Char Char"/>
    <w:basedOn w:val="Normal"/>
    <w:link w:val="Style1Char1CharCharCharChar"/>
    <w:uiPriority w:val="99"/>
    <w:rsid w:val="00D65ED2"/>
    <w:pPr>
      <w:spacing w:line="360" w:lineRule="auto"/>
      <w:ind w:firstLine="851"/>
      <w:jc w:val="both"/>
    </w:pPr>
    <w:rPr>
      <w:rFonts w:ascii="Tahoma" w:hAnsi="Tahoma" w:cs="Tahoma"/>
    </w:rPr>
  </w:style>
  <w:style w:type="character" w:customStyle="1" w:styleId="Style1Char1CharCharCharChar">
    <w:name w:val="Style1 Char1 Char Char Char Char"/>
    <w:basedOn w:val="DefaultParagraphFont"/>
    <w:link w:val="Style1Char1CharCharChar"/>
    <w:uiPriority w:val="99"/>
    <w:rsid w:val="00D65ED2"/>
    <w:rPr>
      <w:rFonts w:ascii="Tahoma" w:hAnsi="Tahoma" w:cs="Tahoma"/>
      <w:sz w:val="24"/>
      <w:szCs w:val="24"/>
      <w:lang w:val="en-GB" w:eastAsia="en-US"/>
    </w:rPr>
  </w:style>
  <w:style w:type="paragraph" w:customStyle="1" w:styleId="Style1Char1Char">
    <w:name w:val="Style1 Char1 Char"/>
    <w:basedOn w:val="Normal"/>
    <w:uiPriority w:val="99"/>
    <w:rsid w:val="00D65ED2"/>
    <w:pPr>
      <w:spacing w:line="360" w:lineRule="auto"/>
      <w:ind w:firstLine="851"/>
      <w:jc w:val="both"/>
    </w:pPr>
  </w:style>
  <w:style w:type="paragraph" w:customStyle="1" w:styleId="CharCharCharCharCharCharCharCharCharCharCharCharCharCharCharCharCharCharCharCharChar1CharCharCharChar">
    <w:name w:val="Char Char Char Char Char Char Char Char Char Char Char Char Знак Знак Char Char Char Знак Знак Char Char Char Char Char Char1 Char Char Char Char"/>
    <w:basedOn w:val="Normal"/>
    <w:uiPriority w:val="99"/>
    <w:rsid w:val="009611CD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TT">
    <w:name w:val="TT"/>
    <w:basedOn w:val="Normal"/>
    <w:uiPriority w:val="99"/>
    <w:rsid w:val="009611CD"/>
    <w:pPr>
      <w:autoSpaceDE w:val="0"/>
      <w:autoSpaceDN w:val="0"/>
      <w:spacing w:line="360" w:lineRule="atLeast"/>
      <w:ind w:firstLine="567"/>
      <w:jc w:val="both"/>
    </w:pPr>
    <w:rPr>
      <w:rFonts w:ascii="Dutch" w:hAnsi="Dutch" w:cs="Dutch"/>
      <w:lang w:val="bg-BG" w:eastAsia="bg-BG"/>
    </w:rPr>
  </w:style>
  <w:style w:type="paragraph" w:customStyle="1" w:styleId="CharCharCharCharCharChar">
    <w:name w:val="Char Char Char Char Char Char Знак"/>
    <w:basedOn w:val="Normal"/>
    <w:uiPriority w:val="99"/>
    <w:rsid w:val="008D4AE5"/>
    <w:pPr>
      <w:tabs>
        <w:tab w:val="left" w:pos="709"/>
      </w:tabs>
    </w:pPr>
    <w:rPr>
      <w:b/>
      <w:bCs/>
      <w:sz w:val="28"/>
      <w:szCs w:val="28"/>
      <w:lang w:val="en-US"/>
    </w:rPr>
  </w:style>
  <w:style w:type="paragraph" w:customStyle="1" w:styleId="1CharCharCharCharCharChar">
    <w:name w:val="1 Char Char Char Char Char Char"/>
    <w:basedOn w:val="Normal"/>
    <w:uiPriority w:val="99"/>
    <w:rsid w:val="00887A7D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Style1CharChar">
    <w:name w:val="Style1 Char Char"/>
    <w:basedOn w:val="Normal"/>
    <w:link w:val="Style1CharCharChar"/>
    <w:uiPriority w:val="99"/>
    <w:rsid w:val="008A1687"/>
    <w:pPr>
      <w:spacing w:line="360" w:lineRule="auto"/>
      <w:ind w:firstLine="851"/>
      <w:jc w:val="both"/>
    </w:pPr>
  </w:style>
  <w:style w:type="character" w:customStyle="1" w:styleId="Style1CharCharChar">
    <w:name w:val="Style1 Char Char Char"/>
    <w:link w:val="Style1CharChar"/>
    <w:uiPriority w:val="99"/>
    <w:rsid w:val="008A1687"/>
    <w:rPr>
      <w:sz w:val="24"/>
      <w:szCs w:val="24"/>
      <w:lang w:val="en-GB" w:eastAsia="en-US"/>
    </w:rPr>
  </w:style>
  <w:style w:type="paragraph" w:customStyle="1" w:styleId="Char1CharCharCharCharCharCharCharCharCharCharCharCharChar">
    <w:name w:val="Char1 Char Char Char Char Char Char Char Char Char Char Char Char Char"/>
    <w:basedOn w:val="Normal"/>
    <w:uiPriority w:val="99"/>
    <w:rsid w:val="008A168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style12">
    <w:name w:val="style1"/>
    <w:basedOn w:val="Normal"/>
    <w:uiPriority w:val="99"/>
    <w:rsid w:val="00CB01C5"/>
    <w:pPr>
      <w:spacing w:line="360" w:lineRule="auto"/>
      <w:ind w:firstLine="851"/>
      <w:jc w:val="both"/>
    </w:pPr>
    <w:rPr>
      <w:lang w:val="bg-BG" w:eastAsia="bg-BG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5A4D9F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customStyle="1" w:styleId="Char1CharCharCharCharCharCharCharCharCharCharChar">
    <w:name w:val="Char1 Char Char Char Char Char Char Char Char Char Char Char"/>
    <w:basedOn w:val="Normal"/>
    <w:uiPriority w:val="99"/>
    <w:rsid w:val="003775D0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ListParagraph">
    <w:name w:val="List Paragraph"/>
    <w:basedOn w:val="Normal"/>
    <w:uiPriority w:val="99"/>
    <w:qFormat/>
    <w:rsid w:val="00DA0447"/>
    <w:pPr>
      <w:ind w:left="720"/>
      <w:contextualSpacing/>
    </w:pPr>
  </w:style>
  <w:style w:type="paragraph" w:styleId="Revision">
    <w:name w:val="Revision"/>
    <w:hidden/>
    <w:uiPriority w:val="99"/>
    <w:semiHidden/>
    <w:rsid w:val="0070573D"/>
    <w:rPr>
      <w:sz w:val="24"/>
      <w:szCs w:val="24"/>
      <w:lang w:val="en-GB" w:eastAsia="en-US"/>
    </w:rPr>
  </w:style>
  <w:style w:type="table" w:styleId="TableGrid">
    <w:name w:val="Table Grid"/>
    <w:basedOn w:val="TableNormal"/>
    <w:uiPriority w:val="99"/>
    <w:rsid w:val="00E8079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111111">
    <w:name w:val="Outline List 2"/>
    <w:basedOn w:val="NoList"/>
    <w:uiPriority w:val="99"/>
    <w:semiHidden/>
    <w:unhideWhenUsed/>
    <w:rsid w:val="0080506C"/>
    <w:pPr>
      <w:numPr>
        <w:numId w:val="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y%20Documents\Bobi\npp\NAREDBA\Maketi\instrukci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instrukcia</Template>
  <TotalTime>2</TotalTime>
  <Pages>3</Pages>
  <Words>567</Words>
  <Characters>3238</Characters>
  <Application>Microsoft Office Word</Application>
  <DocSecurity>0</DocSecurity>
  <Lines>26</Lines>
  <Paragraphs>7</Paragraphs>
  <ScaleCrop>false</ScaleCrop>
  <Company>NPP Kozloduy Plc.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Техн_Задание за проектиране</dc:title>
  <dc:subject>Приложение 2 на ДОД.ОК.ИК.336</dc:subject>
  <dc:creator>gbpashtrapanski</dc:creator>
  <cp:lastModifiedBy>apangelov</cp:lastModifiedBy>
  <cp:revision>2</cp:revision>
  <cp:lastPrinted>2018-04-13T11:17:00Z</cp:lastPrinted>
  <dcterms:created xsi:type="dcterms:W3CDTF">2018-05-11T10:47:00Z</dcterms:created>
  <dcterms:modified xsi:type="dcterms:W3CDTF">2018-05-11T10:47:00Z</dcterms:modified>
  <cp:category>IK</cp:category>
</cp:coreProperties>
</file>