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D70543">
        <w:rPr>
          <w:rFonts w:ascii="Times New Roman" w:hAnsi="Times New Roman"/>
          <w:b/>
          <w:szCs w:val="22"/>
          <w:lang w:val="en-US"/>
        </w:rPr>
        <w:t xml:space="preserve">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00E449BC">
        <w:rPr>
          <w:rFonts w:ascii="Times New Roman" w:hAnsi="Times New Roman"/>
          <w:b/>
          <w:lang w:val="bg-BG"/>
        </w:rPr>
        <w:t>Доставка на преносима станция за регенериране на филтри тип КА-30</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 xml:space="preserve">не по-малко от </w:t>
      </w:r>
      <w:r w:rsidR="000D4788">
        <w:rPr>
          <w:rFonts w:ascii="Times New Roman" w:hAnsi="Times New Roman"/>
          <w:i/>
          <w:szCs w:val="22"/>
          <w:lang w:val="bg-BG"/>
        </w:rPr>
        <w:t>6</w:t>
      </w:r>
      <w:r w:rsidR="00C87C60">
        <w:rPr>
          <w:rFonts w:ascii="Times New Roman" w:hAnsi="Times New Roman"/>
          <w:i/>
          <w:szCs w:val="22"/>
          <w:lang w:val="bg-BG"/>
        </w:rPr>
        <w:t xml:space="preserve"> </w:t>
      </w:r>
      <w:r w:rsidR="000D4788">
        <w:rPr>
          <w:rFonts w:ascii="Times New Roman" w:hAnsi="Times New Roman"/>
          <w:i/>
          <w:szCs w:val="22"/>
          <w:lang w:val="bg-BG"/>
        </w:rPr>
        <w:t>месеца</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w:t>
      </w:r>
      <w:r w:rsidR="000D4788">
        <w:rPr>
          <w:rFonts w:ascii="Times New Roman" w:hAnsi="Times New Roman"/>
          <w:szCs w:val="22"/>
          <w:lang w:val="bg-BG"/>
        </w:rPr>
        <w:t>месеца</w:t>
      </w:r>
      <w:r w:rsidR="008E52B0" w:rsidRPr="00BE7C40">
        <w:rPr>
          <w:rFonts w:ascii="Times New Roman" w:hAnsi="Times New Roman"/>
          <w:szCs w:val="22"/>
          <w:lang w:val="bg-BG"/>
        </w:rPr>
        <w:t>.</w:t>
      </w: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D70543" w:rsidRDefault="00D70543" w:rsidP="00CD1996">
      <w:pPr>
        <w:jc w:val="both"/>
        <w:rPr>
          <w:rFonts w:ascii="Times New Roman" w:hAnsi="Times New Roman"/>
          <w:sz w:val="20"/>
          <w:szCs w:val="20"/>
          <w:lang w:val="ru-RU"/>
        </w:rPr>
      </w:pPr>
    </w:p>
    <w:p w:rsidR="00D70543" w:rsidRDefault="00D70543"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984680"/>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D4788"/>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0C8C"/>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4510F"/>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32264"/>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84680"/>
    <w:rsid w:val="00992E04"/>
    <w:rsid w:val="009A2601"/>
    <w:rsid w:val="009B57D4"/>
    <w:rsid w:val="009D3AC1"/>
    <w:rsid w:val="009F1049"/>
    <w:rsid w:val="009F12C2"/>
    <w:rsid w:val="009F67E0"/>
    <w:rsid w:val="009F78B9"/>
    <w:rsid w:val="00A01180"/>
    <w:rsid w:val="00A02917"/>
    <w:rsid w:val="00A03060"/>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87C60"/>
    <w:rsid w:val="00CA233C"/>
    <w:rsid w:val="00CC07A5"/>
    <w:rsid w:val="00CD03F6"/>
    <w:rsid w:val="00CD1996"/>
    <w:rsid w:val="00CD5D93"/>
    <w:rsid w:val="00CE218E"/>
    <w:rsid w:val="00CF214A"/>
    <w:rsid w:val="00D02EEE"/>
    <w:rsid w:val="00D04F85"/>
    <w:rsid w:val="00D06162"/>
    <w:rsid w:val="00D435B8"/>
    <w:rsid w:val="00D70543"/>
    <w:rsid w:val="00D8373C"/>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9BC"/>
    <w:rsid w:val="00E44C26"/>
    <w:rsid w:val="00E56401"/>
    <w:rsid w:val="00E74563"/>
    <w:rsid w:val="00E81B75"/>
    <w:rsid w:val="00E81C54"/>
    <w:rsid w:val="00EA1AF8"/>
    <w:rsid w:val="00EB534E"/>
    <w:rsid w:val="00ED520A"/>
    <w:rsid w:val="00ED530F"/>
    <w:rsid w:val="00EF2C4D"/>
    <w:rsid w:val="00F24328"/>
    <w:rsid w:val="00F25990"/>
    <w:rsid w:val="00F2637F"/>
    <w:rsid w:val="00F4468B"/>
    <w:rsid w:val="00F45982"/>
    <w:rsid w:val="00F52738"/>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4903"/>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5;&#1091;&#1073;&#1083;&#1080;&#1095;&#1085;&#1086;%20&#1089;&#1098;&#1089;&#1090;&#1077;&#1079;&#1072;&#1085;&#1080;&#1077;\&#1044;&#1077;&#1082;&#1083;&#1072;&#1088;&#1072;&#1094;&#1080;&#1103;%20&#1095;&#1083;.%2039,%20&#1072;&#1083;.3,%20&#1090;.1,%20&#1086;&#1090;%20&#1055;&#1055;&#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чл. 39, ал.3, т.1, от ППЗОП</Template>
  <TotalTime>6</TotalTime>
  <Pages>1</Pages>
  <Words>155</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anmomchilova</dc:creator>
  <cp:lastModifiedBy>anmomchilova</cp:lastModifiedBy>
  <cp:revision>6</cp:revision>
  <cp:lastPrinted>2016-08-23T05:32:00Z</cp:lastPrinted>
  <dcterms:created xsi:type="dcterms:W3CDTF">2018-01-29T07:33:00Z</dcterms:created>
  <dcterms:modified xsi:type="dcterms:W3CDTF">2018-02-22T09:28:00Z</dcterms:modified>
</cp:coreProperties>
</file>