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E72906" w:rsidRDefault="00780BCD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E72906">
        <w:rPr>
          <w:rFonts w:ascii="Times New Roman" w:hAnsi="Times New Roman"/>
          <w:b/>
          <w:bCs/>
          <w:lang w:val="bg-BG"/>
        </w:rPr>
        <w:t>“</w:t>
      </w:r>
      <w:r w:rsidR="0037244D">
        <w:rPr>
          <w:rFonts w:ascii="Times New Roman" w:hAnsi="Times New Roman"/>
          <w:b/>
          <w:bCs/>
          <w:lang w:val="bg-BG"/>
        </w:rPr>
        <w:t>...........................................................................................................................................</w:t>
      </w:r>
      <w:r w:rsidR="00294C59">
        <w:rPr>
          <w:rFonts w:ascii="Times New Roman" w:hAnsi="Times New Roman"/>
          <w:b/>
          <w:bCs/>
          <w:lang w:val="bg-BG"/>
        </w:rPr>
        <w:t>.</w:t>
      </w:r>
      <w:r w:rsidRPr="00E72906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104A77"/>
    <w:rsid w:val="001241A9"/>
    <w:rsid w:val="00185C47"/>
    <w:rsid w:val="001B06B4"/>
    <w:rsid w:val="00236551"/>
    <w:rsid w:val="00242984"/>
    <w:rsid w:val="00294C59"/>
    <w:rsid w:val="002C1944"/>
    <w:rsid w:val="002E0FD6"/>
    <w:rsid w:val="003347FB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D23419"/>
    <w:rsid w:val="00D32E1C"/>
    <w:rsid w:val="00DB67F6"/>
    <w:rsid w:val="00E558D3"/>
    <w:rsid w:val="00E72906"/>
    <w:rsid w:val="00F31032"/>
    <w:rsid w:val="00F548CC"/>
    <w:rsid w:val="00FA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2">
    <w:name w:val="Body Text Indent 2"/>
    <w:basedOn w:val="Normal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 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4;&#1086;&#1082;&#1091;&#1084;&#1077;&#1085;&#1090;&#1080;\&#1044;&#1080;&#1088;&#1077;&#1082;&#1094;&#1080;&#1103;%20&#1060;&#1080;&#1041;\&#1059;&#1087;&#1088;&#1072;&#1074;&#1083;&#1077;&#1085;&#1080;&#1077;%20&#1058;&#1098;&#1088;&#1075;&#1086;&#1074;&#1089;&#1082;&#1086;\&#1054;&#1090;&#1076;&#1077;&#1083;%20&#1054;&#1073;&#1097;&#1077;&#1089;&#1090;&#1074;&#1077;&#1085;&#1080;%20&#1087;&#1086;&#1088;&#1098;&#1095;&#1082;&#1080;\&#1053;&#1072;&#1095;&#1072;&#1083;&#1085;&#1080;&#1082;%20&#1086;&#1090;&#1076;&#1077;&#1083;\&#1041;&#1083;&#1072;&#1085;&#1082;&#1080;\01092009\&#1044;&#1086;&#1082;&#1091;&#1084;&#1077;&#1085;&#1090;&#1072;&#1094;&#1080;&#1080;\&#1044;&#1077;&#1082;&#1083;&#1072;&#1088;&#1072;&#1094;&#1080;&#1080;\&#1044;&#1077;&#1082;&#1083;&#1072;&#1088;&#1072;&#1094;&#1080;&#1103;%20&#1079;&#1072;%20&#1087;&#1086;&#1076;&#1072;&#1074;&#1072;&#1085;&#1077;%20&#1085;&#1072;%20&#1086;&#1092;&#1077;&#1088;&#1090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Декларация за подаване на оферта.dot</Template>
  <TotalTime>0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lvlazarova</cp:lastModifiedBy>
  <cp:revision>2</cp:revision>
  <cp:lastPrinted>2012-09-10T14:00:00Z</cp:lastPrinted>
  <dcterms:created xsi:type="dcterms:W3CDTF">2016-11-24T13:05:00Z</dcterms:created>
  <dcterms:modified xsi:type="dcterms:W3CDTF">2016-11-24T13:05:00Z</dcterms:modified>
</cp:coreProperties>
</file>