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A27A89" w:rsidRDefault="00A27A89"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263E97" w:rsidRDefault="00263E97" w:rsidP="00F11FEC">
      <w:pPr>
        <w:widowControl w:val="0"/>
        <w:autoSpaceDE w:val="0"/>
        <w:autoSpaceDN w:val="0"/>
        <w:adjustRightInd w:val="0"/>
        <w:rPr>
          <w:rFonts w:ascii="Times New Roman" w:hAnsi="Times New Roman"/>
          <w:b/>
          <w:sz w:val="32"/>
          <w:szCs w:val="32"/>
          <w:lang w:val="bg-BG"/>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5D1813" w:rsidRPr="00940DD8" w:rsidRDefault="005D1813" w:rsidP="005D1813">
      <w:pPr>
        <w:pStyle w:val="Title"/>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347087" w:rsidRDefault="00347087" w:rsidP="005D1813">
      <w:pPr>
        <w:jc w:val="center"/>
        <w:rPr>
          <w:rFonts w:ascii="Times New Roman" w:hAnsi="Times New Roman"/>
          <w:lang w:val="bg-BG"/>
        </w:rPr>
      </w:pPr>
    </w:p>
    <w:p w:rsidR="005D1813" w:rsidRPr="001D2483" w:rsidRDefault="005D1813" w:rsidP="005D181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732072" w:rsidRDefault="005D1813" w:rsidP="00744622">
      <w:pPr>
        <w:spacing w:after="120" w:line="360" w:lineRule="auto"/>
        <w:ind w:left="187" w:hanging="11"/>
        <w:jc w:val="center"/>
        <w:rPr>
          <w:rFonts w:ascii="Times New Roman" w:hAnsi="Times New Roman"/>
          <w:lang w:val="bg-BG"/>
        </w:rPr>
      </w:pPr>
      <w:r w:rsidRPr="00732072">
        <w:rPr>
          <w:rFonts w:ascii="Times New Roman" w:hAnsi="Times New Roman"/>
          <w:b/>
          <w:lang w:val="bg-BG"/>
        </w:rPr>
        <w:t>“</w:t>
      </w:r>
      <w:r w:rsidR="001576E9" w:rsidRPr="001576E9">
        <w:rPr>
          <w:rFonts w:ascii="Times New Roman" w:hAnsi="Times New Roman"/>
          <w:b/>
          <w:iCs/>
          <w:lang w:val="bg-BG"/>
        </w:rPr>
        <w:t>Доставка, монтаж и въвеждане в експлоатация на оборудване по линия на физическата защита в Хранилище за отработено гориво (ХОГ)</w:t>
      </w:r>
      <w:r w:rsidRPr="00732072">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C454F" w:rsidRDefault="00347087" w:rsidP="00513BD6">
      <w:pPr>
        <w:pStyle w:val="Heading1"/>
        <w:spacing w:after="120"/>
      </w:pPr>
      <w:r>
        <w:t>ДЕКЛАРИРАМ</w:t>
      </w:r>
      <w:r w:rsidR="00DC454F">
        <w:t>, ЧЕ:</w:t>
      </w:r>
    </w:p>
    <w:p w:rsidR="002E3B1C" w:rsidRPr="002E3B1C" w:rsidRDefault="002E3B1C" w:rsidP="002E3B1C">
      <w:pPr>
        <w:numPr>
          <w:ilvl w:val="0"/>
          <w:numId w:val="3"/>
        </w:numPr>
        <w:spacing w:line="360" w:lineRule="auto"/>
        <w:ind w:left="0" w:firstLine="357"/>
        <w:jc w:val="both"/>
        <w:rPr>
          <w:lang w:val="bg-BG"/>
        </w:rPr>
      </w:pPr>
      <w:r w:rsidRPr="00DB4E5C">
        <w:rPr>
          <w:rFonts w:ascii="Times New Roman" w:hAnsi="Times New Roman"/>
          <w:lang w:val="bg-BG" w:eastAsia="bg-BG"/>
        </w:rPr>
        <w:t>Участникът, който представлявам</w:t>
      </w:r>
      <w:r>
        <w:rPr>
          <w:rFonts w:ascii="Times New Roman" w:hAnsi="Times New Roman"/>
          <w:lang w:val="bg-BG" w:eastAsia="bg-BG"/>
        </w:rPr>
        <w:t xml:space="preserve"> е вписан в ЦПРС за строежи …..група….категория</w:t>
      </w:r>
    </w:p>
    <w:p w:rsidR="00DB4E5C" w:rsidRPr="00DB4E5C" w:rsidRDefault="00DB4E5C" w:rsidP="00513BD6">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w:t>
      </w:r>
      <w:r w:rsidR="00513BD6">
        <w:rPr>
          <w:rFonts w:ascii="Times New Roman" w:hAnsi="Times New Roman"/>
          <w:lang w:val="en-US" w:eastAsia="bg-BG"/>
        </w:rPr>
        <w:t>o</w:t>
      </w:r>
      <w:r>
        <w:rPr>
          <w:rFonts w:ascii="Times New Roman" w:hAnsi="Times New Roman"/>
          <w:lang w:val="bg-BG" w:eastAsia="bg-BG"/>
        </w:rPr>
        <w:t>т</w:t>
      </w:r>
      <w:r w:rsidR="00513BD6">
        <w:rPr>
          <w:rFonts w:ascii="Times New Roman" w:hAnsi="Times New Roman"/>
          <w:lang w:val="en-US" w:eastAsia="bg-BG"/>
        </w:rPr>
        <w:t>o</w:t>
      </w:r>
      <w:r>
        <w:rPr>
          <w:rFonts w:ascii="Times New Roman" w:hAnsi="Times New Roman"/>
          <w:lang w:val="bg-BG" w:eastAsia="bg-BG"/>
        </w:rPr>
        <w:t xml:space="preserve"> </w:t>
      </w:r>
      <w:r w:rsidR="00164155">
        <w:rPr>
          <w:rFonts w:ascii="Times New Roman" w:hAnsi="Times New Roman"/>
          <w:lang w:val="bg-BG" w:eastAsia="bg-BG"/>
        </w:rPr>
        <w:t xml:space="preserve">идентично или сходно с предмета на поръчката </w:t>
      </w:r>
      <w:r>
        <w:rPr>
          <w:rFonts w:ascii="Times New Roman" w:hAnsi="Times New Roman"/>
          <w:lang w:val="bg-BG" w:eastAsia="bg-BG"/>
        </w:rPr>
        <w:t>строителство</w:t>
      </w:r>
      <w:r w:rsidR="0000202D">
        <w:rPr>
          <w:rFonts w:ascii="Times New Roman" w:hAnsi="Times New Roman"/>
          <w:lang w:val="bg-BG" w:eastAsia="bg-BG"/>
        </w:rPr>
        <w:t>, най-много</w:t>
      </w:r>
      <w:r>
        <w:rPr>
          <w:rFonts w:ascii="Times New Roman" w:hAnsi="Times New Roman"/>
          <w:lang w:val="bg-BG" w:eastAsia="bg-BG"/>
        </w:rPr>
        <w:t xml:space="preserve"> през последните</w:t>
      </w:r>
      <w:r w:rsidR="00513BD6">
        <w:rPr>
          <w:rFonts w:ascii="Times New Roman" w:hAnsi="Times New Roman"/>
          <w:lang w:val="en-US" w:eastAsia="bg-BG"/>
        </w:rPr>
        <w:t xml:space="preserve"> </w:t>
      </w:r>
      <w:r>
        <w:rPr>
          <w:rFonts w:ascii="Times New Roman" w:hAnsi="Times New Roman"/>
          <w:lang w:val="bg-BG" w:eastAsia="bg-BG"/>
        </w:rPr>
        <w:t>5 години</w:t>
      </w:r>
      <w:r w:rsidR="00EB0810">
        <w:rPr>
          <w:rFonts w:ascii="Times New Roman" w:hAnsi="Times New Roman"/>
          <w:lang w:val="bg-BG" w:eastAsia="bg-BG"/>
        </w:rPr>
        <w:t xml:space="preserve"> от датата на подаване на офертата</w:t>
      </w:r>
      <w:r>
        <w:rPr>
          <w:rFonts w:ascii="Times New Roman" w:hAnsi="Times New Roman"/>
          <w:lang w:val="bg-BG" w:eastAsia="bg-BG"/>
        </w:rPr>
        <w:t>, за ко</w:t>
      </w:r>
      <w:r w:rsidR="00513BD6">
        <w:rPr>
          <w:rFonts w:ascii="Times New Roman" w:hAnsi="Times New Roman"/>
          <w:lang w:val="en-US" w:eastAsia="bg-BG"/>
        </w:rPr>
        <w:t>e</w:t>
      </w:r>
      <w:r>
        <w:rPr>
          <w:rFonts w:ascii="Times New Roman" w:hAnsi="Times New Roman"/>
          <w:lang w:val="bg-BG" w:eastAsia="bg-BG"/>
        </w:rPr>
        <w:t>то разполага с удостоверения за добро изпълнение:</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37674C" w:rsidRPr="00DB4E5C">
        <w:trPr>
          <w:jc w:val="center"/>
        </w:trPr>
        <w:tc>
          <w:tcPr>
            <w:tcW w:w="561" w:type="dxa"/>
          </w:tcPr>
          <w:p w:rsidR="0037674C" w:rsidRPr="00FB6F33" w:rsidRDefault="00FB6F33"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37674C" w:rsidRPr="00DB4E5C" w:rsidRDefault="0037674C" w:rsidP="00EB0810">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37674C" w:rsidRPr="00DB4E5C" w:rsidRDefault="0037674C" w:rsidP="00EB0810">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37674C" w:rsidRDefault="0037674C" w:rsidP="00DB4E5C">
            <w:pPr>
              <w:spacing w:before="120" w:after="120"/>
              <w:jc w:val="both"/>
              <w:rPr>
                <w:rFonts w:ascii="Times New Roman" w:eastAsia="Calibri" w:hAnsi="Times New Roman"/>
                <w:szCs w:val="22"/>
                <w:lang w:val="en-US"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r w:rsidR="0037674C" w:rsidRPr="00DB4E5C">
        <w:trPr>
          <w:jc w:val="center"/>
        </w:trPr>
        <w:tc>
          <w:tcPr>
            <w:tcW w:w="561" w:type="dxa"/>
          </w:tcPr>
          <w:p w:rsidR="0037674C" w:rsidRPr="00DB4E5C" w:rsidRDefault="0037674C" w:rsidP="00DB4E5C">
            <w:pPr>
              <w:spacing w:before="120" w:after="120"/>
              <w:jc w:val="both"/>
              <w:rPr>
                <w:rFonts w:ascii="Times New Roman" w:eastAsia="Calibri" w:hAnsi="Times New Roman"/>
                <w:szCs w:val="22"/>
                <w:lang w:val="bg-BG" w:eastAsia="bg-BG"/>
              </w:rPr>
            </w:pPr>
          </w:p>
        </w:tc>
        <w:tc>
          <w:tcPr>
            <w:tcW w:w="2431"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749"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276"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985" w:type="dxa"/>
            <w:shd w:val="clear" w:color="auto" w:fill="auto"/>
          </w:tcPr>
          <w:p w:rsidR="0037674C" w:rsidRPr="00DB4E5C" w:rsidRDefault="0037674C" w:rsidP="00DB4E5C">
            <w:pPr>
              <w:spacing w:before="120" w:after="120"/>
              <w:jc w:val="both"/>
              <w:rPr>
                <w:rFonts w:ascii="Times New Roman" w:eastAsia="Calibri" w:hAnsi="Times New Roman"/>
                <w:szCs w:val="22"/>
                <w:lang w:val="bg-BG" w:eastAsia="bg-BG"/>
              </w:rPr>
            </w:pPr>
          </w:p>
        </w:tc>
        <w:tc>
          <w:tcPr>
            <w:tcW w:w="1842" w:type="dxa"/>
          </w:tcPr>
          <w:p w:rsidR="0037674C" w:rsidRPr="00DB4E5C" w:rsidRDefault="0037674C" w:rsidP="00DB4E5C">
            <w:pPr>
              <w:spacing w:before="120" w:after="120"/>
              <w:jc w:val="both"/>
              <w:rPr>
                <w:rFonts w:ascii="Times New Roman" w:eastAsia="Calibri" w:hAnsi="Times New Roman"/>
                <w:szCs w:val="22"/>
                <w:lang w:val="bg-BG" w:eastAsia="bg-BG"/>
              </w:rPr>
            </w:pPr>
          </w:p>
        </w:tc>
      </w:tr>
    </w:tbl>
    <w:p w:rsidR="00DB4E5C" w:rsidRPr="00DB4E5C" w:rsidRDefault="00DB4E5C" w:rsidP="00DB4E5C">
      <w:pPr>
        <w:ind w:left="360"/>
        <w:jc w:val="both"/>
        <w:rPr>
          <w:lang w:val="bg-BG"/>
        </w:rPr>
      </w:pPr>
    </w:p>
    <w:p w:rsidR="00347087" w:rsidRDefault="00DB4E5C" w:rsidP="00513BD6">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t>Персоналът</w:t>
      </w:r>
      <w:r w:rsidR="00513BD6">
        <w:rPr>
          <w:rFonts w:ascii="Times New Roman" w:hAnsi="Times New Roman"/>
          <w:lang w:val="bg-BG"/>
        </w:rPr>
        <w:t>,</w:t>
      </w:r>
      <w:r w:rsidRPr="004B28FD">
        <w:rPr>
          <w:rFonts w:ascii="Times New Roman" w:hAnsi="Times New Roman"/>
          <w:lang w:val="bg-BG"/>
        </w:rPr>
        <w:t xml:space="preserve"> изброен в списъка по долу</w:t>
      </w:r>
      <w:r w:rsidR="00513BD6">
        <w:rPr>
          <w:rFonts w:ascii="Times New Roman" w:hAnsi="Times New Roman"/>
          <w:lang w:val="bg-BG"/>
        </w:rPr>
        <w:t xml:space="preserve">, </w:t>
      </w:r>
      <w:r w:rsidR="00537694">
        <w:rPr>
          <w:rFonts w:ascii="Times New Roman" w:hAnsi="Times New Roman"/>
          <w:lang w:val="bg-BG"/>
        </w:rPr>
        <w:t>е квалифициран за изпълнение на възлаганите дейности и притежава съответната квалификационна група, съгласно посочените правилници</w:t>
      </w:r>
      <w:r w:rsidR="005A0BA6">
        <w:rPr>
          <w:rFonts w:ascii="Times New Roman" w:hAnsi="Times New Roman"/>
          <w:lang w:val="bg-BG"/>
        </w:rPr>
        <w:t xml:space="preserve"> за безопасност при работа:</w:t>
      </w:r>
    </w:p>
    <w:tbl>
      <w:tblPr>
        <w:tblW w:w="9350" w:type="dxa"/>
        <w:jc w:val="center"/>
        <w:tblInd w:w="-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611"/>
        <w:gridCol w:w="1795"/>
        <w:gridCol w:w="1985"/>
        <w:gridCol w:w="1701"/>
        <w:gridCol w:w="850"/>
        <w:gridCol w:w="1043"/>
      </w:tblGrid>
      <w:tr w:rsidR="002E3B1C" w:rsidRPr="00C127DF" w:rsidTr="00EF04CF">
        <w:trPr>
          <w:trHeight w:val="1382"/>
          <w:jc w:val="center"/>
        </w:trPr>
        <w:tc>
          <w:tcPr>
            <w:tcW w:w="365" w:type="dxa"/>
            <w:vAlign w:val="center"/>
          </w:tcPr>
          <w:p w:rsidR="002E3B1C" w:rsidRPr="00C127DF" w:rsidRDefault="002E3B1C" w:rsidP="002D5CB3">
            <w:pPr>
              <w:jc w:val="center"/>
              <w:rPr>
                <w:rFonts w:ascii="Times New Roman" w:hAnsi="Times New Roman"/>
                <w:color w:val="000000"/>
                <w:sz w:val="20"/>
                <w:szCs w:val="20"/>
              </w:rPr>
            </w:pPr>
            <w:r w:rsidRPr="00C127DF">
              <w:rPr>
                <w:rFonts w:ascii="Times New Roman" w:hAnsi="Times New Roman"/>
                <w:color w:val="000000"/>
                <w:sz w:val="20"/>
                <w:szCs w:val="20"/>
              </w:rPr>
              <w:lastRenderedPageBreak/>
              <w:t>№</w:t>
            </w:r>
          </w:p>
        </w:tc>
        <w:tc>
          <w:tcPr>
            <w:tcW w:w="1611" w:type="dxa"/>
          </w:tcPr>
          <w:p w:rsidR="002E3B1C" w:rsidRPr="00C127DF" w:rsidRDefault="002E3B1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Служител/</w:t>
            </w:r>
          </w:p>
          <w:p w:rsidR="002E3B1C" w:rsidRPr="00C127DF" w:rsidRDefault="002E3B1C" w:rsidP="002D5CB3">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2E3B1C" w:rsidRPr="00C127DF" w:rsidRDefault="002E3B1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(трите имена)</w:t>
            </w:r>
          </w:p>
        </w:tc>
        <w:tc>
          <w:tcPr>
            <w:tcW w:w="1795" w:type="dxa"/>
            <w:shd w:val="clear" w:color="auto" w:fill="auto"/>
          </w:tcPr>
          <w:p w:rsidR="002E3B1C" w:rsidRPr="00C127DF" w:rsidRDefault="002E3B1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Образование </w:t>
            </w:r>
          </w:p>
          <w:p w:rsidR="002E3B1C" w:rsidRPr="00C127DF" w:rsidRDefault="002E3B1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(степен, специалност, година на дипломиране, № на диплома, учебно заведение)</w:t>
            </w:r>
          </w:p>
        </w:tc>
        <w:tc>
          <w:tcPr>
            <w:tcW w:w="1985" w:type="dxa"/>
            <w:shd w:val="clear" w:color="auto" w:fill="auto"/>
          </w:tcPr>
          <w:p w:rsidR="002E3B1C" w:rsidRPr="00C127DF" w:rsidRDefault="002E3B1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Професионална квалификация </w:t>
            </w:r>
          </w:p>
          <w:p w:rsidR="002E3B1C" w:rsidRPr="00C127DF" w:rsidRDefault="002E3B1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(направление, година на придобиване, № на издадения документ, издател)</w:t>
            </w:r>
          </w:p>
        </w:tc>
        <w:tc>
          <w:tcPr>
            <w:tcW w:w="1701" w:type="dxa"/>
          </w:tcPr>
          <w:p w:rsidR="002E3B1C" w:rsidRPr="00C127DF" w:rsidRDefault="002E3B1C" w:rsidP="002D5CB3">
            <w:pPr>
              <w:widowControl w:val="0"/>
              <w:autoSpaceDE w:val="0"/>
              <w:autoSpaceDN w:val="0"/>
              <w:adjustRightInd w:val="0"/>
              <w:jc w:val="center"/>
              <w:rPr>
                <w:rFonts w:ascii="Times New Roman" w:hAnsi="Times New Roman"/>
                <w:sz w:val="20"/>
                <w:szCs w:val="20"/>
              </w:rPr>
            </w:pPr>
            <w:r w:rsidRPr="00C127DF">
              <w:rPr>
                <w:rFonts w:ascii="Times New Roman" w:hAnsi="Times New Roman"/>
                <w:sz w:val="20"/>
                <w:szCs w:val="20"/>
              </w:rPr>
              <w:t xml:space="preserve">Професионален опит в областта на ………………. </w:t>
            </w:r>
          </w:p>
          <w:p w:rsidR="002E3B1C" w:rsidRPr="00C127DF" w:rsidRDefault="002E3B1C" w:rsidP="002D5CB3">
            <w:pPr>
              <w:widowControl w:val="0"/>
              <w:autoSpaceDE w:val="0"/>
              <w:autoSpaceDN w:val="0"/>
              <w:adjustRightInd w:val="0"/>
              <w:jc w:val="center"/>
              <w:rPr>
                <w:rFonts w:ascii="Times New Roman" w:hAnsi="Times New Roman"/>
                <w:i/>
                <w:iCs/>
                <w:sz w:val="20"/>
                <w:szCs w:val="20"/>
              </w:rPr>
            </w:pPr>
            <w:r w:rsidRPr="00C127DF">
              <w:rPr>
                <w:rFonts w:ascii="Times New Roman" w:hAnsi="Times New Roman"/>
                <w:i/>
                <w:iCs/>
                <w:sz w:val="20"/>
                <w:szCs w:val="20"/>
              </w:rPr>
              <w:t>(месторабота, период, длъжност, основни функции)</w:t>
            </w:r>
          </w:p>
        </w:tc>
        <w:tc>
          <w:tcPr>
            <w:tcW w:w="850" w:type="dxa"/>
          </w:tcPr>
          <w:p w:rsidR="002E3B1C" w:rsidRPr="00C127DF" w:rsidRDefault="002E3B1C" w:rsidP="00513BD6">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c>
          <w:tcPr>
            <w:tcW w:w="1043" w:type="dxa"/>
          </w:tcPr>
          <w:p w:rsidR="00EF04CF" w:rsidRPr="00A6757A" w:rsidRDefault="002E3B1C" w:rsidP="00A6757A">
            <w:pPr>
              <w:widowControl w:val="0"/>
              <w:autoSpaceDE w:val="0"/>
              <w:autoSpaceDN w:val="0"/>
              <w:adjustRightInd w:val="0"/>
              <w:jc w:val="center"/>
              <w:rPr>
                <w:rFonts w:ascii="Times New Roman" w:hAnsi="Times New Roman"/>
                <w:i/>
                <w:iCs/>
                <w:sz w:val="20"/>
                <w:szCs w:val="20"/>
                <w:lang w:val="en-US"/>
              </w:rPr>
            </w:pPr>
            <w:r w:rsidRPr="00C127DF">
              <w:rPr>
                <w:rFonts w:ascii="Times New Roman" w:hAnsi="Times New Roman"/>
                <w:i/>
                <w:iCs/>
                <w:sz w:val="20"/>
                <w:szCs w:val="20"/>
                <w:lang w:val="bg-BG"/>
              </w:rPr>
              <w:t>Кв. група по ПБЗР-ЕУ</w:t>
            </w:r>
          </w:p>
        </w:tc>
      </w:tr>
      <w:tr w:rsidR="002E3B1C" w:rsidRPr="009C650F" w:rsidTr="00EF04CF">
        <w:trPr>
          <w:trHeight w:val="317"/>
          <w:jc w:val="center"/>
        </w:trPr>
        <w:tc>
          <w:tcPr>
            <w:tcW w:w="365" w:type="dxa"/>
            <w:vAlign w:val="center"/>
          </w:tcPr>
          <w:p w:rsidR="002E3B1C" w:rsidRPr="009C650F" w:rsidRDefault="002E3B1C" w:rsidP="002D5CB3">
            <w:pPr>
              <w:jc w:val="center"/>
              <w:rPr>
                <w:color w:val="000000"/>
                <w:sz w:val="28"/>
                <w:szCs w:val="28"/>
              </w:rPr>
            </w:pPr>
          </w:p>
        </w:tc>
        <w:tc>
          <w:tcPr>
            <w:tcW w:w="1611" w:type="dxa"/>
          </w:tcPr>
          <w:p w:rsidR="002E3B1C" w:rsidRPr="009C650F" w:rsidRDefault="002E3B1C" w:rsidP="002D5CB3">
            <w:pPr>
              <w:jc w:val="center"/>
              <w:rPr>
                <w:color w:val="000000"/>
                <w:sz w:val="28"/>
                <w:szCs w:val="28"/>
              </w:rPr>
            </w:pPr>
          </w:p>
        </w:tc>
        <w:tc>
          <w:tcPr>
            <w:tcW w:w="1795" w:type="dxa"/>
            <w:shd w:val="clear" w:color="auto" w:fill="auto"/>
            <w:vAlign w:val="center"/>
          </w:tcPr>
          <w:p w:rsidR="002E3B1C" w:rsidRPr="009C650F" w:rsidRDefault="002E3B1C" w:rsidP="002D5CB3">
            <w:pPr>
              <w:jc w:val="center"/>
              <w:rPr>
                <w:color w:val="000000"/>
                <w:sz w:val="28"/>
                <w:szCs w:val="28"/>
              </w:rPr>
            </w:pPr>
          </w:p>
        </w:tc>
        <w:tc>
          <w:tcPr>
            <w:tcW w:w="1985" w:type="dxa"/>
            <w:shd w:val="clear" w:color="auto" w:fill="auto"/>
            <w:vAlign w:val="center"/>
          </w:tcPr>
          <w:p w:rsidR="002E3B1C" w:rsidRPr="009C650F" w:rsidRDefault="002E3B1C" w:rsidP="002D5CB3">
            <w:pPr>
              <w:jc w:val="center"/>
              <w:rPr>
                <w:color w:val="000000"/>
                <w:sz w:val="28"/>
                <w:szCs w:val="28"/>
              </w:rPr>
            </w:pPr>
          </w:p>
        </w:tc>
        <w:tc>
          <w:tcPr>
            <w:tcW w:w="1701" w:type="dxa"/>
          </w:tcPr>
          <w:p w:rsidR="002E3B1C" w:rsidRPr="009C650F" w:rsidRDefault="002E3B1C" w:rsidP="002D5CB3">
            <w:pPr>
              <w:jc w:val="center"/>
              <w:rPr>
                <w:color w:val="000000"/>
                <w:sz w:val="28"/>
                <w:szCs w:val="28"/>
              </w:rPr>
            </w:pPr>
          </w:p>
        </w:tc>
        <w:tc>
          <w:tcPr>
            <w:tcW w:w="850" w:type="dxa"/>
          </w:tcPr>
          <w:p w:rsidR="002E3B1C" w:rsidRPr="009C650F" w:rsidRDefault="002E3B1C" w:rsidP="002D5CB3">
            <w:pPr>
              <w:jc w:val="center"/>
              <w:rPr>
                <w:color w:val="000000"/>
                <w:sz w:val="28"/>
                <w:szCs w:val="28"/>
              </w:rPr>
            </w:pPr>
          </w:p>
        </w:tc>
        <w:tc>
          <w:tcPr>
            <w:tcW w:w="1043" w:type="dxa"/>
          </w:tcPr>
          <w:p w:rsidR="002E3B1C" w:rsidRPr="009C650F" w:rsidRDefault="002E3B1C" w:rsidP="002D5CB3">
            <w:pPr>
              <w:jc w:val="center"/>
              <w:rPr>
                <w:color w:val="000000"/>
                <w:sz w:val="28"/>
                <w:szCs w:val="28"/>
              </w:rPr>
            </w:pPr>
          </w:p>
        </w:tc>
      </w:tr>
      <w:tr w:rsidR="002E3B1C" w:rsidRPr="009C650F" w:rsidTr="00EF04CF">
        <w:trPr>
          <w:trHeight w:val="317"/>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r w:rsidR="002E3B1C" w:rsidRPr="009C650F" w:rsidTr="00EF04CF">
        <w:trPr>
          <w:trHeight w:val="317"/>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r w:rsidR="002E3B1C" w:rsidRPr="009C650F" w:rsidTr="00EF04CF">
        <w:trPr>
          <w:trHeight w:val="332"/>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r w:rsidR="002E3B1C" w:rsidRPr="009C650F" w:rsidTr="00EF04CF">
        <w:trPr>
          <w:trHeight w:val="317"/>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r w:rsidR="002E3B1C" w:rsidRPr="009C650F" w:rsidTr="00EF04CF">
        <w:trPr>
          <w:trHeight w:val="332"/>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r w:rsidR="002E3B1C" w:rsidRPr="009C650F" w:rsidTr="00EF04CF">
        <w:trPr>
          <w:trHeight w:val="317"/>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r w:rsidR="002E3B1C" w:rsidRPr="009C650F" w:rsidTr="00EF04CF">
        <w:trPr>
          <w:trHeight w:val="332"/>
          <w:jc w:val="center"/>
        </w:trPr>
        <w:tc>
          <w:tcPr>
            <w:tcW w:w="365" w:type="dxa"/>
          </w:tcPr>
          <w:p w:rsidR="002E3B1C" w:rsidRPr="009C650F" w:rsidRDefault="002E3B1C" w:rsidP="002D5CB3">
            <w:pPr>
              <w:rPr>
                <w:color w:val="000000"/>
                <w:sz w:val="28"/>
                <w:szCs w:val="28"/>
              </w:rPr>
            </w:pPr>
          </w:p>
        </w:tc>
        <w:tc>
          <w:tcPr>
            <w:tcW w:w="1611" w:type="dxa"/>
          </w:tcPr>
          <w:p w:rsidR="002E3B1C" w:rsidRPr="009C650F" w:rsidRDefault="002E3B1C" w:rsidP="002D5CB3">
            <w:pPr>
              <w:rPr>
                <w:color w:val="000000"/>
                <w:sz w:val="28"/>
                <w:szCs w:val="28"/>
              </w:rPr>
            </w:pPr>
          </w:p>
        </w:tc>
        <w:tc>
          <w:tcPr>
            <w:tcW w:w="1795" w:type="dxa"/>
            <w:shd w:val="clear" w:color="auto" w:fill="auto"/>
          </w:tcPr>
          <w:p w:rsidR="002E3B1C" w:rsidRPr="009C650F" w:rsidRDefault="002E3B1C" w:rsidP="002D5CB3">
            <w:pPr>
              <w:rPr>
                <w:color w:val="000000"/>
                <w:sz w:val="28"/>
                <w:szCs w:val="28"/>
              </w:rPr>
            </w:pPr>
          </w:p>
        </w:tc>
        <w:tc>
          <w:tcPr>
            <w:tcW w:w="1985" w:type="dxa"/>
            <w:shd w:val="clear" w:color="auto" w:fill="auto"/>
          </w:tcPr>
          <w:p w:rsidR="002E3B1C" w:rsidRPr="009C650F" w:rsidRDefault="002E3B1C" w:rsidP="002D5CB3">
            <w:pPr>
              <w:rPr>
                <w:color w:val="000000"/>
                <w:sz w:val="28"/>
                <w:szCs w:val="28"/>
              </w:rPr>
            </w:pPr>
          </w:p>
        </w:tc>
        <w:tc>
          <w:tcPr>
            <w:tcW w:w="1701" w:type="dxa"/>
          </w:tcPr>
          <w:p w:rsidR="002E3B1C" w:rsidRPr="009C650F" w:rsidRDefault="002E3B1C" w:rsidP="002D5CB3">
            <w:pPr>
              <w:rPr>
                <w:color w:val="000000"/>
                <w:sz w:val="28"/>
                <w:szCs w:val="28"/>
              </w:rPr>
            </w:pPr>
          </w:p>
        </w:tc>
        <w:tc>
          <w:tcPr>
            <w:tcW w:w="850" w:type="dxa"/>
          </w:tcPr>
          <w:p w:rsidR="002E3B1C" w:rsidRPr="009C650F" w:rsidRDefault="002E3B1C" w:rsidP="002D5CB3">
            <w:pPr>
              <w:rPr>
                <w:color w:val="000000"/>
                <w:sz w:val="28"/>
                <w:szCs w:val="28"/>
              </w:rPr>
            </w:pPr>
          </w:p>
        </w:tc>
        <w:tc>
          <w:tcPr>
            <w:tcW w:w="1043" w:type="dxa"/>
          </w:tcPr>
          <w:p w:rsidR="002E3B1C" w:rsidRPr="009C650F" w:rsidRDefault="002E3B1C" w:rsidP="002D5CB3">
            <w:pPr>
              <w:rPr>
                <w:color w:val="000000"/>
                <w:sz w:val="28"/>
                <w:szCs w:val="28"/>
              </w:rPr>
            </w:pPr>
          </w:p>
        </w:tc>
      </w:tr>
    </w:tbl>
    <w:p w:rsidR="00513BD6" w:rsidRDefault="00513BD6" w:rsidP="00513BD6">
      <w:pPr>
        <w:rPr>
          <w:lang w:val="bg-BG"/>
        </w:rPr>
      </w:pPr>
    </w:p>
    <w:p w:rsidR="002F7715" w:rsidRDefault="0037674C" w:rsidP="002F7715">
      <w:pPr>
        <w:numPr>
          <w:ilvl w:val="0"/>
          <w:numId w:val="3"/>
        </w:numPr>
        <w:ind w:left="0" w:firstLine="360"/>
        <w:jc w:val="both"/>
        <w:rPr>
          <w:rFonts w:ascii="Times New Roman" w:hAnsi="Times New Roman"/>
          <w:lang w:val="bg-BG"/>
        </w:rPr>
      </w:pPr>
      <w:r w:rsidRPr="00513BD6">
        <w:rPr>
          <w:rFonts w:ascii="Times New Roman" w:hAnsi="Times New Roman"/>
          <w:lang w:val="bg-BG"/>
        </w:rPr>
        <w:t>Участникът, който представлявам при</w:t>
      </w:r>
      <w:r w:rsidR="002F7715">
        <w:rPr>
          <w:rFonts w:ascii="Times New Roman" w:hAnsi="Times New Roman"/>
          <w:lang w:val="bg-BG"/>
        </w:rPr>
        <w:t xml:space="preserve">лага сертифицирана система за управление на </w:t>
      </w:r>
      <w:r w:rsidR="002F7715" w:rsidRPr="00FF5AD6">
        <w:rPr>
          <w:rFonts w:ascii="Times New Roman" w:hAnsi="Times New Roman"/>
          <w:lang w:val="bg-BG"/>
        </w:rPr>
        <w:t xml:space="preserve">качеството в съответствие с </w:t>
      </w:r>
      <w:r w:rsidR="002F7715" w:rsidRPr="00FF5AD6">
        <w:rPr>
          <w:rFonts w:ascii="Times New Roman" w:hAnsi="Times New Roman"/>
          <w:lang w:val="en-US"/>
        </w:rPr>
        <w:t>EN</w:t>
      </w:r>
      <w:r w:rsidRPr="00FF5AD6">
        <w:rPr>
          <w:rFonts w:ascii="Times New Roman" w:hAnsi="Times New Roman"/>
          <w:lang w:val="bg-BG"/>
        </w:rPr>
        <w:t xml:space="preserve"> ISO 9001</w:t>
      </w:r>
      <w:r w:rsidR="00606604">
        <w:rPr>
          <w:rFonts w:ascii="Times New Roman" w:hAnsi="Times New Roman"/>
          <w:lang w:val="bg-BG"/>
        </w:rPr>
        <w:t xml:space="preserve"> и притежава сертификат № ......................... издаден от ...............................................................................................................................................</w:t>
      </w:r>
    </w:p>
    <w:p w:rsidR="002E3B1C" w:rsidRPr="008E60B7" w:rsidRDefault="008E60B7" w:rsidP="008E60B7">
      <w:pPr>
        <w:numPr>
          <w:ilvl w:val="0"/>
          <w:numId w:val="3"/>
        </w:numPr>
        <w:ind w:left="0" w:firstLine="360"/>
        <w:jc w:val="both"/>
        <w:rPr>
          <w:rFonts w:ascii="Times New Roman" w:hAnsi="Times New Roman"/>
          <w:lang w:val="bg-BG"/>
        </w:rPr>
      </w:pPr>
      <w:r w:rsidRPr="00FF5AD6">
        <w:rPr>
          <w:rFonts w:ascii="Times New Roman" w:hAnsi="Times New Roman"/>
          <w:lang w:val="bg-BG"/>
        </w:rPr>
        <w:t xml:space="preserve">Дейностите по необходимите ПНР на оборудването, </w:t>
      </w:r>
      <w:r>
        <w:rPr>
          <w:rFonts w:ascii="Times New Roman" w:hAnsi="Times New Roman"/>
          <w:lang w:val="bg-BG"/>
        </w:rPr>
        <w:t>ще</w:t>
      </w:r>
      <w:r w:rsidRPr="00FF5AD6">
        <w:rPr>
          <w:rFonts w:ascii="Times New Roman" w:hAnsi="Times New Roman"/>
          <w:lang w:val="bg-BG"/>
        </w:rPr>
        <w:t xml:space="preserve"> се извършват от акредитирана лаборатория (орган за контрол от вида С/А), съгласно </w:t>
      </w:r>
      <w:r>
        <w:rPr>
          <w:rFonts w:ascii="Times New Roman" w:hAnsi="Times New Roman"/>
          <w:lang w:val="bg-BG"/>
        </w:rPr>
        <w:t xml:space="preserve">БДС </w:t>
      </w:r>
      <w:r w:rsidRPr="00FF5AD6">
        <w:rPr>
          <w:rFonts w:ascii="Times New Roman" w:hAnsi="Times New Roman"/>
          <w:lang w:val="en-US"/>
        </w:rPr>
        <w:t>EN</w:t>
      </w:r>
      <w:r w:rsidRPr="00FF5AD6">
        <w:rPr>
          <w:rFonts w:ascii="Times New Roman" w:hAnsi="Times New Roman"/>
          <w:lang w:val="bg-BG"/>
        </w:rPr>
        <w:t xml:space="preserve"> </w:t>
      </w:r>
      <w:r w:rsidRPr="00FF5AD6">
        <w:rPr>
          <w:rFonts w:ascii="Times New Roman" w:hAnsi="Times New Roman"/>
          <w:lang w:val="en-US"/>
        </w:rPr>
        <w:t>ISO</w:t>
      </w:r>
      <w:r w:rsidRPr="00FF5AD6">
        <w:rPr>
          <w:rFonts w:ascii="Times New Roman" w:hAnsi="Times New Roman"/>
          <w:lang w:val="bg-BG"/>
        </w:rPr>
        <w:t xml:space="preserve"> 17020</w:t>
      </w:r>
      <w:r>
        <w:rPr>
          <w:rFonts w:ascii="Times New Roman" w:hAnsi="Times New Roman"/>
          <w:lang w:val="ru-RU"/>
        </w:rPr>
        <w:t xml:space="preserve">, с обхват на аккредитация </w:t>
      </w:r>
      <w:proofErr w:type="spellStart"/>
      <w:r>
        <w:rPr>
          <w:rFonts w:ascii="Times New Roman" w:hAnsi="Times New Roman"/>
          <w:lang w:val="ru-RU"/>
        </w:rPr>
        <w:t>покриващ</w:t>
      </w:r>
      <w:proofErr w:type="spellEnd"/>
      <w:r>
        <w:rPr>
          <w:rFonts w:ascii="Times New Roman" w:hAnsi="Times New Roman"/>
          <w:lang w:val="ru-RU"/>
        </w:rPr>
        <w:t xml:space="preserve"> </w:t>
      </w:r>
      <w:proofErr w:type="spellStart"/>
      <w:r>
        <w:rPr>
          <w:rFonts w:ascii="Times New Roman" w:hAnsi="Times New Roman"/>
          <w:lang w:val="ru-RU"/>
        </w:rPr>
        <w:t>дейностите</w:t>
      </w:r>
      <w:proofErr w:type="spellEnd"/>
      <w:r>
        <w:rPr>
          <w:rFonts w:ascii="Times New Roman" w:hAnsi="Times New Roman"/>
          <w:lang w:val="ru-RU"/>
        </w:rPr>
        <w:t xml:space="preserve"> по ПНР, за </w:t>
      </w:r>
      <w:proofErr w:type="spellStart"/>
      <w:r>
        <w:rPr>
          <w:rFonts w:ascii="Times New Roman" w:hAnsi="Times New Roman"/>
          <w:lang w:val="ru-RU"/>
        </w:rPr>
        <w:t>което</w:t>
      </w:r>
      <w:proofErr w:type="spellEnd"/>
      <w:r>
        <w:rPr>
          <w:rFonts w:ascii="Times New Roman" w:hAnsi="Times New Roman"/>
          <w:lang w:val="ru-RU"/>
        </w:rPr>
        <w:t xml:space="preserve"> се </w:t>
      </w:r>
      <w:proofErr w:type="spellStart"/>
      <w:r>
        <w:rPr>
          <w:rFonts w:ascii="Times New Roman" w:hAnsi="Times New Roman"/>
          <w:lang w:val="ru-RU"/>
        </w:rPr>
        <w:t>притежава</w:t>
      </w:r>
      <w:proofErr w:type="spellEnd"/>
      <w:r>
        <w:rPr>
          <w:rFonts w:ascii="Times New Roman" w:hAnsi="Times New Roman"/>
          <w:lang w:val="ru-RU"/>
        </w:rPr>
        <w:t xml:space="preserve"> сертификат </w:t>
      </w:r>
      <w:r>
        <w:rPr>
          <w:rFonts w:ascii="Times New Roman" w:hAnsi="Times New Roman"/>
          <w:lang w:val="bg-BG"/>
        </w:rPr>
        <w:t>№ ......................... издаден от ....................................................................................................................</w:t>
      </w:r>
    </w:p>
    <w:p w:rsidR="00813C3E" w:rsidRDefault="00813C3E" w:rsidP="00F11FEC">
      <w:pPr>
        <w:widowControl w:val="0"/>
        <w:autoSpaceDE w:val="0"/>
        <w:autoSpaceDN w:val="0"/>
        <w:adjustRightInd w:val="0"/>
        <w:spacing w:line="360" w:lineRule="auto"/>
        <w:jc w:val="both"/>
        <w:rPr>
          <w:lang w:val="bg-BG"/>
        </w:rPr>
      </w:pPr>
    </w:p>
    <w:p w:rsidR="004B0757" w:rsidRDefault="004B0757" w:rsidP="00F11FEC">
      <w:pPr>
        <w:widowControl w:val="0"/>
        <w:autoSpaceDE w:val="0"/>
        <w:autoSpaceDN w:val="0"/>
        <w:adjustRightInd w:val="0"/>
        <w:spacing w:line="360" w:lineRule="auto"/>
        <w:jc w:val="both"/>
        <w:rPr>
          <w:lang w:val="bg-BG"/>
        </w:rPr>
      </w:pP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813C3E" w:rsidRDefault="00813C3E" w:rsidP="00813C3E">
      <w:pPr>
        <w:pStyle w:val="BodyTextIndent2"/>
        <w:ind w:left="0"/>
        <w:rPr>
          <w:szCs w:val="24"/>
          <w:lang w:val="bg-BG"/>
        </w:rPr>
      </w:pPr>
      <w:r>
        <w:rPr>
          <w:szCs w:val="24"/>
          <w:lang w:val="bg-BG"/>
        </w:rPr>
        <w:t>или</w:t>
      </w:r>
    </w:p>
    <w:p w:rsidR="00813C3E" w:rsidRDefault="00813C3E" w:rsidP="00813C3E">
      <w:pPr>
        <w:pStyle w:val="BodyTextIndent2"/>
        <w:ind w:left="0"/>
        <w:jc w:val="both"/>
        <w:rPr>
          <w:szCs w:val="24"/>
          <w:lang w:val="bg-BG"/>
        </w:rPr>
      </w:pPr>
      <w:r>
        <w:rPr>
          <w:szCs w:val="24"/>
          <w:lang w:val="bg-BG"/>
        </w:rPr>
        <w:t>...............................................................................................................................................................</w:t>
      </w:r>
    </w:p>
    <w:p w:rsidR="00813C3E" w:rsidRDefault="00813C3E" w:rsidP="00813C3E">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813C3E" w:rsidRPr="00F11FEC" w:rsidRDefault="00813C3E" w:rsidP="00F11FEC">
      <w:pPr>
        <w:spacing w:line="360" w:lineRule="auto"/>
        <w:jc w:val="both"/>
        <w:rPr>
          <w:rFonts w:ascii="Times New Roman" w:hAnsi="Times New Roman"/>
          <w:lang w:val="bg-BG"/>
        </w:rPr>
      </w:pPr>
    </w:p>
    <w:p w:rsidR="00F11FEC" w:rsidRDefault="00F11FEC" w:rsidP="00F11FEC">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F11FEC" w:rsidRPr="0037674C" w:rsidRDefault="00F11FEC" w:rsidP="00F11FEC">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F11FEC" w:rsidRDefault="00F11FEC" w:rsidP="00F11FEC">
      <w:pPr>
        <w:spacing w:line="360" w:lineRule="auto"/>
        <w:ind w:firstLine="720"/>
        <w:jc w:val="both"/>
        <w:rPr>
          <w:rFonts w:ascii="Times New Roman" w:hAnsi="Times New Roman"/>
          <w:lang w:val="bg-BG"/>
        </w:rPr>
      </w:pPr>
    </w:p>
    <w:p w:rsidR="003321F0" w:rsidRPr="0037674C" w:rsidRDefault="003321F0" w:rsidP="00F11FEC">
      <w:pPr>
        <w:spacing w:line="360" w:lineRule="auto"/>
        <w:ind w:firstLine="720"/>
        <w:jc w:val="both"/>
        <w:rPr>
          <w:rFonts w:ascii="Times New Roman" w:hAnsi="Times New Roman"/>
          <w:lang w:val="bg-BG"/>
        </w:rPr>
      </w:pPr>
    </w:p>
    <w:p w:rsidR="00F11FEC" w:rsidRPr="0037674C" w:rsidRDefault="00F11FEC" w:rsidP="00F11FEC">
      <w:pPr>
        <w:spacing w:line="360" w:lineRule="auto"/>
        <w:rPr>
          <w:rFonts w:ascii="Times New Roman" w:hAnsi="Times New Roman"/>
          <w:lang w:val="bg-BG"/>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Default="00F11FEC" w:rsidP="00F11FEC">
      <w:pPr>
        <w:jc w:val="both"/>
        <w:rPr>
          <w:rFonts w:ascii="Times New Roman" w:hAnsi="Times New Roman"/>
          <w:bCs/>
          <w:lang w:val="en-US"/>
        </w:rPr>
      </w:pPr>
    </w:p>
    <w:p w:rsidR="00F11FEC" w:rsidRDefault="00F11FEC" w:rsidP="00F11FEC">
      <w:pPr>
        <w:jc w:val="both"/>
        <w:rPr>
          <w:rFonts w:ascii="Times New Roman" w:hAnsi="Times New Roman"/>
          <w:bCs/>
          <w:lang w:val="en-US"/>
        </w:rPr>
      </w:pPr>
    </w:p>
    <w:p w:rsidR="00F916E6" w:rsidRPr="00F74D79" w:rsidRDefault="00F916E6" w:rsidP="00F916E6">
      <w:pPr>
        <w:jc w:val="both"/>
        <w:rPr>
          <w:rFonts w:ascii="Times New Roman" w:hAnsi="Times New Roman"/>
          <w:lang w:val="bg-BG"/>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Pr>
          <w:rFonts w:ascii="Times New Roman" w:hAnsi="Times New Roman"/>
          <w:lang w:val="bg-BG"/>
        </w:rPr>
        <w:t>, съгласно чл.40 от ППЗОП.</w:t>
      </w:r>
    </w:p>
    <w:p w:rsidR="00F11FEC" w:rsidRPr="0037674C" w:rsidRDefault="00F11FEC" w:rsidP="00F916E6">
      <w:pPr>
        <w:spacing w:line="360" w:lineRule="auto"/>
        <w:jc w:val="both"/>
        <w:rPr>
          <w:lang w:val="bg-BG"/>
        </w:rPr>
      </w:pPr>
    </w:p>
    <w:sectPr w:rsidR="00F11FEC" w:rsidRPr="0037674C" w:rsidSect="00045E62">
      <w:pgSz w:w="11906" w:h="16838" w:code="9"/>
      <w:pgMar w:top="709" w:right="851" w:bottom="899" w:left="1309"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6A18" w:rsidRDefault="000D6A18">
      <w:r>
        <w:separator/>
      </w:r>
    </w:p>
  </w:endnote>
  <w:endnote w:type="continuationSeparator" w:id="0">
    <w:p w:rsidR="000D6A18" w:rsidRDefault="000D6A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6A18" w:rsidRDefault="000D6A18">
      <w:r>
        <w:separator/>
      </w:r>
    </w:p>
  </w:footnote>
  <w:footnote w:type="continuationSeparator" w:id="0">
    <w:p w:rsidR="000D6A18" w:rsidRDefault="000D6A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437E"/>
    <w:rsid w:val="000672AB"/>
    <w:rsid w:val="00096A17"/>
    <w:rsid w:val="000B2EF5"/>
    <w:rsid w:val="000D6A18"/>
    <w:rsid w:val="000E5891"/>
    <w:rsid w:val="000E777D"/>
    <w:rsid w:val="000F713E"/>
    <w:rsid w:val="00104A77"/>
    <w:rsid w:val="00116D1F"/>
    <w:rsid w:val="00120C28"/>
    <w:rsid w:val="001241A9"/>
    <w:rsid w:val="00143683"/>
    <w:rsid w:val="001526BB"/>
    <w:rsid w:val="0015504D"/>
    <w:rsid w:val="00155102"/>
    <w:rsid w:val="001576E9"/>
    <w:rsid w:val="00164155"/>
    <w:rsid w:val="00185C47"/>
    <w:rsid w:val="001A2CA2"/>
    <w:rsid w:val="001B06B4"/>
    <w:rsid w:val="001C05F4"/>
    <w:rsid w:val="001C43DF"/>
    <w:rsid w:val="001D2483"/>
    <w:rsid w:val="002279E7"/>
    <w:rsid w:val="00236551"/>
    <w:rsid w:val="00242984"/>
    <w:rsid w:val="00255B41"/>
    <w:rsid w:val="00256565"/>
    <w:rsid w:val="00260F52"/>
    <w:rsid w:val="00263E97"/>
    <w:rsid w:val="00274B49"/>
    <w:rsid w:val="00276776"/>
    <w:rsid w:val="002C1944"/>
    <w:rsid w:val="002D38C2"/>
    <w:rsid w:val="002D5CB3"/>
    <w:rsid w:val="002E0FD6"/>
    <w:rsid w:val="002E3B1C"/>
    <w:rsid w:val="002F7715"/>
    <w:rsid w:val="002F7D19"/>
    <w:rsid w:val="003321F0"/>
    <w:rsid w:val="003347FB"/>
    <w:rsid w:val="00347087"/>
    <w:rsid w:val="003651FF"/>
    <w:rsid w:val="0037674C"/>
    <w:rsid w:val="003A3E78"/>
    <w:rsid w:val="003B3DC5"/>
    <w:rsid w:val="003B53B2"/>
    <w:rsid w:val="004027FD"/>
    <w:rsid w:val="0041575E"/>
    <w:rsid w:val="004324EB"/>
    <w:rsid w:val="00465CC8"/>
    <w:rsid w:val="004666F5"/>
    <w:rsid w:val="0047085E"/>
    <w:rsid w:val="004B0757"/>
    <w:rsid w:val="004B1680"/>
    <w:rsid w:val="004B28FD"/>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6604"/>
    <w:rsid w:val="006413B8"/>
    <w:rsid w:val="006541C5"/>
    <w:rsid w:val="00690973"/>
    <w:rsid w:val="00694B3C"/>
    <w:rsid w:val="006B2165"/>
    <w:rsid w:val="006C70BC"/>
    <w:rsid w:val="006D1D2D"/>
    <w:rsid w:val="006E3400"/>
    <w:rsid w:val="006E7757"/>
    <w:rsid w:val="006F4B3D"/>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54D9C"/>
    <w:rsid w:val="00863E88"/>
    <w:rsid w:val="00872198"/>
    <w:rsid w:val="00884CB5"/>
    <w:rsid w:val="008D4464"/>
    <w:rsid w:val="008E60B7"/>
    <w:rsid w:val="00915C68"/>
    <w:rsid w:val="0092704E"/>
    <w:rsid w:val="00940DD8"/>
    <w:rsid w:val="00941DAD"/>
    <w:rsid w:val="009661E2"/>
    <w:rsid w:val="009D4D9C"/>
    <w:rsid w:val="00A27A89"/>
    <w:rsid w:val="00A35CFD"/>
    <w:rsid w:val="00A54A97"/>
    <w:rsid w:val="00A568C8"/>
    <w:rsid w:val="00A61C54"/>
    <w:rsid w:val="00A6505F"/>
    <w:rsid w:val="00A6757A"/>
    <w:rsid w:val="00A8007F"/>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F1F68"/>
    <w:rsid w:val="00BF225D"/>
    <w:rsid w:val="00C127DF"/>
    <w:rsid w:val="00C33C96"/>
    <w:rsid w:val="00C5458E"/>
    <w:rsid w:val="00C649BA"/>
    <w:rsid w:val="00C90AF1"/>
    <w:rsid w:val="00C93F38"/>
    <w:rsid w:val="00CA3A57"/>
    <w:rsid w:val="00CD359F"/>
    <w:rsid w:val="00CF5A5C"/>
    <w:rsid w:val="00D23419"/>
    <w:rsid w:val="00D24740"/>
    <w:rsid w:val="00D32E1C"/>
    <w:rsid w:val="00D63D5A"/>
    <w:rsid w:val="00D7085A"/>
    <w:rsid w:val="00D91BE6"/>
    <w:rsid w:val="00D97CB8"/>
    <w:rsid w:val="00DB4E5C"/>
    <w:rsid w:val="00DB67F6"/>
    <w:rsid w:val="00DC079E"/>
    <w:rsid w:val="00DC454F"/>
    <w:rsid w:val="00DF4B90"/>
    <w:rsid w:val="00E239B9"/>
    <w:rsid w:val="00E40A15"/>
    <w:rsid w:val="00E45F98"/>
    <w:rsid w:val="00E7030E"/>
    <w:rsid w:val="00E70E71"/>
    <w:rsid w:val="00E72906"/>
    <w:rsid w:val="00EB0810"/>
    <w:rsid w:val="00ED229C"/>
    <w:rsid w:val="00EE3C7E"/>
    <w:rsid w:val="00EE6FFE"/>
    <w:rsid w:val="00EF04CF"/>
    <w:rsid w:val="00F11FEC"/>
    <w:rsid w:val="00F2353D"/>
    <w:rsid w:val="00F413C7"/>
    <w:rsid w:val="00F548CC"/>
    <w:rsid w:val="00F626B5"/>
    <w:rsid w:val="00F916E6"/>
    <w:rsid w:val="00FA6A00"/>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111</TotalTime>
  <Pages>2</Pages>
  <Words>504</Words>
  <Characters>2873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tiyordanov</cp:lastModifiedBy>
  <cp:revision>9</cp:revision>
  <cp:lastPrinted>2016-08-05T11:55:00Z</cp:lastPrinted>
  <dcterms:created xsi:type="dcterms:W3CDTF">2016-05-10T11:26:00Z</dcterms:created>
  <dcterms:modified xsi:type="dcterms:W3CDTF">2016-08-05T12:16:00Z</dcterms:modified>
</cp:coreProperties>
</file>