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C2742" w:rsidRDefault="00070F31" w:rsidP="00BD45CC">
      <w:pPr>
        <w:spacing w:after="240" w:line="360" w:lineRule="auto"/>
        <w:jc w:val="center"/>
        <w:rPr>
          <w:rFonts w:ascii="Times New Roman" w:hAnsi="Times New Roman" w:cs="Times New Roman"/>
          <w:lang w:val="bg-BG"/>
        </w:rPr>
      </w:pPr>
      <w:r w:rsidRPr="003C2742">
        <w:rPr>
          <w:rFonts w:ascii="Times New Roman" w:hAnsi="Times New Roman" w:cs="Times New Roman"/>
          <w:b/>
          <w:bCs/>
          <w:lang w:val="bg-BG"/>
        </w:rPr>
        <w:t>“</w:t>
      </w:r>
      <w:r w:rsidR="00BD45CC" w:rsidRPr="00BD45CC">
        <w:rPr>
          <w:rFonts w:ascii="Times New Roman" w:hAnsi="Times New Roman" w:cs="Times New Roman"/>
          <w:lang w:val="bg-BG"/>
        </w:rPr>
        <w:t>………………………………………………………………………………………….</w:t>
      </w:r>
      <w:r w:rsidRPr="003C2742">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BD45CC"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w:t>
      </w:r>
      <w:r w:rsidRPr="00BD45CC">
        <w:rPr>
          <w:rFonts w:ascii="Times New Roman" w:hAnsi="Times New Roman" w:cs="Times New Roman"/>
          <w:lang w:val="bg-BG"/>
        </w:rPr>
        <w:t>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BD45CC" w:rsidRDefault="00070F31" w:rsidP="003C71DE">
      <w:pPr>
        <w:spacing w:line="360" w:lineRule="auto"/>
        <w:ind w:firstLine="720"/>
        <w:jc w:val="both"/>
        <w:rPr>
          <w:rFonts w:ascii="Times New Roman" w:hAnsi="Times New Roman" w:cs="Times New Roman"/>
          <w:lang w:val="bg-BG"/>
        </w:rPr>
      </w:pPr>
      <w:r w:rsidRPr="00BD45CC">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BD45CC" w:rsidRDefault="00070F31" w:rsidP="003C71DE">
      <w:pPr>
        <w:spacing w:line="360" w:lineRule="auto"/>
        <w:ind w:firstLine="720"/>
        <w:jc w:val="both"/>
        <w:rPr>
          <w:rFonts w:ascii="Times New Roman" w:hAnsi="Times New Roman" w:cs="Times New Roman"/>
          <w:lang w:val="bg-BG"/>
        </w:rPr>
      </w:pPr>
      <w:r w:rsidRPr="00BD45CC">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BD45CC" w:rsidRDefault="00070F31" w:rsidP="003C71DE">
      <w:pPr>
        <w:spacing w:line="360" w:lineRule="auto"/>
        <w:ind w:firstLine="720"/>
        <w:jc w:val="both"/>
        <w:rPr>
          <w:rFonts w:ascii="Times New Roman" w:hAnsi="Times New Roman" w:cs="Times New Roman"/>
          <w:bCs/>
          <w:i/>
          <w:iCs/>
          <w:lang w:val="bg-BG"/>
        </w:rPr>
      </w:pPr>
      <w:r w:rsidRPr="00BD45CC">
        <w:rPr>
          <w:rFonts w:ascii="Times New Roman" w:hAnsi="Times New Roman" w:cs="Times New Roman"/>
          <w:bCs/>
          <w:i/>
          <w:iCs/>
          <w:lang w:val="bg-BG"/>
        </w:rPr>
        <w:t>(невярното се зачертава)</w:t>
      </w:r>
    </w:p>
    <w:p w:rsidR="00070F31" w:rsidRPr="0077073C" w:rsidRDefault="00070F31" w:rsidP="003C71DE">
      <w:pPr>
        <w:spacing w:line="360" w:lineRule="auto"/>
        <w:ind w:firstLine="720"/>
        <w:jc w:val="both"/>
        <w:rPr>
          <w:rFonts w:ascii="Times New Roman" w:hAnsi="Times New Roman" w:cs="Times New Roman"/>
          <w:lang w:val="en-US"/>
        </w:rPr>
      </w:pPr>
      <w:r w:rsidRPr="00BD45CC">
        <w:rPr>
          <w:rFonts w:ascii="Times New Roman" w:hAnsi="Times New Roman" w:cs="Times New Roman"/>
          <w:lang w:val="bg-BG"/>
        </w:rPr>
        <w:t>4. Не е налице конфликт на интереси, който не може да бъде отстранен.</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00BD45CC">
        <w:rPr>
          <w:rFonts w:ascii="Times New Roman" w:hAnsi="Times New Roman" w:cs="Times New Roman"/>
          <w:lang w:val="bg-BG"/>
        </w:rPr>
        <w:t>лицата</w:t>
      </w:r>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3C2742"/>
    <w:rsid w:val="000202F3"/>
    <w:rsid w:val="000528F9"/>
    <w:rsid w:val="00070F31"/>
    <w:rsid w:val="00095C0C"/>
    <w:rsid w:val="001110C5"/>
    <w:rsid w:val="00111CB0"/>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2742"/>
    <w:rsid w:val="003C71DE"/>
    <w:rsid w:val="003D698F"/>
    <w:rsid w:val="004135EF"/>
    <w:rsid w:val="00532A96"/>
    <w:rsid w:val="00556CB2"/>
    <w:rsid w:val="00571526"/>
    <w:rsid w:val="005F26A8"/>
    <w:rsid w:val="005F4A0F"/>
    <w:rsid w:val="006A2ADF"/>
    <w:rsid w:val="006F30B6"/>
    <w:rsid w:val="0072390C"/>
    <w:rsid w:val="0072429C"/>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45CC"/>
    <w:rsid w:val="00BD76EA"/>
    <w:rsid w:val="00C06CBD"/>
    <w:rsid w:val="00C1732B"/>
    <w:rsid w:val="00C26FD6"/>
    <w:rsid w:val="00C90051"/>
    <w:rsid w:val="00C97140"/>
    <w:rsid w:val="00CC14CE"/>
    <w:rsid w:val="00D94E71"/>
    <w:rsid w:val="00D958BB"/>
    <w:rsid w:val="00DF360E"/>
    <w:rsid w:val="00E2492A"/>
    <w:rsid w:val="00EB276E"/>
    <w:rsid w:val="00F11627"/>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mvmarinova1</cp:lastModifiedBy>
  <cp:revision>3</cp:revision>
  <cp:lastPrinted>2016-06-01T11:08:00Z</cp:lastPrinted>
  <dcterms:created xsi:type="dcterms:W3CDTF">2016-06-01T11:07:00Z</dcterms:created>
  <dcterms:modified xsi:type="dcterms:W3CDTF">2016-07-13T07:07:00Z</dcterms:modified>
</cp:coreProperties>
</file>