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E71B65" w:rsidRDefault="007C72BB" w:rsidP="00511C96">
      <w:pPr>
        <w:spacing w:after="120" w:line="360" w:lineRule="auto"/>
        <w:ind w:left="1276"/>
        <w:rPr>
          <w:rFonts w:ascii="Times New Roman" w:hAnsi="Times New Roman" w:cs="Times New Roman"/>
          <w:lang w:val="bg-BG"/>
        </w:rPr>
      </w:pPr>
      <w:r w:rsidRPr="000202F3">
        <w:rPr>
          <w:rFonts w:ascii="Times New Roman" w:hAnsi="Times New Roman"/>
          <w:b/>
          <w:bCs/>
          <w:lang w:val="bg-BG"/>
        </w:rPr>
        <w:t>“</w:t>
      </w:r>
      <w:proofErr w:type="spellStart"/>
      <w:r w:rsidRPr="007C1F14">
        <w:rPr>
          <w:rFonts w:ascii="Times New Roman" w:hAnsi="Times New Roman"/>
          <w:b/>
          <w:lang w:val="en-US"/>
        </w:rPr>
        <w:t>Изготвяне</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на</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работен</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проект</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на</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тема</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Изграждане</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на</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ново</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резервно</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захранване</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на</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отговорни</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потребители</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необходими</w:t>
      </w:r>
      <w:proofErr w:type="spellEnd"/>
      <w:r w:rsidRPr="007C1F14">
        <w:rPr>
          <w:rFonts w:ascii="Times New Roman" w:hAnsi="Times New Roman"/>
          <w:b/>
          <w:lang w:val="en-US"/>
        </w:rPr>
        <w:t xml:space="preserve"> </w:t>
      </w:r>
      <w:proofErr w:type="spellStart"/>
      <w:r w:rsidRPr="007C1F14">
        <w:rPr>
          <w:rFonts w:ascii="Times New Roman" w:hAnsi="Times New Roman"/>
          <w:b/>
          <w:lang w:val="en-US"/>
        </w:rPr>
        <w:t>при</w:t>
      </w:r>
      <w:proofErr w:type="spellEnd"/>
      <w:r w:rsidRPr="007C1F14">
        <w:rPr>
          <w:rFonts w:ascii="Times New Roman" w:hAnsi="Times New Roman"/>
          <w:b/>
          <w:lang w:val="en-US"/>
        </w:rPr>
        <w:t xml:space="preserve"> ПГР </w:t>
      </w:r>
      <w:proofErr w:type="spellStart"/>
      <w:r w:rsidRPr="007C1F14">
        <w:rPr>
          <w:rFonts w:ascii="Times New Roman" w:hAnsi="Times New Roman"/>
          <w:b/>
          <w:lang w:val="en-US"/>
        </w:rPr>
        <w:t>на</w:t>
      </w:r>
      <w:proofErr w:type="spellEnd"/>
      <w:r w:rsidRPr="007C1F14">
        <w:rPr>
          <w:rFonts w:ascii="Times New Roman" w:hAnsi="Times New Roman"/>
          <w:b/>
          <w:lang w:val="en-US"/>
        </w:rPr>
        <w:t xml:space="preserve"> 5 и 6 ЕБ</w:t>
      </w:r>
      <w:r w:rsidRPr="000202F3">
        <w:rPr>
          <w:rFonts w:ascii="Times New Roman" w:hAnsi="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5C7C01" w:rsidRPr="005F1179" w:rsidRDefault="005C7C01" w:rsidP="005F1179">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6770FE" w:rsidRDefault="005C7C01" w:rsidP="005F1179">
      <w:pPr>
        <w:autoSpaceDE w:val="0"/>
        <w:autoSpaceDN w:val="0"/>
        <w:adjustRightInd w:val="0"/>
        <w:ind w:firstLine="708"/>
        <w:jc w:val="both"/>
        <w:rPr>
          <w:rFonts w:ascii="Times New Roman" w:hAnsi="Times New Roman" w:cs="Times New Roman"/>
          <w:lang w:val="bg-BG" w:eastAsia="bg-BG"/>
        </w:rPr>
      </w:pPr>
      <w:r w:rsidRPr="005F1179">
        <w:rPr>
          <w:rFonts w:ascii="Times New Roman" w:hAnsi="Times New Roman" w:cs="Times New Roman"/>
          <w:lang w:val="bg-BG"/>
        </w:rPr>
        <w:t>1.</w:t>
      </w:r>
      <w:r w:rsidRPr="005F1179">
        <w:rPr>
          <w:rFonts w:ascii="Times New Roman" w:hAnsi="Times New Roman" w:cs="Times New Roman"/>
        </w:rPr>
        <w:t xml:space="preserve"> </w:t>
      </w:r>
      <w:r w:rsidRPr="005F1179">
        <w:rPr>
          <w:rFonts w:ascii="Times New Roman" w:hAnsi="Times New Roman" w:cs="Times New Roman"/>
          <w:lang w:val="bg-BG" w:eastAsia="bg-BG"/>
        </w:rPr>
        <w:t>Участникът, който представлявам</w:t>
      </w:r>
      <w:r w:rsidR="006770FE">
        <w:rPr>
          <w:rFonts w:ascii="Times New Roman" w:hAnsi="Times New Roman" w:cs="Times New Roman"/>
          <w:lang w:val="bg-BG" w:eastAsia="bg-BG"/>
        </w:rPr>
        <w:t>:</w:t>
      </w:r>
    </w:p>
    <w:p w:rsidR="005C7C01" w:rsidRPr="005F1179" w:rsidRDefault="006770FE" w:rsidP="005F1179">
      <w:pPr>
        <w:autoSpaceDE w:val="0"/>
        <w:autoSpaceDN w:val="0"/>
        <w:adjustRightInd w:val="0"/>
        <w:ind w:firstLine="708"/>
        <w:jc w:val="both"/>
        <w:rPr>
          <w:rFonts w:ascii="Times New Roman" w:hAnsi="Times New Roman" w:cs="Times New Roman"/>
          <w:lang w:val="bg-BG" w:eastAsia="bg-BG"/>
        </w:rPr>
      </w:pPr>
      <w:r>
        <w:rPr>
          <w:rFonts w:ascii="Times New Roman" w:hAnsi="Times New Roman" w:cs="Times New Roman"/>
          <w:lang w:val="bg-BG" w:eastAsia="bg-BG"/>
        </w:rPr>
        <w:t xml:space="preserve">- </w:t>
      </w:r>
      <w:r w:rsidR="005C7C01" w:rsidRPr="005F1179">
        <w:rPr>
          <w:rFonts w:ascii="Times New Roman" w:hAnsi="Times New Roman" w:cs="Times New Roman"/>
          <w:lang w:val="bg-BG" w:eastAsia="bg-BG"/>
        </w:rPr>
        <w:t>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или</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hyperlink r:id="rId4" w:history="1">
        <w:r w:rsidRPr="005F1179">
          <w:rPr>
            <w:rStyle w:val="Hyperlink"/>
            <w:rFonts w:ascii="Times New Roman" w:hAnsi="Times New Roman"/>
            <w:color w:val="auto"/>
            <w:lang w:val="bg-BG"/>
          </w:rPr>
          <w:t>чл.162, ал.2, т.1 от Данъчно-осигурителния процесуален кодекс</w:t>
        </w:r>
      </w:hyperlink>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5C7C01" w:rsidRPr="005F1179" w:rsidRDefault="005C7C01" w:rsidP="005F1179">
      <w:pPr>
        <w:pStyle w:val="31"/>
        <w:tabs>
          <w:tab w:val="clear" w:pos="-720"/>
          <w:tab w:val="clear" w:pos="0"/>
          <w:tab w:val="clear" w:pos="720"/>
        </w:tabs>
        <w:suppressAutoHyphens w:val="0"/>
        <w:jc w:val="both"/>
        <w:rPr>
          <w:rFonts w:ascii="Times New Roman" w:hAnsi="Times New Roman" w:cs="Times New Roman"/>
          <w:lang w:val="bg-BG"/>
        </w:rPr>
      </w:pPr>
      <w:r w:rsidRPr="005F1179">
        <w:rPr>
          <w:rFonts w:ascii="Times New Roman" w:hAnsi="Times New Roman" w:cs="Times New Roman"/>
          <w:lang w:val="bg-BG"/>
        </w:rPr>
        <w:t>2. Не е налице неравнопоставеност в случаите по чл.44, ал.5 от ЗОП</w:t>
      </w:r>
    </w:p>
    <w:p w:rsidR="005C7C01" w:rsidRPr="005F1179" w:rsidRDefault="005C7C01"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rPr>
        <w:t>3. Участникът, който представлявам не е представил документ с невярно съдържание, свързан с удостоверяване на усл</w:t>
      </w:r>
      <w:r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ind w:firstLine="708"/>
        <w:jc w:val="both"/>
        <w:rPr>
          <w:rFonts w:ascii="Times New Roman" w:hAnsi="Times New Roman" w:cs="Times New Roman"/>
          <w:sz w:val="20"/>
          <w:szCs w:val="20"/>
          <w:lang w:val="bg-BG"/>
        </w:rPr>
      </w:pPr>
      <w:r w:rsidRPr="005F1179">
        <w:rPr>
          <w:rFonts w:ascii="Times New Roman" w:hAnsi="Times New Roman" w:cs="Times New Roman"/>
          <w:lang w:val="bg-BG"/>
        </w:rPr>
        <w:t>4. Участникът, който представлявам е</w:t>
      </w:r>
      <w:r w:rsidRPr="005F1179">
        <w:rPr>
          <w:rFonts w:ascii="Times New Roman" w:hAnsi="Times New Roman" w:cs="Times New Roman"/>
        </w:rPr>
        <w:t xml:space="preserve"> </w:t>
      </w:r>
      <w:proofErr w:type="spellStart"/>
      <w:r w:rsidRPr="005F1179">
        <w:rPr>
          <w:rFonts w:ascii="Times New Roman" w:hAnsi="Times New Roman" w:cs="Times New Roman"/>
        </w:rPr>
        <w:t>предоставил</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изискваща</w:t>
      </w:r>
      <w:proofErr w:type="spellEnd"/>
      <w:r w:rsidRPr="005F1179">
        <w:rPr>
          <w:rFonts w:ascii="Times New Roman" w:hAnsi="Times New Roman" w:cs="Times New Roman"/>
          <w:lang w:val="bg-BG"/>
        </w:rPr>
        <w:t>та</w:t>
      </w:r>
      <w:r w:rsidRPr="005F1179">
        <w:rPr>
          <w:rFonts w:ascii="Times New Roman" w:hAnsi="Times New Roman" w:cs="Times New Roman"/>
        </w:rPr>
        <w:t xml:space="preserve"> </w:t>
      </w:r>
      <w:proofErr w:type="spellStart"/>
      <w:r w:rsidRPr="005F1179">
        <w:rPr>
          <w:rFonts w:ascii="Times New Roman" w:hAnsi="Times New Roman" w:cs="Times New Roman"/>
        </w:rPr>
        <w:t>се</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информация</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свързана</w:t>
      </w:r>
      <w:proofErr w:type="spellEnd"/>
      <w:r w:rsidRPr="005F1179">
        <w:rPr>
          <w:rFonts w:ascii="Times New Roman" w:hAnsi="Times New Roman" w:cs="Times New Roman"/>
        </w:rPr>
        <w:t xml:space="preserve"> с </w:t>
      </w:r>
      <w:proofErr w:type="spellStart"/>
      <w:r w:rsidRPr="005F1179">
        <w:rPr>
          <w:rFonts w:ascii="Times New Roman" w:hAnsi="Times New Roman" w:cs="Times New Roman"/>
        </w:rPr>
        <w:t>удостоверяване</w:t>
      </w:r>
      <w:proofErr w:type="spellEnd"/>
      <w:r w:rsidRPr="005F1179">
        <w:rPr>
          <w:rFonts w:ascii="Times New Roman" w:hAnsi="Times New Roman" w:cs="Times New Roman"/>
        </w:rPr>
        <w:t xml:space="preserve"> </w:t>
      </w:r>
      <w:r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5C7C01" w:rsidRPr="005F1179" w:rsidRDefault="005C7C01" w:rsidP="005F1179">
      <w:pPr>
        <w:pStyle w:val="BodyTextIndent2"/>
        <w:ind w:left="0"/>
        <w:jc w:val="center"/>
        <w:rPr>
          <w:rFonts w:ascii="Times New Roman" w:hAnsi="Times New Roman" w:cs="Times New Roman"/>
          <w:sz w:val="20"/>
          <w:szCs w:val="20"/>
          <w:lang w:val="bg-BG"/>
        </w:rPr>
      </w:pPr>
    </w:p>
    <w:p w:rsidR="005C7C01" w:rsidRPr="005F1179" w:rsidRDefault="005C7C01" w:rsidP="005F1179">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Default="005C7C01" w:rsidP="005F1179">
      <w:pPr>
        <w:jc w:val="both"/>
        <w:rPr>
          <w:rFonts w:ascii="Times New Roman" w:hAnsi="Times New Roman" w:cs="Times New Roman"/>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4649A8">
      <w:pgSz w:w="11906" w:h="16838" w:code="9"/>
      <w:pgMar w:top="567"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E71B65"/>
    <w:rsid w:val="000202F3"/>
    <w:rsid w:val="0002710C"/>
    <w:rsid w:val="00095C0C"/>
    <w:rsid w:val="001110C5"/>
    <w:rsid w:val="00130899"/>
    <w:rsid w:val="00143193"/>
    <w:rsid w:val="001501E5"/>
    <w:rsid w:val="00152DB5"/>
    <w:rsid w:val="001651B1"/>
    <w:rsid w:val="00183435"/>
    <w:rsid w:val="001A38DC"/>
    <w:rsid w:val="001B082F"/>
    <w:rsid w:val="001B32DD"/>
    <w:rsid w:val="001D27A0"/>
    <w:rsid w:val="001E7B16"/>
    <w:rsid w:val="00217247"/>
    <w:rsid w:val="00223647"/>
    <w:rsid w:val="00287FB8"/>
    <w:rsid w:val="002F57AD"/>
    <w:rsid w:val="003451EA"/>
    <w:rsid w:val="003A0A9B"/>
    <w:rsid w:val="003A7258"/>
    <w:rsid w:val="003C71DE"/>
    <w:rsid w:val="003D35E5"/>
    <w:rsid w:val="00407D8F"/>
    <w:rsid w:val="004649A8"/>
    <w:rsid w:val="004D53F8"/>
    <w:rsid w:val="004F18E8"/>
    <w:rsid w:val="00511C96"/>
    <w:rsid w:val="00544BBD"/>
    <w:rsid w:val="005C7C01"/>
    <w:rsid w:val="005F1179"/>
    <w:rsid w:val="005F26A8"/>
    <w:rsid w:val="00613A2D"/>
    <w:rsid w:val="006770FE"/>
    <w:rsid w:val="006A2ADF"/>
    <w:rsid w:val="006F30B6"/>
    <w:rsid w:val="0078359C"/>
    <w:rsid w:val="0078528D"/>
    <w:rsid w:val="0079115A"/>
    <w:rsid w:val="007C72BB"/>
    <w:rsid w:val="008016AB"/>
    <w:rsid w:val="00857065"/>
    <w:rsid w:val="00864CC5"/>
    <w:rsid w:val="00876413"/>
    <w:rsid w:val="008A3421"/>
    <w:rsid w:val="008B6C68"/>
    <w:rsid w:val="008C0F11"/>
    <w:rsid w:val="008C37DE"/>
    <w:rsid w:val="008D0729"/>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17FBD"/>
    <w:rsid w:val="00B92A65"/>
    <w:rsid w:val="00BD2D0B"/>
    <w:rsid w:val="00BD6782"/>
    <w:rsid w:val="00C06CBD"/>
    <w:rsid w:val="00C1732B"/>
    <w:rsid w:val="00C26FD6"/>
    <w:rsid w:val="00C3720B"/>
    <w:rsid w:val="00C44A01"/>
    <w:rsid w:val="00C9229D"/>
    <w:rsid w:val="00CB53A1"/>
    <w:rsid w:val="00CC14CE"/>
    <w:rsid w:val="00CF0A9F"/>
    <w:rsid w:val="00D66A88"/>
    <w:rsid w:val="00D813DC"/>
    <w:rsid w:val="00DE398A"/>
    <w:rsid w:val="00E56BCC"/>
    <w:rsid w:val="00E71B65"/>
    <w:rsid w:val="00E9744C"/>
    <w:rsid w:val="00F55C8C"/>
    <w:rsid w:val="00F674C1"/>
    <w:rsid w:val="00F971A8"/>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apis://Base=NARH&amp;DocCode=2023&amp;ToPar=Art162_Al2_Pt1&amp;Type=2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2097%20&#1072;&#1083;.5%20&#1086;&#1090;%20&#1055;&#1055;&#1047;&#1054;&#1055;%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Template>
  <TotalTime>7</TotalTime>
  <Pages>1</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2692</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apangelov</cp:lastModifiedBy>
  <cp:revision>7</cp:revision>
  <cp:lastPrinted>2016-06-01T11:15:00Z</cp:lastPrinted>
  <dcterms:created xsi:type="dcterms:W3CDTF">2016-06-01T11:06:00Z</dcterms:created>
  <dcterms:modified xsi:type="dcterms:W3CDTF">2016-06-15T11:26:00Z</dcterms:modified>
</cp:coreProperties>
</file>