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732072" w:rsidRDefault="005D1813" w:rsidP="00744622">
      <w:pPr>
        <w:spacing w:after="120" w:line="360" w:lineRule="auto"/>
        <w:ind w:left="187" w:hanging="11"/>
        <w:jc w:val="center"/>
        <w:rPr>
          <w:rFonts w:ascii="Times New Roman" w:hAnsi="Times New Roman"/>
          <w:lang w:val="bg-BG"/>
        </w:rPr>
      </w:pPr>
      <w:r w:rsidRPr="00732072">
        <w:rPr>
          <w:rFonts w:ascii="Times New Roman" w:hAnsi="Times New Roman"/>
          <w:b/>
          <w:lang w:val="bg-BG"/>
        </w:rPr>
        <w:t>“</w:t>
      </w:r>
      <w:r w:rsidR="001F4B4C" w:rsidRPr="00422298">
        <w:rPr>
          <w:rFonts w:ascii="Times New Roman" w:hAnsi="Times New Roman"/>
          <w:b/>
          <w:iCs/>
          <w:lang w:val="bg-BG"/>
        </w:rPr>
        <w:t>Комплексна реконструкция и ремонт на работни помещения на отдел ИС и КТ (СБК-2, помещения 119, 270÷284, 259, 260 и 441)</w:t>
      </w:r>
      <w:r w:rsidRPr="00732072">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1F4B4C">
      <w:pPr>
        <w:spacing w:after="120"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1F4B4C">
      <w:pPr>
        <w:pStyle w:val="Heading1"/>
        <w:spacing w:after="240"/>
      </w:pPr>
      <w:r>
        <w:t>ДЕКЛАРИРАМ</w:t>
      </w:r>
      <w:r w:rsidR="00DC454F">
        <w:t>, ЧЕ:</w:t>
      </w:r>
    </w:p>
    <w:p w:rsidR="00DB4E5C" w:rsidRPr="001F4B4C" w:rsidRDefault="001F4B4C" w:rsidP="001F4B4C">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Pr>
          <w:rFonts w:ascii="Times New Roman" w:hAnsi="Times New Roman"/>
          <w:lang w:val="bg-BG" w:eastAsia="bg-BG"/>
        </w:rPr>
        <w:t xml:space="preserve"> е вписан в ЦПРС за строежи …. група …. категория.</w:t>
      </w: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10206" w:type="dxa"/>
        <w:jc w:val="center"/>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88"/>
        <w:gridCol w:w="1816"/>
        <w:gridCol w:w="2125"/>
        <w:gridCol w:w="1985"/>
        <w:gridCol w:w="1854"/>
        <w:gridCol w:w="1008"/>
        <w:gridCol w:w="1030"/>
      </w:tblGrid>
      <w:tr w:rsidR="001F4B4C" w:rsidRPr="00C127DF" w:rsidTr="001F4B4C">
        <w:trPr>
          <w:trHeight w:val="1382"/>
          <w:jc w:val="center"/>
        </w:trPr>
        <w:tc>
          <w:tcPr>
            <w:tcW w:w="388" w:type="dxa"/>
            <w:vAlign w:val="center"/>
          </w:tcPr>
          <w:p w:rsidR="001F4B4C" w:rsidRPr="00C127DF" w:rsidRDefault="001F4B4C"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816" w:type="dxa"/>
          </w:tcPr>
          <w:p w:rsidR="001F4B4C" w:rsidRPr="00C127DF" w:rsidRDefault="001F4B4C"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1F4B4C" w:rsidRPr="00C127DF" w:rsidRDefault="001F4B4C"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1F4B4C" w:rsidRPr="00C127DF" w:rsidRDefault="001F4B4C"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2125" w:type="dxa"/>
            <w:shd w:val="clear" w:color="auto" w:fill="auto"/>
          </w:tcPr>
          <w:p w:rsidR="001F4B4C" w:rsidRPr="00C127DF" w:rsidRDefault="001F4B4C"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1F4B4C" w:rsidRPr="00C127DF" w:rsidRDefault="001F4B4C"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1985" w:type="dxa"/>
            <w:shd w:val="clear" w:color="auto" w:fill="auto"/>
          </w:tcPr>
          <w:p w:rsidR="001F4B4C" w:rsidRPr="00C127DF" w:rsidRDefault="001F4B4C"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1F4B4C" w:rsidRPr="00C127DF" w:rsidRDefault="001F4B4C"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1854" w:type="dxa"/>
          </w:tcPr>
          <w:p w:rsidR="001F4B4C" w:rsidRPr="00C127DF" w:rsidRDefault="001F4B4C"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1F4B4C" w:rsidRPr="00C127DF" w:rsidRDefault="001F4B4C"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008" w:type="dxa"/>
          </w:tcPr>
          <w:p w:rsidR="001F4B4C" w:rsidRPr="00C127DF" w:rsidRDefault="001F4B4C" w:rsidP="00513BD6">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1030" w:type="dxa"/>
          </w:tcPr>
          <w:p w:rsidR="001F4B4C" w:rsidRPr="00C127DF" w:rsidRDefault="001F4B4C" w:rsidP="00513BD6">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1F4B4C" w:rsidRPr="009C650F" w:rsidTr="001F4B4C">
        <w:trPr>
          <w:trHeight w:val="317"/>
          <w:jc w:val="center"/>
        </w:trPr>
        <w:tc>
          <w:tcPr>
            <w:tcW w:w="388" w:type="dxa"/>
            <w:vAlign w:val="center"/>
          </w:tcPr>
          <w:p w:rsidR="001F4B4C" w:rsidRPr="009C650F" w:rsidRDefault="001F4B4C" w:rsidP="002D5CB3">
            <w:pPr>
              <w:jc w:val="center"/>
              <w:rPr>
                <w:color w:val="000000"/>
                <w:sz w:val="28"/>
                <w:szCs w:val="28"/>
              </w:rPr>
            </w:pPr>
          </w:p>
        </w:tc>
        <w:tc>
          <w:tcPr>
            <w:tcW w:w="1816" w:type="dxa"/>
          </w:tcPr>
          <w:p w:rsidR="001F4B4C" w:rsidRPr="009C650F" w:rsidRDefault="001F4B4C" w:rsidP="002D5CB3">
            <w:pPr>
              <w:jc w:val="center"/>
              <w:rPr>
                <w:color w:val="000000"/>
                <w:sz w:val="28"/>
                <w:szCs w:val="28"/>
              </w:rPr>
            </w:pPr>
          </w:p>
        </w:tc>
        <w:tc>
          <w:tcPr>
            <w:tcW w:w="2125" w:type="dxa"/>
            <w:shd w:val="clear" w:color="auto" w:fill="auto"/>
            <w:vAlign w:val="center"/>
          </w:tcPr>
          <w:p w:rsidR="001F4B4C" w:rsidRPr="009C650F" w:rsidRDefault="001F4B4C" w:rsidP="002D5CB3">
            <w:pPr>
              <w:jc w:val="center"/>
              <w:rPr>
                <w:color w:val="000000"/>
                <w:sz w:val="28"/>
                <w:szCs w:val="28"/>
              </w:rPr>
            </w:pPr>
          </w:p>
        </w:tc>
        <w:tc>
          <w:tcPr>
            <w:tcW w:w="1985" w:type="dxa"/>
            <w:shd w:val="clear" w:color="auto" w:fill="auto"/>
            <w:vAlign w:val="center"/>
          </w:tcPr>
          <w:p w:rsidR="001F4B4C" w:rsidRPr="009C650F" w:rsidRDefault="001F4B4C" w:rsidP="002D5CB3">
            <w:pPr>
              <w:jc w:val="center"/>
              <w:rPr>
                <w:color w:val="000000"/>
                <w:sz w:val="28"/>
                <w:szCs w:val="28"/>
              </w:rPr>
            </w:pPr>
          </w:p>
        </w:tc>
        <w:tc>
          <w:tcPr>
            <w:tcW w:w="1854" w:type="dxa"/>
          </w:tcPr>
          <w:p w:rsidR="001F4B4C" w:rsidRPr="009C650F" w:rsidRDefault="001F4B4C" w:rsidP="002D5CB3">
            <w:pPr>
              <w:jc w:val="center"/>
              <w:rPr>
                <w:color w:val="000000"/>
                <w:sz w:val="28"/>
                <w:szCs w:val="28"/>
              </w:rPr>
            </w:pPr>
          </w:p>
        </w:tc>
        <w:tc>
          <w:tcPr>
            <w:tcW w:w="1008" w:type="dxa"/>
          </w:tcPr>
          <w:p w:rsidR="001F4B4C" w:rsidRPr="009C650F" w:rsidRDefault="001F4B4C" w:rsidP="002D5CB3">
            <w:pPr>
              <w:jc w:val="center"/>
              <w:rPr>
                <w:color w:val="000000"/>
                <w:sz w:val="28"/>
                <w:szCs w:val="28"/>
              </w:rPr>
            </w:pPr>
          </w:p>
        </w:tc>
        <w:tc>
          <w:tcPr>
            <w:tcW w:w="1030" w:type="dxa"/>
          </w:tcPr>
          <w:p w:rsidR="001F4B4C" w:rsidRPr="009C650F" w:rsidRDefault="001F4B4C" w:rsidP="002D5CB3">
            <w:pPr>
              <w:jc w:val="center"/>
              <w:rPr>
                <w:color w:val="000000"/>
                <w:sz w:val="28"/>
                <w:szCs w:val="28"/>
              </w:rPr>
            </w:pPr>
          </w:p>
        </w:tc>
      </w:tr>
      <w:tr w:rsidR="001F4B4C" w:rsidRPr="009C650F" w:rsidTr="001F4B4C">
        <w:trPr>
          <w:trHeight w:val="317"/>
          <w:jc w:val="center"/>
        </w:trPr>
        <w:tc>
          <w:tcPr>
            <w:tcW w:w="388" w:type="dxa"/>
          </w:tcPr>
          <w:p w:rsidR="001F4B4C" w:rsidRPr="009C650F" w:rsidRDefault="001F4B4C" w:rsidP="002D5CB3">
            <w:pPr>
              <w:rPr>
                <w:color w:val="000000"/>
                <w:sz w:val="28"/>
                <w:szCs w:val="28"/>
              </w:rPr>
            </w:pPr>
          </w:p>
        </w:tc>
        <w:tc>
          <w:tcPr>
            <w:tcW w:w="1816" w:type="dxa"/>
          </w:tcPr>
          <w:p w:rsidR="001F4B4C" w:rsidRPr="009C650F" w:rsidRDefault="001F4B4C" w:rsidP="002D5CB3">
            <w:pPr>
              <w:rPr>
                <w:color w:val="000000"/>
                <w:sz w:val="28"/>
                <w:szCs w:val="28"/>
              </w:rPr>
            </w:pPr>
          </w:p>
        </w:tc>
        <w:tc>
          <w:tcPr>
            <w:tcW w:w="2125" w:type="dxa"/>
            <w:shd w:val="clear" w:color="auto" w:fill="auto"/>
          </w:tcPr>
          <w:p w:rsidR="001F4B4C" w:rsidRPr="009C650F" w:rsidRDefault="001F4B4C" w:rsidP="002D5CB3">
            <w:pPr>
              <w:rPr>
                <w:color w:val="000000"/>
                <w:sz w:val="28"/>
                <w:szCs w:val="28"/>
              </w:rPr>
            </w:pPr>
          </w:p>
        </w:tc>
        <w:tc>
          <w:tcPr>
            <w:tcW w:w="1985" w:type="dxa"/>
            <w:shd w:val="clear" w:color="auto" w:fill="auto"/>
          </w:tcPr>
          <w:p w:rsidR="001F4B4C" w:rsidRPr="009C650F" w:rsidRDefault="001F4B4C" w:rsidP="002D5CB3">
            <w:pPr>
              <w:rPr>
                <w:color w:val="000000"/>
                <w:sz w:val="28"/>
                <w:szCs w:val="28"/>
              </w:rPr>
            </w:pPr>
          </w:p>
        </w:tc>
        <w:tc>
          <w:tcPr>
            <w:tcW w:w="1854" w:type="dxa"/>
          </w:tcPr>
          <w:p w:rsidR="001F4B4C" w:rsidRPr="009C650F" w:rsidRDefault="001F4B4C" w:rsidP="002D5CB3">
            <w:pPr>
              <w:rPr>
                <w:color w:val="000000"/>
                <w:sz w:val="28"/>
                <w:szCs w:val="28"/>
              </w:rPr>
            </w:pPr>
          </w:p>
        </w:tc>
        <w:tc>
          <w:tcPr>
            <w:tcW w:w="1008" w:type="dxa"/>
          </w:tcPr>
          <w:p w:rsidR="001F4B4C" w:rsidRPr="009C650F" w:rsidRDefault="001F4B4C" w:rsidP="002D5CB3">
            <w:pPr>
              <w:rPr>
                <w:color w:val="000000"/>
                <w:sz w:val="28"/>
                <w:szCs w:val="28"/>
              </w:rPr>
            </w:pPr>
          </w:p>
        </w:tc>
        <w:tc>
          <w:tcPr>
            <w:tcW w:w="1030" w:type="dxa"/>
          </w:tcPr>
          <w:p w:rsidR="001F4B4C" w:rsidRPr="009C650F" w:rsidRDefault="001F4B4C" w:rsidP="002D5CB3">
            <w:pPr>
              <w:rPr>
                <w:color w:val="000000"/>
                <w:sz w:val="28"/>
                <w:szCs w:val="28"/>
              </w:rPr>
            </w:pPr>
          </w:p>
        </w:tc>
      </w:tr>
      <w:tr w:rsidR="001F4B4C" w:rsidRPr="009C650F" w:rsidTr="001F4B4C">
        <w:trPr>
          <w:trHeight w:val="317"/>
          <w:jc w:val="center"/>
        </w:trPr>
        <w:tc>
          <w:tcPr>
            <w:tcW w:w="388" w:type="dxa"/>
          </w:tcPr>
          <w:p w:rsidR="001F4B4C" w:rsidRPr="009C650F" w:rsidRDefault="001F4B4C" w:rsidP="002D5CB3">
            <w:pPr>
              <w:rPr>
                <w:color w:val="000000"/>
                <w:sz w:val="28"/>
                <w:szCs w:val="28"/>
              </w:rPr>
            </w:pPr>
          </w:p>
        </w:tc>
        <w:tc>
          <w:tcPr>
            <w:tcW w:w="1816" w:type="dxa"/>
          </w:tcPr>
          <w:p w:rsidR="001F4B4C" w:rsidRPr="009C650F" w:rsidRDefault="001F4B4C" w:rsidP="002D5CB3">
            <w:pPr>
              <w:rPr>
                <w:color w:val="000000"/>
                <w:sz w:val="28"/>
                <w:szCs w:val="28"/>
              </w:rPr>
            </w:pPr>
          </w:p>
        </w:tc>
        <w:tc>
          <w:tcPr>
            <w:tcW w:w="2125" w:type="dxa"/>
            <w:shd w:val="clear" w:color="auto" w:fill="auto"/>
          </w:tcPr>
          <w:p w:rsidR="001F4B4C" w:rsidRPr="009C650F" w:rsidRDefault="001F4B4C" w:rsidP="002D5CB3">
            <w:pPr>
              <w:rPr>
                <w:color w:val="000000"/>
                <w:sz w:val="28"/>
                <w:szCs w:val="28"/>
              </w:rPr>
            </w:pPr>
          </w:p>
        </w:tc>
        <w:tc>
          <w:tcPr>
            <w:tcW w:w="1985" w:type="dxa"/>
            <w:shd w:val="clear" w:color="auto" w:fill="auto"/>
          </w:tcPr>
          <w:p w:rsidR="001F4B4C" w:rsidRPr="009C650F" w:rsidRDefault="001F4B4C" w:rsidP="002D5CB3">
            <w:pPr>
              <w:rPr>
                <w:color w:val="000000"/>
                <w:sz w:val="28"/>
                <w:szCs w:val="28"/>
              </w:rPr>
            </w:pPr>
          </w:p>
        </w:tc>
        <w:tc>
          <w:tcPr>
            <w:tcW w:w="1854" w:type="dxa"/>
          </w:tcPr>
          <w:p w:rsidR="001F4B4C" w:rsidRPr="009C650F" w:rsidRDefault="001F4B4C" w:rsidP="002D5CB3">
            <w:pPr>
              <w:rPr>
                <w:color w:val="000000"/>
                <w:sz w:val="28"/>
                <w:szCs w:val="28"/>
              </w:rPr>
            </w:pPr>
          </w:p>
        </w:tc>
        <w:tc>
          <w:tcPr>
            <w:tcW w:w="1008" w:type="dxa"/>
          </w:tcPr>
          <w:p w:rsidR="001F4B4C" w:rsidRPr="009C650F" w:rsidRDefault="001F4B4C" w:rsidP="002D5CB3">
            <w:pPr>
              <w:rPr>
                <w:color w:val="000000"/>
                <w:sz w:val="28"/>
                <w:szCs w:val="28"/>
              </w:rPr>
            </w:pPr>
          </w:p>
        </w:tc>
        <w:tc>
          <w:tcPr>
            <w:tcW w:w="1030" w:type="dxa"/>
          </w:tcPr>
          <w:p w:rsidR="001F4B4C" w:rsidRPr="009C650F" w:rsidRDefault="001F4B4C" w:rsidP="002D5CB3">
            <w:pPr>
              <w:rPr>
                <w:color w:val="000000"/>
                <w:sz w:val="28"/>
                <w:szCs w:val="28"/>
              </w:rPr>
            </w:pPr>
          </w:p>
        </w:tc>
      </w:tr>
      <w:tr w:rsidR="001F4B4C" w:rsidRPr="009C650F" w:rsidTr="001F4B4C">
        <w:trPr>
          <w:trHeight w:val="332"/>
          <w:jc w:val="center"/>
        </w:trPr>
        <w:tc>
          <w:tcPr>
            <w:tcW w:w="388" w:type="dxa"/>
          </w:tcPr>
          <w:p w:rsidR="001F4B4C" w:rsidRPr="009C650F" w:rsidRDefault="001F4B4C" w:rsidP="002D5CB3">
            <w:pPr>
              <w:rPr>
                <w:color w:val="000000"/>
                <w:sz w:val="28"/>
                <w:szCs w:val="28"/>
              </w:rPr>
            </w:pPr>
          </w:p>
        </w:tc>
        <w:tc>
          <w:tcPr>
            <w:tcW w:w="1816" w:type="dxa"/>
          </w:tcPr>
          <w:p w:rsidR="001F4B4C" w:rsidRPr="009C650F" w:rsidRDefault="001F4B4C" w:rsidP="002D5CB3">
            <w:pPr>
              <w:rPr>
                <w:color w:val="000000"/>
                <w:sz w:val="28"/>
                <w:szCs w:val="28"/>
              </w:rPr>
            </w:pPr>
          </w:p>
        </w:tc>
        <w:tc>
          <w:tcPr>
            <w:tcW w:w="2125" w:type="dxa"/>
            <w:shd w:val="clear" w:color="auto" w:fill="auto"/>
          </w:tcPr>
          <w:p w:rsidR="001F4B4C" w:rsidRPr="009C650F" w:rsidRDefault="001F4B4C" w:rsidP="002D5CB3">
            <w:pPr>
              <w:rPr>
                <w:color w:val="000000"/>
                <w:sz w:val="28"/>
                <w:szCs w:val="28"/>
              </w:rPr>
            </w:pPr>
          </w:p>
        </w:tc>
        <w:tc>
          <w:tcPr>
            <w:tcW w:w="1985" w:type="dxa"/>
            <w:shd w:val="clear" w:color="auto" w:fill="auto"/>
          </w:tcPr>
          <w:p w:rsidR="001F4B4C" w:rsidRPr="009C650F" w:rsidRDefault="001F4B4C" w:rsidP="002D5CB3">
            <w:pPr>
              <w:rPr>
                <w:color w:val="000000"/>
                <w:sz w:val="28"/>
                <w:szCs w:val="28"/>
              </w:rPr>
            </w:pPr>
          </w:p>
        </w:tc>
        <w:tc>
          <w:tcPr>
            <w:tcW w:w="1854" w:type="dxa"/>
          </w:tcPr>
          <w:p w:rsidR="001F4B4C" w:rsidRPr="009C650F" w:rsidRDefault="001F4B4C" w:rsidP="002D5CB3">
            <w:pPr>
              <w:rPr>
                <w:color w:val="000000"/>
                <w:sz w:val="28"/>
                <w:szCs w:val="28"/>
              </w:rPr>
            </w:pPr>
          </w:p>
        </w:tc>
        <w:tc>
          <w:tcPr>
            <w:tcW w:w="1008" w:type="dxa"/>
          </w:tcPr>
          <w:p w:rsidR="001F4B4C" w:rsidRPr="009C650F" w:rsidRDefault="001F4B4C" w:rsidP="002D5CB3">
            <w:pPr>
              <w:rPr>
                <w:color w:val="000000"/>
                <w:sz w:val="28"/>
                <w:szCs w:val="28"/>
              </w:rPr>
            </w:pPr>
          </w:p>
        </w:tc>
        <w:tc>
          <w:tcPr>
            <w:tcW w:w="1030" w:type="dxa"/>
          </w:tcPr>
          <w:p w:rsidR="001F4B4C" w:rsidRPr="009C650F" w:rsidRDefault="001F4B4C" w:rsidP="002D5CB3">
            <w:pPr>
              <w:rPr>
                <w:color w:val="000000"/>
                <w:sz w:val="28"/>
                <w:szCs w:val="28"/>
              </w:rPr>
            </w:pPr>
          </w:p>
        </w:tc>
      </w:tr>
      <w:tr w:rsidR="001F4B4C" w:rsidRPr="009C650F" w:rsidTr="001F4B4C">
        <w:trPr>
          <w:trHeight w:val="317"/>
          <w:jc w:val="center"/>
        </w:trPr>
        <w:tc>
          <w:tcPr>
            <w:tcW w:w="388" w:type="dxa"/>
          </w:tcPr>
          <w:p w:rsidR="001F4B4C" w:rsidRPr="009C650F" w:rsidRDefault="001F4B4C" w:rsidP="002D5CB3">
            <w:pPr>
              <w:rPr>
                <w:color w:val="000000"/>
                <w:sz w:val="28"/>
                <w:szCs w:val="28"/>
              </w:rPr>
            </w:pPr>
          </w:p>
        </w:tc>
        <w:tc>
          <w:tcPr>
            <w:tcW w:w="1816" w:type="dxa"/>
          </w:tcPr>
          <w:p w:rsidR="001F4B4C" w:rsidRPr="009C650F" w:rsidRDefault="001F4B4C" w:rsidP="002D5CB3">
            <w:pPr>
              <w:rPr>
                <w:color w:val="000000"/>
                <w:sz w:val="28"/>
                <w:szCs w:val="28"/>
              </w:rPr>
            </w:pPr>
          </w:p>
        </w:tc>
        <w:tc>
          <w:tcPr>
            <w:tcW w:w="2125" w:type="dxa"/>
            <w:shd w:val="clear" w:color="auto" w:fill="auto"/>
          </w:tcPr>
          <w:p w:rsidR="001F4B4C" w:rsidRPr="009C650F" w:rsidRDefault="001F4B4C" w:rsidP="002D5CB3">
            <w:pPr>
              <w:rPr>
                <w:color w:val="000000"/>
                <w:sz w:val="28"/>
                <w:szCs w:val="28"/>
              </w:rPr>
            </w:pPr>
          </w:p>
        </w:tc>
        <w:tc>
          <w:tcPr>
            <w:tcW w:w="1985" w:type="dxa"/>
            <w:shd w:val="clear" w:color="auto" w:fill="auto"/>
          </w:tcPr>
          <w:p w:rsidR="001F4B4C" w:rsidRPr="009C650F" w:rsidRDefault="001F4B4C" w:rsidP="002D5CB3">
            <w:pPr>
              <w:rPr>
                <w:color w:val="000000"/>
                <w:sz w:val="28"/>
                <w:szCs w:val="28"/>
              </w:rPr>
            </w:pPr>
          </w:p>
        </w:tc>
        <w:tc>
          <w:tcPr>
            <w:tcW w:w="1854" w:type="dxa"/>
          </w:tcPr>
          <w:p w:rsidR="001F4B4C" w:rsidRPr="009C650F" w:rsidRDefault="001F4B4C" w:rsidP="002D5CB3">
            <w:pPr>
              <w:rPr>
                <w:color w:val="000000"/>
                <w:sz w:val="28"/>
                <w:szCs w:val="28"/>
              </w:rPr>
            </w:pPr>
          </w:p>
        </w:tc>
        <w:tc>
          <w:tcPr>
            <w:tcW w:w="1008" w:type="dxa"/>
          </w:tcPr>
          <w:p w:rsidR="001F4B4C" w:rsidRPr="009C650F" w:rsidRDefault="001F4B4C" w:rsidP="002D5CB3">
            <w:pPr>
              <w:rPr>
                <w:color w:val="000000"/>
                <w:sz w:val="28"/>
                <w:szCs w:val="28"/>
              </w:rPr>
            </w:pPr>
          </w:p>
        </w:tc>
        <w:tc>
          <w:tcPr>
            <w:tcW w:w="1030" w:type="dxa"/>
          </w:tcPr>
          <w:p w:rsidR="001F4B4C" w:rsidRPr="009C650F" w:rsidRDefault="001F4B4C" w:rsidP="002D5CB3">
            <w:pPr>
              <w:rPr>
                <w:color w:val="000000"/>
                <w:sz w:val="28"/>
                <w:szCs w:val="28"/>
              </w:rPr>
            </w:pPr>
          </w:p>
        </w:tc>
      </w:tr>
      <w:tr w:rsidR="001F4B4C" w:rsidRPr="009C650F" w:rsidTr="001F4B4C">
        <w:trPr>
          <w:trHeight w:val="332"/>
          <w:jc w:val="center"/>
        </w:trPr>
        <w:tc>
          <w:tcPr>
            <w:tcW w:w="388" w:type="dxa"/>
          </w:tcPr>
          <w:p w:rsidR="001F4B4C" w:rsidRPr="009C650F" w:rsidRDefault="001F4B4C" w:rsidP="002D5CB3">
            <w:pPr>
              <w:rPr>
                <w:color w:val="000000"/>
                <w:sz w:val="28"/>
                <w:szCs w:val="28"/>
              </w:rPr>
            </w:pPr>
          </w:p>
        </w:tc>
        <w:tc>
          <w:tcPr>
            <w:tcW w:w="1816" w:type="dxa"/>
          </w:tcPr>
          <w:p w:rsidR="001F4B4C" w:rsidRPr="009C650F" w:rsidRDefault="001F4B4C" w:rsidP="002D5CB3">
            <w:pPr>
              <w:rPr>
                <w:color w:val="000000"/>
                <w:sz w:val="28"/>
                <w:szCs w:val="28"/>
              </w:rPr>
            </w:pPr>
          </w:p>
        </w:tc>
        <w:tc>
          <w:tcPr>
            <w:tcW w:w="2125" w:type="dxa"/>
            <w:shd w:val="clear" w:color="auto" w:fill="auto"/>
          </w:tcPr>
          <w:p w:rsidR="001F4B4C" w:rsidRPr="009C650F" w:rsidRDefault="001F4B4C" w:rsidP="002D5CB3">
            <w:pPr>
              <w:rPr>
                <w:color w:val="000000"/>
                <w:sz w:val="28"/>
                <w:szCs w:val="28"/>
              </w:rPr>
            </w:pPr>
          </w:p>
        </w:tc>
        <w:tc>
          <w:tcPr>
            <w:tcW w:w="1985" w:type="dxa"/>
            <w:shd w:val="clear" w:color="auto" w:fill="auto"/>
          </w:tcPr>
          <w:p w:rsidR="001F4B4C" w:rsidRPr="009C650F" w:rsidRDefault="001F4B4C" w:rsidP="002D5CB3">
            <w:pPr>
              <w:rPr>
                <w:color w:val="000000"/>
                <w:sz w:val="28"/>
                <w:szCs w:val="28"/>
              </w:rPr>
            </w:pPr>
          </w:p>
        </w:tc>
        <w:tc>
          <w:tcPr>
            <w:tcW w:w="1854" w:type="dxa"/>
          </w:tcPr>
          <w:p w:rsidR="001F4B4C" w:rsidRPr="009C650F" w:rsidRDefault="001F4B4C" w:rsidP="002D5CB3">
            <w:pPr>
              <w:rPr>
                <w:color w:val="000000"/>
                <w:sz w:val="28"/>
                <w:szCs w:val="28"/>
              </w:rPr>
            </w:pPr>
          </w:p>
        </w:tc>
        <w:tc>
          <w:tcPr>
            <w:tcW w:w="1008" w:type="dxa"/>
          </w:tcPr>
          <w:p w:rsidR="001F4B4C" w:rsidRPr="009C650F" w:rsidRDefault="001F4B4C" w:rsidP="002D5CB3">
            <w:pPr>
              <w:rPr>
                <w:color w:val="000000"/>
                <w:sz w:val="28"/>
                <w:szCs w:val="28"/>
              </w:rPr>
            </w:pPr>
          </w:p>
        </w:tc>
        <w:tc>
          <w:tcPr>
            <w:tcW w:w="1030" w:type="dxa"/>
          </w:tcPr>
          <w:p w:rsidR="001F4B4C" w:rsidRPr="009C650F" w:rsidRDefault="001F4B4C" w:rsidP="002D5CB3">
            <w:pPr>
              <w:rPr>
                <w:color w:val="000000"/>
                <w:sz w:val="28"/>
                <w:szCs w:val="28"/>
              </w:rPr>
            </w:pPr>
          </w:p>
        </w:tc>
      </w:tr>
      <w:tr w:rsidR="001F4B4C" w:rsidRPr="009C650F" w:rsidTr="001F4B4C">
        <w:trPr>
          <w:trHeight w:val="317"/>
          <w:jc w:val="center"/>
        </w:trPr>
        <w:tc>
          <w:tcPr>
            <w:tcW w:w="388" w:type="dxa"/>
          </w:tcPr>
          <w:p w:rsidR="001F4B4C" w:rsidRPr="009C650F" w:rsidRDefault="001F4B4C" w:rsidP="002D5CB3">
            <w:pPr>
              <w:rPr>
                <w:color w:val="000000"/>
                <w:sz w:val="28"/>
                <w:szCs w:val="28"/>
              </w:rPr>
            </w:pPr>
          </w:p>
        </w:tc>
        <w:tc>
          <w:tcPr>
            <w:tcW w:w="1816" w:type="dxa"/>
          </w:tcPr>
          <w:p w:rsidR="001F4B4C" w:rsidRPr="009C650F" w:rsidRDefault="001F4B4C" w:rsidP="002D5CB3">
            <w:pPr>
              <w:rPr>
                <w:color w:val="000000"/>
                <w:sz w:val="28"/>
                <w:szCs w:val="28"/>
              </w:rPr>
            </w:pPr>
          </w:p>
        </w:tc>
        <w:tc>
          <w:tcPr>
            <w:tcW w:w="2125" w:type="dxa"/>
            <w:shd w:val="clear" w:color="auto" w:fill="auto"/>
          </w:tcPr>
          <w:p w:rsidR="001F4B4C" w:rsidRPr="009C650F" w:rsidRDefault="001F4B4C" w:rsidP="002D5CB3">
            <w:pPr>
              <w:rPr>
                <w:color w:val="000000"/>
                <w:sz w:val="28"/>
                <w:szCs w:val="28"/>
              </w:rPr>
            </w:pPr>
          </w:p>
        </w:tc>
        <w:tc>
          <w:tcPr>
            <w:tcW w:w="1985" w:type="dxa"/>
            <w:shd w:val="clear" w:color="auto" w:fill="auto"/>
          </w:tcPr>
          <w:p w:rsidR="001F4B4C" w:rsidRPr="009C650F" w:rsidRDefault="001F4B4C" w:rsidP="002D5CB3">
            <w:pPr>
              <w:rPr>
                <w:color w:val="000000"/>
                <w:sz w:val="28"/>
                <w:szCs w:val="28"/>
              </w:rPr>
            </w:pPr>
          </w:p>
        </w:tc>
        <w:tc>
          <w:tcPr>
            <w:tcW w:w="1854" w:type="dxa"/>
          </w:tcPr>
          <w:p w:rsidR="001F4B4C" w:rsidRPr="009C650F" w:rsidRDefault="001F4B4C" w:rsidP="002D5CB3">
            <w:pPr>
              <w:rPr>
                <w:color w:val="000000"/>
                <w:sz w:val="28"/>
                <w:szCs w:val="28"/>
              </w:rPr>
            </w:pPr>
          </w:p>
        </w:tc>
        <w:tc>
          <w:tcPr>
            <w:tcW w:w="1008" w:type="dxa"/>
          </w:tcPr>
          <w:p w:rsidR="001F4B4C" w:rsidRPr="009C650F" w:rsidRDefault="001F4B4C" w:rsidP="002D5CB3">
            <w:pPr>
              <w:rPr>
                <w:color w:val="000000"/>
                <w:sz w:val="28"/>
                <w:szCs w:val="28"/>
              </w:rPr>
            </w:pPr>
          </w:p>
        </w:tc>
        <w:tc>
          <w:tcPr>
            <w:tcW w:w="1030" w:type="dxa"/>
          </w:tcPr>
          <w:p w:rsidR="001F4B4C" w:rsidRPr="009C650F" w:rsidRDefault="001F4B4C" w:rsidP="002D5CB3">
            <w:pPr>
              <w:rPr>
                <w:color w:val="000000"/>
                <w:sz w:val="28"/>
                <w:szCs w:val="28"/>
              </w:rPr>
            </w:pPr>
          </w:p>
        </w:tc>
      </w:tr>
      <w:tr w:rsidR="001F4B4C" w:rsidRPr="009C650F" w:rsidTr="001F4B4C">
        <w:trPr>
          <w:trHeight w:val="332"/>
          <w:jc w:val="center"/>
        </w:trPr>
        <w:tc>
          <w:tcPr>
            <w:tcW w:w="388" w:type="dxa"/>
          </w:tcPr>
          <w:p w:rsidR="001F4B4C" w:rsidRPr="009C650F" w:rsidRDefault="001F4B4C" w:rsidP="002D5CB3">
            <w:pPr>
              <w:rPr>
                <w:color w:val="000000"/>
                <w:sz w:val="28"/>
                <w:szCs w:val="28"/>
              </w:rPr>
            </w:pPr>
          </w:p>
        </w:tc>
        <w:tc>
          <w:tcPr>
            <w:tcW w:w="1816" w:type="dxa"/>
          </w:tcPr>
          <w:p w:rsidR="001F4B4C" w:rsidRPr="009C650F" w:rsidRDefault="001F4B4C" w:rsidP="002D5CB3">
            <w:pPr>
              <w:rPr>
                <w:color w:val="000000"/>
                <w:sz w:val="28"/>
                <w:szCs w:val="28"/>
              </w:rPr>
            </w:pPr>
          </w:p>
        </w:tc>
        <w:tc>
          <w:tcPr>
            <w:tcW w:w="2125" w:type="dxa"/>
            <w:shd w:val="clear" w:color="auto" w:fill="auto"/>
          </w:tcPr>
          <w:p w:rsidR="001F4B4C" w:rsidRPr="009C650F" w:rsidRDefault="001F4B4C" w:rsidP="002D5CB3">
            <w:pPr>
              <w:rPr>
                <w:color w:val="000000"/>
                <w:sz w:val="28"/>
                <w:szCs w:val="28"/>
              </w:rPr>
            </w:pPr>
          </w:p>
        </w:tc>
        <w:tc>
          <w:tcPr>
            <w:tcW w:w="1985" w:type="dxa"/>
            <w:shd w:val="clear" w:color="auto" w:fill="auto"/>
          </w:tcPr>
          <w:p w:rsidR="001F4B4C" w:rsidRPr="009C650F" w:rsidRDefault="001F4B4C" w:rsidP="002D5CB3">
            <w:pPr>
              <w:rPr>
                <w:color w:val="000000"/>
                <w:sz w:val="28"/>
                <w:szCs w:val="28"/>
              </w:rPr>
            </w:pPr>
          </w:p>
        </w:tc>
        <w:tc>
          <w:tcPr>
            <w:tcW w:w="1854" w:type="dxa"/>
          </w:tcPr>
          <w:p w:rsidR="001F4B4C" w:rsidRPr="009C650F" w:rsidRDefault="001F4B4C" w:rsidP="002D5CB3">
            <w:pPr>
              <w:rPr>
                <w:color w:val="000000"/>
                <w:sz w:val="28"/>
                <w:szCs w:val="28"/>
              </w:rPr>
            </w:pPr>
          </w:p>
        </w:tc>
        <w:tc>
          <w:tcPr>
            <w:tcW w:w="1008" w:type="dxa"/>
          </w:tcPr>
          <w:p w:rsidR="001F4B4C" w:rsidRPr="009C650F" w:rsidRDefault="001F4B4C" w:rsidP="002D5CB3">
            <w:pPr>
              <w:rPr>
                <w:color w:val="000000"/>
                <w:sz w:val="28"/>
                <w:szCs w:val="28"/>
              </w:rPr>
            </w:pPr>
          </w:p>
        </w:tc>
        <w:tc>
          <w:tcPr>
            <w:tcW w:w="1030" w:type="dxa"/>
          </w:tcPr>
          <w:p w:rsidR="001F4B4C" w:rsidRPr="009C650F" w:rsidRDefault="001F4B4C" w:rsidP="002D5CB3">
            <w:pPr>
              <w:rPr>
                <w:color w:val="000000"/>
                <w:sz w:val="28"/>
                <w:szCs w:val="28"/>
              </w:rPr>
            </w:pPr>
          </w:p>
        </w:tc>
      </w:tr>
    </w:tbl>
    <w:p w:rsidR="00513BD6" w:rsidRDefault="00513BD6" w:rsidP="00513BD6">
      <w:pPr>
        <w:rPr>
          <w:lang w:val="bg-BG"/>
        </w:rPr>
      </w:pPr>
    </w:p>
    <w:p w:rsidR="002F7715" w:rsidRPr="00FF5AD6" w:rsidRDefault="0037674C" w:rsidP="002F7715">
      <w:pPr>
        <w:numPr>
          <w:ilvl w:val="0"/>
          <w:numId w:val="3"/>
        </w:numPr>
        <w:ind w:left="0" w:firstLine="360"/>
        <w:jc w:val="both"/>
        <w:rPr>
          <w:rFonts w:ascii="Times New Roman" w:hAnsi="Times New Roman"/>
          <w:lang w:val="bg-BG"/>
        </w:rPr>
      </w:pPr>
      <w:r w:rsidRPr="00513BD6">
        <w:rPr>
          <w:rFonts w:ascii="Times New Roman" w:hAnsi="Times New Roman"/>
          <w:lang w:val="bg-BG"/>
        </w:rPr>
        <w:lastRenderedPageBreak/>
        <w:t>Участникът, който представлявам при</w:t>
      </w:r>
      <w:r w:rsidR="002F7715">
        <w:rPr>
          <w:rFonts w:ascii="Times New Roman" w:hAnsi="Times New Roman"/>
          <w:lang w:val="bg-BG"/>
        </w:rPr>
        <w:t xml:space="preserve">лага сертифицирана система за управление на </w:t>
      </w:r>
      <w:r w:rsidR="002F7715" w:rsidRPr="00FF5AD6">
        <w:rPr>
          <w:rFonts w:ascii="Times New Roman" w:hAnsi="Times New Roman"/>
          <w:lang w:val="bg-BG"/>
        </w:rPr>
        <w:t xml:space="preserve">качеството в съответствие с </w:t>
      </w:r>
      <w:r w:rsidR="002F7715" w:rsidRPr="00FF5AD6">
        <w:rPr>
          <w:rFonts w:ascii="Times New Roman" w:hAnsi="Times New Roman"/>
          <w:lang w:val="en-US"/>
        </w:rPr>
        <w:t>EN</w:t>
      </w:r>
      <w:r w:rsidRPr="00FF5AD6">
        <w:rPr>
          <w:rFonts w:ascii="Times New Roman" w:hAnsi="Times New Roman"/>
          <w:lang w:val="bg-BG"/>
        </w:rPr>
        <w:t xml:space="preserve"> ISO 9001</w:t>
      </w:r>
      <w:r w:rsidR="00606604">
        <w:rPr>
          <w:rFonts w:ascii="Times New Roman" w:hAnsi="Times New Roman"/>
          <w:lang w:val="bg-BG"/>
        </w:rPr>
        <w:t xml:space="preserve"> и притежава сертификат № ......................... издаден от ...............................................................................................................................................</w:t>
      </w:r>
    </w:p>
    <w:p w:rsidR="001F4B4C" w:rsidRPr="00FF5AD6" w:rsidRDefault="001F4B4C" w:rsidP="001F4B4C">
      <w:pPr>
        <w:numPr>
          <w:ilvl w:val="0"/>
          <w:numId w:val="3"/>
        </w:numPr>
        <w:ind w:left="0" w:firstLine="360"/>
        <w:jc w:val="both"/>
        <w:rPr>
          <w:rFonts w:ascii="Times New Roman" w:hAnsi="Times New Roman"/>
          <w:lang w:val="bg-BG"/>
        </w:rPr>
      </w:pPr>
      <w:r w:rsidRPr="00FF5AD6">
        <w:rPr>
          <w:rFonts w:ascii="Times New Roman" w:hAnsi="Times New Roman"/>
          <w:lang w:val="bg-BG"/>
        </w:rPr>
        <w:t xml:space="preserve">Дейностите по необходимите ПНР на оборудването, </w:t>
      </w:r>
      <w:r>
        <w:rPr>
          <w:rFonts w:ascii="Times New Roman" w:hAnsi="Times New Roman"/>
          <w:lang w:val="bg-BG"/>
        </w:rPr>
        <w:t>ще</w:t>
      </w:r>
      <w:r w:rsidRPr="00FF5AD6">
        <w:rPr>
          <w:rFonts w:ascii="Times New Roman" w:hAnsi="Times New Roman"/>
          <w:lang w:val="bg-BG"/>
        </w:rPr>
        <w:t xml:space="preserve"> се извършват от акредитирана лаборатория (орган за контрол от вида С/А), съгласно </w:t>
      </w:r>
      <w:r w:rsidRPr="00FF5AD6">
        <w:rPr>
          <w:rFonts w:ascii="Times New Roman" w:hAnsi="Times New Roman"/>
          <w:lang w:val="en-US"/>
        </w:rPr>
        <w:t>EN</w:t>
      </w:r>
      <w:r w:rsidRPr="00FF5AD6">
        <w:rPr>
          <w:rFonts w:ascii="Times New Roman" w:hAnsi="Times New Roman"/>
          <w:lang w:val="bg-BG"/>
        </w:rPr>
        <w:t xml:space="preserve"> </w:t>
      </w:r>
      <w:r w:rsidRPr="00FF5AD6">
        <w:rPr>
          <w:rFonts w:ascii="Times New Roman" w:hAnsi="Times New Roman"/>
          <w:lang w:val="en-US"/>
        </w:rPr>
        <w:t>ISO</w:t>
      </w:r>
      <w:r w:rsidRPr="00FF5AD6">
        <w:rPr>
          <w:rFonts w:ascii="Times New Roman" w:hAnsi="Times New Roman"/>
          <w:lang w:val="bg-BG"/>
        </w:rPr>
        <w:t xml:space="preserve"> 17020</w:t>
      </w:r>
      <w:r w:rsidR="00EA4C1F">
        <w:rPr>
          <w:rFonts w:ascii="Times New Roman" w:hAnsi="Times New Roman"/>
          <w:lang w:val="ru-RU"/>
        </w:rPr>
        <w:t>, с обхват на а</w:t>
      </w:r>
      <w:r>
        <w:rPr>
          <w:rFonts w:ascii="Times New Roman" w:hAnsi="Times New Roman"/>
          <w:lang w:val="ru-RU"/>
        </w:rPr>
        <w:t xml:space="preserve">кредитация покриващ дейностите по ПНР, за което се притежава сертификат </w:t>
      </w:r>
      <w:r>
        <w:rPr>
          <w:rFonts w:ascii="Times New Roman" w:hAnsi="Times New Roman"/>
          <w:lang w:val="bg-BG"/>
        </w:rPr>
        <w:t>№ ......................... издаден от ....................................................................................................................</w:t>
      </w:r>
    </w:p>
    <w:p w:rsidR="00813C3E" w:rsidRDefault="00813C3E" w:rsidP="00F11FEC">
      <w:pPr>
        <w:widowControl w:val="0"/>
        <w:autoSpaceDE w:val="0"/>
        <w:autoSpaceDN w:val="0"/>
        <w:adjustRightInd w:val="0"/>
        <w:spacing w:line="360" w:lineRule="auto"/>
        <w:jc w:val="both"/>
        <w:rPr>
          <w:lang w:val="bg-BG"/>
        </w:rPr>
      </w:pPr>
    </w:p>
    <w:p w:rsidR="004B0757" w:rsidRDefault="004B0757"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359" w:rsidRDefault="002F4359">
      <w:r>
        <w:separator/>
      </w:r>
    </w:p>
  </w:endnote>
  <w:endnote w:type="continuationSeparator" w:id="0">
    <w:p w:rsidR="002F4359" w:rsidRDefault="002F43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359" w:rsidRDefault="002F4359">
      <w:r>
        <w:separator/>
      </w:r>
    </w:p>
  </w:footnote>
  <w:footnote w:type="continuationSeparator" w:id="0">
    <w:p w:rsidR="002F4359" w:rsidRDefault="002F43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B2EF5"/>
    <w:rsid w:val="000E777D"/>
    <w:rsid w:val="000F713E"/>
    <w:rsid w:val="00104A77"/>
    <w:rsid w:val="00116D1F"/>
    <w:rsid w:val="00120C28"/>
    <w:rsid w:val="001241A9"/>
    <w:rsid w:val="0012460E"/>
    <w:rsid w:val="00143683"/>
    <w:rsid w:val="001526BB"/>
    <w:rsid w:val="0015504D"/>
    <w:rsid w:val="00155102"/>
    <w:rsid w:val="00164155"/>
    <w:rsid w:val="00185C47"/>
    <w:rsid w:val="001A2CA2"/>
    <w:rsid w:val="001B06B4"/>
    <w:rsid w:val="001C05F4"/>
    <w:rsid w:val="001C43DF"/>
    <w:rsid w:val="001D2483"/>
    <w:rsid w:val="001F4B4C"/>
    <w:rsid w:val="002279E7"/>
    <w:rsid w:val="00236551"/>
    <w:rsid w:val="00242984"/>
    <w:rsid w:val="00255B41"/>
    <w:rsid w:val="00256565"/>
    <w:rsid w:val="00260F52"/>
    <w:rsid w:val="00263E97"/>
    <w:rsid w:val="00274B49"/>
    <w:rsid w:val="00276776"/>
    <w:rsid w:val="002C1944"/>
    <w:rsid w:val="002D38C2"/>
    <w:rsid w:val="002D5CB3"/>
    <w:rsid w:val="002E0FD6"/>
    <w:rsid w:val="002F4359"/>
    <w:rsid w:val="002F7715"/>
    <w:rsid w:val="002F7D19"/>
    <w:rsid w:val="003321F0"/>
    <w:rsid w:val="003347FB"/>
    <w:rsid w:val="00347087"/>
    <w:rsid w:val="0037674C"/>
    <w:rsid w:val="003A3E78"/>
    <w:rsid w:val="003B3DC5"/>
    <w:rsid w:val="003B53B2"/>
    <w:rsid w:val="004027FD"/>
    <w:rsid w:val="0041575E"/>
    <w:rsid w:val="00465CC8"/>
    <w:rsid w:val="004666F5"/>
    <w:rsid w:val="0047085E"/>
    <w:rsid w:val="004B0757"/>
    <w:rsid w:val="004B1680"/>
    <w:rsid w:val="004B28FD"/>
    <w:rsid w:val="005131AB"/>
    <w:rsid w:val="00513BD6"/>
    <w:rsid w:val="00535270"/>
    <w:rsid w:val="00537694"/>
    <w:rsid w:val="0057360D"/>
    <w:rsid w:val="00575C67"/>
    <w:rsid w:val="005864F8"/>
    <w:rsid w:val="00594DF8"/>
    <w:rsid w:val="005A05C2"/>
    <w:rsid w:val="005A0B91"/>
    <w:rsid w:val="005A0BA6"/>
    <w:rsid w:val="005C234E"/>
    <w:rsid w:val="005D1813"/>
    <w:rsid w:val="005D6658"/>
    <w:rsid w:val="005F0CF8"/>
    <w:rsid w:val="005F33B1"/>
    <w:rsid w:val="0060144E"/>
    <w:rsid w:val="00606604"/>
    <w:rsid w:val="006413B8"/>
    <w:rsid w:val="006541C5"/>
    <w:rsid w:val="00690973"/>
    <w:rsid w:val="00694B3C"/>
    <w:rsid w:val="006B2165"/>
    <w:rsid w:val="006C70BC"/>
    <w:rsid w:val="006D1D2D"/>
    <w:rsid w:val="006E3400"/>
    <w:rsid w:val="006E7757"/>
    <w:rsid w:val="007137EA"/>
    <w:rsid w:val="00726629"/>
    <w:rsid w:val="00732072"/>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42E88"/>
    <w:rsid w:val="00854D9C"/>
    <w:rsid w:val="00863E88"/>
    <w:rsid w:val="00872198"/>
    <w:rsid w:val="00884CB5"/>
    <w:rsid w:val="008D4464"/>
    <w:rsid w:val="00915C68"/>
    <w:rsid w:val="0092704E"/>
    <w:rsid w:val="00940DD8"/>
    <w:rsid w:val="00941DAD"/>
    <w:rsid w:val="009661E2"/>
    <w:rsid w:val="009D26A9"/>
    <w:rsid w:val="009D4D9C"/>
    <w:rsid w:val="00A27A89"/>
    <w:rsid w:val="00A35CFD"/>
    <w:rsid w:val="00A54A97"/>
    <w:rsid w:val="00A568C8"/>
    <w:rsid w:val="00A61C54"/>
    <w:rsid w:val="00A6505F"/>
    <w:rsid w:val="00A8007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F1F68"/>
    <w:rsid w:val="00BF225D"/>
    <w:rsid w:val="00C127DF"/>
    <w:rsid w:val="00C33C96"/>
    <w:rsid w:val="00C5458E"/>
    <w:rsid w:val="00C649BA"/>
    <w:rsid w:val="00C90AF1"/>
    <w:rsid w:val="00C93F38"/>
    <w:rsid w:val="00CA3A57"/>
    <w:rsid w:val="00CD359F"/>
    <w:rsid w:val="00CF0748"/>
    <w:rsid w:val="00CF5A5C"/>
    <w:rsid w:val="00D01565"/>
    <w:rsid w:val="00D23419"/>
    <w:rsid w:val="00D24740"/>
    <w:rsid w:val="00D32E1C"/>
    <w:rsid w:val="00D63D5A"/>
    <w:rsid w:val="00D7085A"/>
    <w:rsid w:val="00D91BE6"/>
    <w:rsid w:val="00D97CB8"/>
    <w:rsid w:val="00DB4E5C"/>
    <w:rsid w:val="00DB67F6"/>
    <w:rsid w:val="00DC079E"/>
    <w:rsid w:val="00DC454F"/>
    <w:rsid w:val="00DF4B90"/>
    <w:rsid w:val="00E40A15"/>
    <w:rsid w:val="00E45F98"/>
    <w:rsid w:val="00E7030E"/>
    <w:rsid w:val="00E70E71"/>
    <w:rsid w:val="00E72906"/>
    <w:rsid w:val="00EA4C1F"/>
    <w:rsid w:val="00EB0810"/>
    <w:rsid w:val="00ED229C"/>
    <w:rsid w:val="00EE3C7E"/>
    <w:rsid w:val="00EE6FFE"/>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23</TotalTime>
  <Pages>2</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svgrigorova</cp:lastModifiedBy>
  <cp:revision>7</cp:revision>
  <cp:lastPrinted>2016-05-20T06:43:00Z</cp:lastPrinted>
  <dcterms:created xsi:type="dcterms:W3CDTF">2016-05-10T11:26:00Z</dcterms:created>
  <dcterms:modified xsi:type="dcterms:W3CDTF">2016-05-20T06:43:00Z</dcterms:modified>
</cp:coreProperties>
</file>